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803FD" w14:textId="77777777" w:rsidR="006D3511" w:rsidRPr="002F110D" w:rsidRDefault="006D3511" w:rsidP="006D3511">
      <w:pPr>
        <w:pStyle w:val="Default"/>
        <w:spacing w:after="120" w:line="276" w:lineRule="auto"/>
        <w:contextualSpacing/>
        <w:jc w:val="center"/>
        <w:rPr>
          <w:rFonts w:eastAsia="Arial"/>
          <w:color w:val="auto"/>
          <w:sz w:val="36"/>
          <w:szCs w:val="36"/>
        </w:rPr>
      </w:pPr>
      <w:r>
        <w:rPr>
          <w:noProof/>
          <w:lang w:val="en-US"/>
        </w:rPr>
        <mc:AlternateContent>
          <mc:Choice Requires="wps">
            <w:drawing>
              <wp:anchor distT="0" distB="0" distL="114300" distR="114300" simplePos="0" relativeHeight="251659264" behindDoc="0" locked="0" layoutInCell="1" allowOverlap="1" wp14:anchorId="20BF7ACB" wp14:editId="6CD682C1">
                <wp:simplePos x="0" y="0"/>
                <wp:positionH relativeFrom="column">
                  <wp:posOffset>5158105</wp:posOffset>
                </wp:positionH>
                <wp:positionV relativeFrom="paragraph">
                  <wp:posOffset>-986790</wp:posOffset>
                </wp:positionV>
                <wp:extent cx="971550" cy="34290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342900"/>
                        </a:xfrm>
                        <a:prstGeom prst="rect">
                          <a:avLst/>
                        </a:prstGeom>
                        <a:noFill/>
                        <a:ln w="9525">
                          <a:noFill/>
                          <a:miter lim="800000"/>
                          <a:headEnd/>
                          <a:tailEnd/>
                        </a:ln>
                      </wps:spPr>
                      <wps:txbx>
                        <w:txbxContent>
                          <w:p w14:paraId="7824D3EE" w14:textId="0CE1B97F" w:rsidR="006D3511" w:rsidRPr="00874CE0" w:rsidRDefault="006D3511" w:rsidP="006D3511">
                            <w:pPr>
                              <w:rPr>
                                <w:rFonts w:ascii="Arial" w:hAnsi="Arial" w:cs="Arial"/>
                              </w:rPr>
                            </w:pPr>
                            <w:r w:rsidRPr="00874CE0">
                              <w:rPr>
                                <w:rFonts w:ascii="Arial" w:hAnsi="Arial" w:cs="Arial"/>
                              </w:rPr>
                              <w:t>Příloha č.</w:t>
                            </w:r>
                            <w:r w:rsidR="003735A8">
                              <w:rPr>
                                <w:rFonts w:ascii="Arial" w:hAnsi="Arial" w:cs="Arial"/>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BF7ACB" id="_x0000_t202" coordsize="21600,21600" o:spt="202" path="m,l,21600r21600,l21600,xe">
                <v:stroke joinstyle="miter"/>
                <v:path gradientshapeok="t" o:connecttype="rect"/>
              </v:shapetype>
              <v:shape id="Text Box 307" o:spid="_x0000_s1026" type="#_x0000_t202" style="position:absolute;left:0;text-align:left;margin-left:406.15pt;margin-top:-77.7pt;width:76.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" filled="f" stroked="f">
                <v:textbox>
                  <w:txbxContent>
                    <w:p w14:paraId="7824D3EE" w14:textId="0CE1B97F" w:rsidR="006D3511" w:rsidRPr="00874CE0" w:rsidRDefault="006D3511" w:rsidP="006D3511">
                      <w:pPr>
                        <w:rPr>
                          <w:rFonts w:ascii="Arial" w:hAnsi="Arial" w:cs="Arial"/>
                        </w:rPr>
                      </w:pPr>
                      <w:r w:rsidRPr="00874CE0">
                        <w:rPr>
                          <w:rFonts w:ascii="Arial" w:hAnsi="Arial" w:cs="Arial"/>
                        </w:rPr>
                        <w:t>Příloha č.</w:t>
                      </w:r>
                      <w:r w:rsidR="003735A8">
                        <w:rPr>
                          <w:rFonts w:ascii="Arial" w:hAnsi="Arial" w:cs="Arial"/>
                        </w:rPr>
                        <w:t>4</w:t>
                      </w:r>
                    </w:p>
                  </w:txbxContent>
                </v:textbox>
              </v:shape>
            </w:pict>
          </mc:Fallback>
        </mc:AlternateContent>
      </w:r>
      <w:r w:rsidRPr="62464FF7">
        <w:rPr>
          <w:rFonts w:eastAsia="Arial"/>
          <w:b/>
          <w:bCs/>
          <w:color w:val="auto"/>
          <w:sz w:val="36"/>
          <w:szCs w:val="36"/>
        </w:rPr>
        <w:t>Kupní smlouva</w:t>
      </w:r>
    </w:p>
    <w:p w14:paraId="0F0DE5FE" w14:textId="79AEAD81"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color w:val="auto"/>
          <w:sz w:val="22"/>
          <w:szCs w:val="22"/>
        </w:rPr>
        <w:t>evidovaná u kupujícího pod č. ____</w:t>
      </w:r>
    </w:p>
    <w:p w14:paraId="233CF606" w14:textId="77777777" w:rsidR="006D3511" w:rsidRDefault="006D3511" w:rsidP="006D3511">
      <w:pPr>
        <w:pStyle w:val="Default"/>
        <w:spacing w:after="120" w:line="276" w:lineRule="auto"/>
        <w:contextualSpacing/>
        <w:jc w:val="center"/>
        <w:rPr>
          <w:rFonts w:eastAsia="Arial"/>
          <w:b/>
          <w:bCs/>
          <w:sz w:val="22"/>
          <w:szCs w:val="22"/>
        </w:rPr>
      </w:pPr>
      <w:r w:rsidRPr="62464FF7">
        <w:rPr>
          <w:rFonts w:eastAsia="Arial"/>
          <w:color w:val="auto"/>
          <w:sz w:val="22"/>
          <w:szCs w:val="22"/>
        </w:rPr>
        <w:t xml:space="preserve">evidovaná u prodávajícího pod č. </w:t>
      </w:r>
      <w:r w:rsidRPr="62464FF7">
        <w:rPr>
          <w:rFonts w:eastAsia="Arial"/>
          <w:b/>
          <w:bCs/>
          <w:sz w:val="22"/>
          <w:szCs w:val="22"/>
          <w:highlight w:val="yellow"/>
        </w:rPr>
        <w:t>[•]</w:t>
      </w:r>
    </w:p>
    <w:p w14:paraId="766B8330" w14:textId="41756EBF" w:rsidR="002A7389" w:rsidRPr="0045297E" w:rsidRDefault="002A7389" w:rsidP="00A377E2">
      <w:pPr>
        <w:autoSpaceDE w:val="0"/>
        <w:autoSpaceDN w:val="0"/>
        <w:adjustRightInd w:val="0"/>
        <w:spacing w:after="0" w:line="240" w:lineRule="auto"/>
        <w:jc w:val="center"/>
        <w:rPr>
          <w:rFonts w:eastAsia="Arial"/>
          <w:b/>
          <w:bCs/>
        </w:rPr>
      </w:pPr>
      <w:r w:rsidRPr="002A7389">
        <w:rPr>
          <w:rFonts w:eastAsia="Arial"/>
          <w:b/>
          <w:bCs/>
        </w:rPr>
        <w:t xml:space="preserve">registrační číslo projektu: </w:t>
      </w:r>
      <w:r w:rsidR="00A377E2" w:rsidRPr="0045297E">
        <w:rPr>
          <w:rFonts w:eastAsia="Arial"/>
          <w:b/>
          <w:bCs/>
        </w:rPr>
        <w:t xml:space="preserve">CZ.02.01.01/00/22_008/0004596 – SENDISO: Senzory a detektory pro informační společnost budoucnosti </w:t>
      </w:r>
    </w:p>
    <w:p w14:paraId="74B71938" w14:textId="77777777" w:rsidR="006D3511" w:rsidRDefault="006D3511" w:rsidP="006D3511">
      <w:pPr>
        <w:pStyle w:val="Default"/>
        <w:spacing w:after="120" w:line="276" w:lineRule="auto"/>
        <w:contextualSpacing/>
        <w:jc w:val="center"/>
        <w:rPr>
          <w:rFonts w:eastAsia="Arial"/>
          <w:color w:val="auto"/>
          <w:sz w:val="22"/>
          <w:szCs w:val="22"/>
        </w:rPr>
      </w:pPr>
    </w:p>
    <w:p w14:paraId="2F4F7FC4" w14:textId="77777777" w:rsidR="006D3511" w:rsidRPr="000749BB" w:rsidRDefault="006D3511" w:rsidP="006D3511">
      <w:pPr>
        <w:pStyle w:val="Default"/>
        <w:spacing w:after="120" w:line="276" w:lineRule="auto"/>
        <w:contextualSpacing/>
        <w:jc w:val="center"/>
        <w:rPr>
          <w:rFonts w:eastAsia="Arial"/>
          <w:color w:val="auto"/>
          <w:sz w:val="20"/>
          <w:szCs w:val="20"/>
        </w:rPr>
      </w:pPr>
      <w:r w:rsidRPr="000749BB">
        <w:rPr>
          <w:rFonts w:eastAsia="Arial"/>
          <w:color w:val="auto"/>
          <w:sz w:val="20"/>
          <w:szCs w:val="20"/>
        </w:rPr>
        <w:t>uzavřená podle § 2079 a násl. zák. č. 89/2012 Sb., občanský zákoník, ve znění pozdějších předpisů</w:t>
      </w:r>
    </w:p>
    <w:p w14:paraId="17E556F3" w14:textId="77777777" w:rsidR="006D3511" w:rsidRPr="000749BB" w:rsidRDefault="006D3511" w:rsidP="006D3511">
      <w:pPr>
        <w:pStyle w:val="Default"/>
        <w:spacing w:after="120" w:line="276" w:lineRule="auto"/>
        <w:contextualSpacing/>
        <w:jc w:val="center"/>
        <w:rPr>
          <w:rFonts w:eastAsia="Arial"/>
          <w:color w:val="auto"/>
          <w:sz w:val="20"/>
          <w:szCs w:val="20"/>
        </w:rPr>
      </w:pPr>
      <w:r w:rsidRPr="000749BB">
        <w:rPr>
          <w:rFonts w:eastAsia="Arial"/>
          <w:color w:val="auto"/>
          <w:sz w:val="20"/>
          <w:szCs w:val="20"/>
        </w:rPr>
        <w:t>a v souladu s § 31 zákona č. 134/2016 Sb., o zadávání veřejných zakázek, ve znění pozdějších předpisů</w:t>
      </w:r>
    </w:p>
    <w:p w14:paraId="54456C76" w14:textId="77777777"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tato smlouva</w:t>
      </w:r>
      <w:r w:rsidRPr="62464FF7">
        <w:rPr>
          <w:rFonts w:eastAsia="Arial"/>
          <w:color w:val="auto"/>
          <w:sz w:val="22"/>
          <w:szCs w:val="22"/>
        </w:rPr>
        <w:t>“)</w:t>
      </w:r>
    </w:p>
    <w:p w14:paraId="065ECFF3" w14:textId="77777777" w:rsidR="006D3511" w:rsidRDefault="006D3511" w:rsidP="006D3511">
      <w:pPr>
        <w:pStyle w:val="Default"/>
        <w:spacing w:after="120" w:line="276" w:lineRule="auto"/>
        <w:contextualSpacing/>
        <w:jc w:val="center"/>
        <w:rPr>
          <w:rFonts w:eastAsia="Arial"/>
          <w:b/>
          <w:bCs/>
          <w:color w:val="auto"/>
          <w:sz w:val="22"/>
          <w:szCs w:val="22"/>
        </w:rPr>
      </w:pPr>
    </w:p>
    <w:p w14:paraId="7E5C5206" w14:textId="77777777"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b/>
          <w:bCs/>
          <w:color w:val="auto"/>
          <w:sz w:val="22"/>
          <w:szCs w:val="22"/>
        </w:rPr>
        <w:t>I.</w:t>
      </w:r>
    </w:p>
    <w:p w14:paraId="36C3AB96" w14:textId="77777777" w:rsidR="006D3511" w:rsidRDefault="006D3511" w:rsidP="006D3511">
      <w:pPr>
        <w:pStyle w:val="Default"/>
        <w:spacing w:after="120" w:line="276" w:lineRule="auto"/>
        <w:contextualSpacing/>
        <w:jc w:val="center"/>
        <w:rPr>
          <w:rFonts w:eastAsia="Arial"/>
          <w:b/>
          <w:bCs/>
          <w:color w:val="auto"/>
          <w:sz w:val="22"/>
          <w:szCs w:val="22"/>
        </w:rPr>
      </w:pPr>
      <w:r w:rsidRPr="62464FF7">
        <w:rPr>
          <w:rFonts w:eastAsia="Arial"/>
          <w:b/>
          <w:bCs/>
          <w:color w:val="auto"/>
          <w:sz w:val="22"/>
          <w:szCs w:val="22"/>
        </w:rPr>
        <w:t>SMLUVNÍ STRANY</w:t>
      </w:r>
    </w:p>
    <w:p w14:paraId="0B9A79A1" w14:textId="77777777" w:rsidR="006D3511" w:rsidRDefault="006D3511" w:rsidP="006D3511">
      <w:pPr>
        <w:pStyle w:val="Default"/>
        <w:spacing w:after="120" w:line="276" w:lineRule="auto"/>
        <w:contextualSpacing/>
        <w:jc w:val="center"/>
        <w:rPr>
          <w:rFonts w:eastAsia="Arial"/>
          <w:color w:val="auto"/>
          <w:sz w:val="22"/>
          <w:szCs w:val="22"/>
        </w:rPr>
      </w:pPr>
    </w:p>
    <w:p w14:paraId="4038CAB0"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b/>
          <w:bCs/>
          <w:color w:val="auto"/>
          <w:sz w:val="22"/>
          <w:szCs w:val="22"/>
        </w:rPr>
        <w:t xml:space="preserve">Ústav fotoniky a elektroniky AV ČR, v. v. i. </w:t>
      </w:r>
    </w:p>
    <w:p w14:paraId="5DC49A6D" w14:textId="2D232CE8"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se sídlem Chaberská </w:t>
      </w:r>
      <w:r>
        <w:rPr>
          <w:rFonts w:eastAsia="Arial"/>
          <w:color w:val="auto"/>
          <w:sz w:val="22"/>
          <w:szCs w:val="22"/>
        </w:rPr>
        <w:t>1014/</w:t>
      </w:r>
      <w:r w:rsidRPr="62464FF7">
        <w:rPr>
          <w:rFonts w:eastAsia="Arial"/>
          <w:color w:val="auto"/>
          <w:sz w:val="22"/>
          <w:szCs w:val="22"/>
        </w:rPr>
        <w:t xml:space="preserve">57, 182 </w:t>
      </w:r>
      <w:r w:rsidR="004E52C3">
        <w:rPr>
          <w:rFonts w:eastAsia="Arial"/>
          <w:color w:val="auto"/>
          <w:sz w:val="22"/>
          <w:szCs w:val="22"/>
        </w:rPr>
        <w:t>00</w:t>
      </w:r>
      <w:r w:rsidR="004E52C3" w:rsidRPr="62464FF7">
        <w:rPr>
          <w:rFonts w:eastAsia="Arial"/>
          <w:color w:val="auto"/>
          <w:sz w:val="22"/>
          <w:szCs w:val="22"/>
        </w:rPr>
        <w:t xml:space="preserve"> </w:t>
      </w:r>
      <w:r w:rsidRPr="62464FF7">
        <w:rPr>
          <w:rFonts w:eastAsia="Arial"/>
          <w:color w:val="auto"/>
          <w:sz w:val="22"/>
          <w:szCs w:val="22"/>
        </w:rPr>
        <w:t>Praha 8 - Kobylisy</w:t>
      </w:r>
    </w:p>
    <w:p w14:paraId="5A65354B" w14:textId="23CCD581"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zastoupená: </w:t>
      </w:r>
      <w:r w:rsidRPr="002F110D">
        <w:rPr>
          <w:color w:val="auto"/>
          <w:sz w:val="22"/>
          <w:szCs w:val="22"/>
        </w:rPr>
        <w:tab/>
      </w:r>
      <w:r w:rsidRPr="002F110D">
        <w:rPr>
          <w:color w:val="auto"/>
          <w:sz w:val="22"/>
          <w:szCs w:val="22"/>
        </w:rPr>
        <w:tab/>
      </w:r>
      <w:r w:rsidR="001E3C2A">
        <w:rPr>
          <w:rFonts w:eastAsia="Arial"/>
          <w:b/>
          <w:bCs/>
          <w:color w:val="auto"/>
          <w:sz w:val="22"/>
          <w:szCs w:val="22"/>
        </w:rPr>
        <w:t>doc. Ing. Pavlem Peterkou</w:t>
      </w:r>
      <w:r w:rsidRPr="62464FF7">
        <w:rPr>
          <w:rFonts w:eastAsia="Arial"/>
          <w:b/>
          <w:bCs/>
          <w:color w:val="auto"/>
          <w:sz w:val="22"/>
          <w:szCs w:val="22"/>
        </w:rPr>
        <w:t xml:space="preserve">, </w:t>
      </w:r>
      <w:r w:rsidR="001E3C2A">
        <w:rPr>
          <w:rFonts w:eastAsia="Arial"/>
          <w:b/>
          <w:bCs/>
          <w:color w:val="auto"/>
          <w:sz w:val="22"/>
          <w:szCs w:val="22"/>
        </w:rPr>
        <w:t xml:space="preserve">Ph.D., </w:t>
      </w:r>
      <w:r w:rsidRPr="62464FF7">
        <w:rPr>
          <w:rFonts w:eastAsia="Arial"/>
          <w:color w:val="auto"/>
          <w:sz w:val="22"/>
          <w:szCs w:val="22"/>
        </w:rPr>
        <w:t>ředitelem</w:t>
      </w:r>
    </w:p>
    <w:p w14:paraId="77BA5516"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IČO: </w:t>
      </w:r>
      <w:r>
        <w:rPr>
          <w:color w:val="auto"/>
          <w:sz w:val="22"/>
          <w:szCs w:val="22"/>
        </w:rPr>
        <w:tab/>
      </w:r>
      <w:r>
        <w:rPr>
          <w:color w:val="auto"/>
          <w:sz w:val="22"/>
          <w:szCs w:val="22"/>
        </w:rPr>
        <w:tab/>
      </w:r>
      <w:r>
        <w:rPr>
          <w:color w:val="auto"/>
          <w:sz w:val="22"/>
          <w:szCs w:val="22"/>
        </w:rPr>
        <w:tab/>
      </w:r>
      <w:r w:rsidRPr="62464FF7">
        <w:rPr>
          <w:rFonts w:eastAsia="Arial"/>
          <w:sz w:val="22"/>
          <w:szCs w:val="22"/>
        </w:rPr>
        <w:t>67985882</w:t>
      </w:r>
    </w:p>
    <w:p w14:paraId="425F1AD6"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DIČ: </w:t>
      </w:r>
      <w:r>
        <w:rPr>
          <w:color w:val="auto"/>
          <w:sz w:val="22"/>
          <w:szCs w:val="22"/>
        </w:rPr>
        <w:tab/>
      </w:r>
      <w:r>
        <w:rPr>
          <w:color w:val="auto"/>
          <w:sz w:val="22"/>
          <w:szCs w:val="22"/>
        </w:rPr>
        <w:tab/>
      </w:r>
      <w:r>
        <w:rPr>
          <w:color w:val="auto"/>
          <w:sz w:val="22"/>
          <w:szCs w:val="22"/>
        </w:rPr>
        <w:tab/>
      </w:r>
      <w:r w:rsidRPr="62464FF7">
        <w:rPr>
          <w:rFonts w:eastAsia="Arial"/>
          <w:sz w:val="22"/>
          <w:szCs w:val="22"/>
        </w:rPr>
        <w:t>CZ67985882</w:t>
      </w:r>
    </w:p>
    <w:p w14:paraId="559568AB"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Bankovní účet: </w:t>
      </w:r>
      <w:r>
        <w:rPr>
          <w:color w:val="auto"/>
          <w:sz w:val="22"/>
          <w:szCs w:val="22"/>
        </w:rPr>
        <w:tab/>
      </w:r>
      <w:r w:rsidRPr="62464FF7">
        <w:rPr>
          <w:rFonts w:eastAsia="Arial"/>
          <w:color w:val="auto"/>
          <w:sz w:val="22"/>
          <w:szCs w:val="22"/>
        </w:rPr>
        <w:t>131417340/0300</w:t>
      </w:r>
    </w:p>
    <w:p w14:paraId="5FDD5BA9"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kupující</w:t>
      </w:r>
      <w:r w:rsidRPr="62464FF7">
        <w:rPr>
          <w:rFonts w:eastAsia="Arial"/>
          <w:color w:val="auto"/>
          <w:sz w:val="22"/>
          <w:szCs w:val="22"/>
        </w:rPr>
        <w:t xml:space="preserve">“) </w:t>
      </w:r>
    </w:p>
    <w:p w14:paraId="4A123FAE" w14:textId="77777777" w:rsidR="006D3511" w:rsidRPr="002F110D" w:rsidRDefault="006D3511" w:rsidP="006D3511">
      <w:pPr>
        <w:pStyle w:val="Default"/>
        <w:spacing w:after="120" w:line="276" w:lineRule="auto"/>
        <w:contextualSpacing/>
        <w:rPr>
          <w:rFonts w:eastAsia="Arial"/>
          <w:color w:val="auto"/>
          <w:sz w:val="22"/>
          <w:szCs w:val="22"/>
        </w:rPr>
      </w:pPr>
    </w:p>
    <w:p w14:paraId="3921D585"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a </w:t>
      </w:r>
    </w:p>
    <w:p w14:paraId="62092AF4" w14:textId="77777777" w:rsidR="006D3511" w:rsidRDefault="006D3511" w:rsidP="006D3511">
      <w:pPr>
        <w:pStyle w:val="Default"/>
        <w:spacing w:after="120" w:line="276" w:lineRule="auto"/>
        <w:contextualSpacing/>
        <w:rPr>
          <w:rFonts w:eastAsia="Arial"/>
          <w:color w:val="auto"/>
          <w:sz w:val="22"/>
          <w:szCs w:val="22"/>
        </w:rPr>
      </w:pPr>
    </w:p>
    <w:p w14:paraId="14C1B21A"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b/>
          <w:bCs/>
          <w:sz w:val="22"/>
          <w:szCs w:val="22"/>
          <w:highlight w:val="yellow"/>
        </w:rPr>
        <w:t>[•]</w:t>
      </w:r>
      <w:r w:rsidRPr="62464FF7">
        <w:rPr>
          <w:rFonts w:eastAsia="Arial"/>
          <w:b/>
          <w:bCs/>
          <w:color w:val="auto"/>
          <w:sz w:val="22"/>
          <w:szCs w:val="22"/>
        </w:rPr>
        <w:t xml:space="preserve"> </w:t>
      </w:r>
    </w:p>
    <w:p w14:paraId="65DA52A7"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se sídlem </w:t>
      </w:r>
      <w:r w:rsidRPr="62464FF7">
        <w:rPr>
          <w:rFonts w:eastAsia="Arial"/>
          <w:b/>
          <w:bCs/>
          <w:sz w:val="22"/>
          <w:szCs w:val="22"/>
          <w:highlight w:val="yellow"/>
        </w:rPr>
        <w:t>[•]</w:t>
      </w:r>
    </w:p>
    <w:p w14:paraId="03A1CE40"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zastoupená: </w:t>
      </w:r>
      <w:r>
        <w:rPr>
          <w:color w:val="auto"/>
          <w:sz w:val="22"/>
          <w:szCs w:val="22"/>
        </w:rPr>
        <w:tab/>
      </w:r>
      <w:r>
        <w:rPr>
          <w:color w:val="auto"/>
          <w:sz w:val="22"/>
          <w:szCs w:val="22"/>
        </w:rPr>
        <w:tab/>
      </w:r>
      <w:r w:rsidRPr="62464FF7">
        <w:rPr>
          <w:rFonts w:eastAsia="Arial"/>
          <w:b/>
          <w:bCs/>
          <w:sz w:val="22"/>
          <w:szCs w:val="22"/>
          <w:highlight w:val="yellow"/>
        </w:rPr>
        <w:t>[•]</w:t>
      </w:r>
      <w:r w:rsidRPr="62464FF7">
        <w:rPr>
          <w:rFonts w:eastAsia="Arial"/>
          <w:b/>
          <w:bCs/>
          <w:sz w:val="22"/>
          <w:szCs w:val="22"/>
        </w:rPr>
        <w:t>,</w:t>
      </w:r>
      <w:r w:rsidRPr="62464FF7">
        <w:rPr>
          <w:rFonts w:eastAsia="Arial"/>
          <w:b/>
          <w:bCs/>
          <w:sz w:val="22"/>
          <w:szCs w:val="22"/>
          <w:highlight w:val="yellow"/>
        </w:rPr>
        <w:t>[•]</w:t>
      </w:r>
      <w:r w:rsidRPr="62464FF7">
        <w:rPr>
          <w:rFonts w:eastAsia="Arial"/>
          <w:color w:val="auto"/>
          <w:sz w:val="22"/>
          <w:szCs w:val="22"/>
        </w:rPr>
        <w:t xml:space="preserve"> </w:t>
      </w:r>
    </w:p>
    <w:p w14:paraId="71723135" w14:textId="77777777" w:rsidR="006D3511" w:rsidRDefault="006D3511" w:rsidP="006D3511">
      <w:pPr>
        <w:pStyle w:val="Default"/>
        <w:spacing w:after="120" w:line="276" w:lineRule="auto"/>
        <w:contextualSpacing/>
        <w:rPr>
          <w:rFonts w:eastAsia="Arial"/>
          <w:b/>
          <w:bCs/>
          <w:sz w:val="22"/>
          <w:szCs w:val="22"/>
        </w:rPr>
      </w:pPr>
      <w:r w:rsidRPr="62464FF7">
        <w:rPr>
          <w:rFonts w:eastAsia="Arial"/>
          <w:color w:val="auto"/>
          <w:sz w:val="22"/>
          <w:szCs w:val="22"/>
        </w:rPr>
        <w:t xml:space="preserve">IČO: </w:t>
      </w:r>
      <w:r>
        <w:rPr>
          <w:color w:val="auto"/>
          <w:sz w:val="22"/>
          <w:szCs w:val="22"/>
        </w:rPr>
        <w:tab/>
      </w:r>
      <w:r>
        <w:rPr>
          <w:color w:val="auto"/>
          <w:sz w:val="22"/>
          <w:szCs w:val="22"/>
        </w:rPr>
        <w:tab/>
      </w:r>
      <w:r>
        <w:rPr>
          <w:color w:val="auto"/>
          <w:sz w:val="22"/>
          <w:szCs w:val="22"/>
        </w:rPr>
        <w:tab/>
      </w:r>
      <w:r w:rsidRPr="62464FF7">
        <w:rPr>
          <w:rFonts w:eastAsia="Arial"/>
          <w:b/>
          <w:bCs/>
          <w:sz w:val="22"/>
          <w:szCs w:val="22"/>
          <w:highlight w:val="yellow"/>
        </w:rPr>
        <w:t>[•]</w:t>
      </w:r>
    </w:p>
    <w:p w14:paraId="2C8DB21A" w14:textId="1A4B53D5" w:rsidR="002A5732" w:rsidRDefault="002A5732" w:rsidP="006D3511">
      <w:pPr>
        <w:pStyle w:val="Default"/>
        <w:spacing w:after="120" w:line="276" w:lineRule="auto"/>
        <w:contextualSpacing/>
        <w:rPr>
          <w:rFonts w:eastAsia="Arial"/>
          <w:color w:val="auto"/>
          <w:sz w:val="22"/>
          <w:szCs w:val="22"/>
        </w:rPr>
      </w:pPr>
      <w:r>
        <w:rPr>
          <w:rFonts w:eastAsia="Arial"/>
          <w:color w:val="auto"/>
          <w:sz w:val="22"/>
          <w:szCs w:val="22"/>
        </w:rPr>
        <w:t>DIČ</w:t>
      </w:r>
      <w:r w:rsidRPr="62464FF7">
        <w:rPr>
          <w:rFonts w:eastAsia="Arial"/>
          <w:color w:val="auto"/>
          <w:sz w:val="22"/>
          <w:szCs w:val="22"/>
        </w:rPr>
        <w:t xml:space="preserve">: </w:t>
      </w:r>
      <w:r>
        <w:rPr>
          <w:color w:val="auto"/>
          <w:sz w:val="22"/>
          <w:szCs w:val="22"/>
        </w:rPr>
        <w:tab/>
      </w:r>
      <w:r>
        <w:rPr>
          <w:color w:val="auto"/>
          <w:sz w:val="22"/>
          <w:szCs w:val="22"/>
        </w:rPr>
        <w:tab/>
      </w:r>
      <w:r>
        <w:rPr>
          <w:color w:val="auto"/>
          <w:sz w:val="22"/>
          <w:szCs w:val="22"/>
        </w:rPr>
        <w:tab/>
      </w:r>
      <w:r w:rsidRPr="62464FF7">
        <w:rPr>
          <w:rFonts w:eastAsia="Arial"/>
          <w:b/>
          <w:bCs/>
          <w:sz w:val="22"/>
          <w:szCs w:val="22"/>
          <w:highlight w:val="yellow"/>
        </w:rPr>
        <w:t>[•]</w:t>
      </w:r>
    </w:p>
    <w:p w14:paraId="7BE29101"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Bankovní účet:  </w:t>
      </w:r>
      <w:r>
        <w:rPr>
          <w:color w:val="auto"/>
          <w:sz w:val="22"/>
          <w:szCs w:val="22"/>
        </w:rPr>
        <w:tab/>
      </w:r>
      <w:r w:rsidRPr="62464FF7">
        <w:rPr>
          <w:rFonts w:eastAsia="Arial"/>
          <w:b/>
          <w:bCs/>
          <w:sz w:val="22"/>
          <w:szCs w:val="22"/>
          <w:highlight w:val="yellow"/>
        </w:rPr>
        <w:t>[•]</w:t>
      </w:r>
    </w:p>
    <w:p w14:paraId="3DE1DB95"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prodávající</w:t>
      </w:r>
      <w:r w:rsidRPr="62464FF7">
        <w:rPr>
          <w:rFonts w:eastAsia="Arial"/>
          <w:color w:val="auto"/>
          <w:sz w:val="22"/>
          <w:szCs w:val="22"/>
        </w:rPr>
        <w:t xml:space="preserve">“) </w:t>
      </w:r>
    </w:p>
    <w:p w14:paraId="1CB1C5A9" w14:textId="77777777" w:rsidR="006D3511" w:rsidRDefault="006D3511" w:rsidP="006D3511">
      <w:pPr>
        <w:pStyle w:val="Default"/>
        <w:spacing w:after="120" w:line="276" w:lineRule="auto"/>
        <w:contextualSpacing/>
        <w:rPr>
          <w:rFonts w:eastAsia="Arial"/>
          <w:color w:val="auto"/>
          <w:sz w:val="22"/>
          <w:szCs w:val="22"/>
        </w:rPr>
      </w:pPr>
    </w:p>
    <w:p w14:paraId="6AF8B8C3" w14:textId="77777777" w:rsidR="006D3511" w:rsidRPr="003726EB" w:rsidRDefault="006D3511" w:rsidP="006D3511">
      <w:pPr>
        <w:spacing w:after="120"/>
        <w:contextualSpacing/>
        <w:rPr>
          <w:rFonts w:ascii="Arial" w:eastAsia="Arial" w:hAnsi="Arial" w:cs="Arial"/>
        </w:rPr>
      </w:pPr>
      <w:r w:rsidRPr="003726EB">
        <w:rPr>
          <w:rFonts w:ascii="Arial" w:eastAsia="Arial" w:hAnsi="Arial" w:cs="Arial"/>
        </w:rPr>
        <w:t>(dále společně označovány jako „</w:t>
      </w:r>
      <w:r w:rsidRPr="003726EB">
        <w:rPr>
          <w:rFonts w:ascii="Arial" w:eastAsia="Arial" w:hAnsi="Arial" w:cs="Arial"/>
          <w:b/>
          <w:bCs/>
        </w:rPr>
        <w:t>smluvní strany</w:t>
      </w:r>
      <w:r w:rsidRPr="003726EB">
        <w:rPr>
          <w:rFonts w:ascii="Arial" w:eastAsia="Arial" w:hAnsi="Arial" w:cs="Arial"/>
        </w:rPr>
        <w:t xml:space="preserve">“) </w:t>
      </w:r>
    </w:p>
    <w:p w14:paraId="62D4FEE8" w14:textId="77777777" w:rsidR="006D3511" w:rsidRPr="003726EB" w:rsidRDefault="006D3511" w:rsidP="006D3511">
      <w:pPr>
        <w:spacing w:after="120"/>
        <w:contextualSpacing/>
        <w:rPr>
          <w:rFonts w:ascii="Arial" w:eastAsia="Arial" w:hAnsi="Arial" w:cs="Arial"/>
        </w:rPr>
      </w:pPr>
    </w:p>
    <w:p w14:paraId="3D86E3FB" w14:textId="7B7409C1" w:rsidR="00CF177E" w:rsidRDefault="006D3511" w:rsidP="006A7482">
      <w:pPr>
        <w:spacing w:after="120"/>
        <w:contextualSpacing/>
        <w:rPr>
          <w:rFonts w:ascii="Arial" w:eastAsia="Arial" w:hAnsi="Arial" w:cs="Arial"/>
        </w:rPr>
      </w:pPr>
      <w:r w:rsidRPr="003726EB">
        <w:rPr>
          <w:rFonts w:ascii="Arial" w:eastAsia="Arial" w:hAnsi="Arial" w:cs="Arial"/>
        </w:rPr>
        <w:t xml:space="preserve">uzavírají tuto smlouvu: </w:t>
      </w:r>
    </w:p>
    <w:p w14:paraId="6EDB9AD9" w14:textId="77777777" w:rsidR="002B48E2" w:rsidRDefault="002B48E2" w:rsidP="006A7482">
      <w:pPr>
        <w:spacing w:after="120"/>
        <w:contextualSpacing/>
        <w:rPr>
          <w:rFonts w:ascii="Arial" w:eastAsia="Arial" w:hAnsi="Arial" w:cs="Arial"/>
        </w:rPr>
      </w:pPr>
    </w:p>
    <w:p w14:paraId="776784BB" w14:textId="77777777" w:rsidR="002B48E2" w:rsidRPr="006A7482" w:rsidRDefault="002B48E2" w:rsidP="006A7482">
      <w:pPr>
        <w:spacing w:after="120"/>
        <w:contextualSpacing/>
        <w:rPr>
          <w:rFonts w:ascii="Arial" w:eastAsia="Arial" w:hAnsi="Arial" w:cs="Arial"/>
        </w:rPr>
      </w:pPr>
    </w:p>
    <w:p w14:paraId="19DAC1A4"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II.</w:t>
      </w:r>
    </w:p>
    <w:p w14:paraId="78435EA8"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PŘEDMĚT SMLOUVY</w:t>
      </w:r>
    </w:p>
    <w:p w14:paraId="4B934812" w14:textId="7D2D3623" w:rsidR="006D3511" w:rsidRDefault="006D3511" w:rsidP="006D3511">
      <w:pPr>
        <w:pStyle w:val="Default"/>
        <w:numPr>
          <w:ilvl w:val="0"/>
          <w:numId w:val="1"/>
        </w:numPr>
        <w:spacing w:after="120" w:line="276" w:lineRule="auto"/>
        <w:ind w:left="426" w:hanging="426"/>
        <w:jc w:val="both"/>
        <w:rPr>
          <w:color w:val="auto"/>
          <w:sz w:val="22"/>
          <w:szCs w:val="22"/>
        </w:rPr>
      </w:pPr>
      <w:r w:rsidRPr="001E6492">
        <w:rPr>
          <w:rFonts w:eastAsia="Arial"/>
          <w:color w:val="auto"/>
          <w:sz w:val="22"/>
          <w:szCs w:val="22"/>
        </w:rPr>
        <w:t xml:space="preserve">Tato smlouva je uzavírána na základě výsledku veřejné zakázky </w:t>
      </w:r>
      <w:r w:rsidR="00D046A4" w:rsidRPr="001E6492">
        <w:rPr>
          <w:rFonts w:eastAsia="Arial"/>
          <w:color w:val="auto"/>
          <w:sz w:val="22"/>
          <w:szCs w:val="22"/>
        </w:rPr>
        <w:t>zadávané v</w:t>
      </w:r>
      <w:r w:rsidR="009F0ECC" w:rsidRPr="001E6492">
        <w:rPr>
          <w:rFonts w:eastAsia="Arial"/>
          <w:color w:val="auto"/>
          <w:sz w:val="22"/>
          <w:szCs w:val="22"/>
        </w:rPr>
        <w:t xml:space="preserve">e zjednodušeném podlimitním </w:t>
      </w:r>
      <w:r w:rsidR="00D046A4" w:rsidRPr="001E6492">
        <w:rPr>
          <w:rFonts w:eastAsia="Arial"/>
          <w:color w:val="auto"/>
          <w:sz w:val="22"/>
          <w:szCs w:val="22"/>
        </w:rPr>
        <w:t xml:space="preserve">řízení </w:t>
      </w:r>
      <w:r w:rsidRPr="001E6492">
        <w:rPr>
          <w:rFonts w:eastAsia="Arial"/>
          <w:color w:val="auto"/>
          <w:sz w:val="22"/>
          <w:szCs w:val="22"/>
        </w:rPr>
        <w:t>s názvem „</w:t>
      </w:r>
      <w:r w:rsidR="003E79F1">
        <w:rPr>
          <w:rFonts w:eastAsia="Arial"/>
          <w:b/>
          <w:bCs/>
          <w:color w:val="auto"/>
          <w:sz w:val="22"/>
          <w:szCs w:val="22"/>
        </w:rPr>
        <w:t>D</w:t>
      </w:r>
      <w:r w:rsidR="00E24E30">
        <w:rPr>
          <w:rFonts w:eastAsia="Arial"/>
          <w:b/>
          <w:bCs/>
          <w:color w:val="auto"/>
          <w:sz w:val="22"/>
          <w:szCs w:val="22"/>
        </w:rPr>
        <w:t>igitální</w:t>
      </w:r>
      <w:r w:rsidR="00E24E30" w:rsidRPr="001E6492">
        <w:rPr>
          <w:rFonts w:eastAsia="Arial"/>
          <w:b/>
          <w:bCs/>
          <w:color w:val="auto"/>
          <w:sz w:val="22"/>
          <w:szCs w:val="22"/>
        </w:rPr>
        <w:t xml:space="preserve"> </w:t>
      </w:r>
      <w:r w:rsidR="009F0ECC" w:rsidRPr="001E6492">
        <w:rPr>
          <w:rFonts w:eastAsia="Arial"/>
          <w:b/>
          <w:bCs/>
          <w:color w:val="auto"/>
          <w:sz w:val="22"/>
          <w:szCs w:val="22"/>
        </w:rPr>
        <w:t>kamer</w:t>
      </w:r>
      <w:r w:rsidR="003E79F1">
        <w:rPr>
          <w:rFonts w:eastAsia="Arial"/>
          <w:b/>
          <w:bCs/>
          <w:color w:val="auto"/>
          <w:sz w:val="22"/>
          <w:szCs w:val="22"/>
        </w:rPr>
        <w:t>a</w:t>
      </w:r>
      <w:r w:rsidR="009F0ECC" w:rsidRPr="001E6492">
        <w:rPr>
          <w:rFonts w:eastAsia="Arial"/>
          <w:b/>
          <w:bCs/>
          <w:color w:val="auto"/>
          <w:sz w:val="22"/>
          <w:szCs w:val="22"/>
        </w:rPr>
        <w:t xml:space="preserve"> s vysokou snímkovací frekvencí</w:t>
      </w:r>
      <w:r w:rsidRPr="001E6492">
        <w:rPr>
          <w:rFonts w:eastAsia="Arial"/>
          <w:color w:val="auto"/>
          <w:sz w:val="22"/>
          <w:szCs w:val="22"/>
        </w:rPr>
        <w:t>“ kupujícího jakožto zadavatele (dále jen „</w:t>
      </w:r>
      <w:r w:rsidR="00045991" w:rsidRPr="001E6492">
        <w:rPr>
          <w:rFonts w:eastAsia="Arial"/>
          <w:b/>
          <w:bCs/>
          <w:color w:val="auto"/>
          <w:sz w:val="22"/>
          <w:szCs w:val="22"/>
        </w:rPr>
        <w:t>veřejná zakázka</w:t>
      </w:r>
      <w:r w:rsidRPr="001E6492">
        <w:rPr>
          <w:rFonts w:eastAsia="Arial"/>
          <w:color w:val="auto"/>
          <w:sz w:val="22"/>
          <w:szCs w:val="22"/>
        </w:rPr>
        <w:t xml:space="preserve">“), a to s prodávajícím, který splňuje </w:t>
      </w:r>
      <w:r w:rsidRPr="62464FF7">
        <w:rPr>
          <w:rFonts w:eastAsia="Arial"/>
          <w:color w:val="auto"/>
          <w:sz w:val="22"/>
          <w:szCs w:val="22"/>
        </w:rPr>
        <w:t xml:space="preserve">všechny </w:t>
      </w:r>
      <w:r w:rsidRPr="62464FF7">
        <w:rPr>
          <w:rFonts w:eastAsia="Arial"/>
          <w:color w:val="auto"/>
          <w:sz w:val="22"/>
          <w:szCs w:val="22"/>
        </w:rPr>
        <w:lastRenderedPageBreak/>
        <w:t xml:space="preserve">podmínky výzvy k podání nabídky v dané </w:t>
      </w:r>
      <w:r w:rsidR="00045991">
        <w:rPr>
          <w:rFonts w:eastAsia="Arial"/>
          <w:color w:val="auto"/>
          <w:sz w:val="22"/>
          <w:szCs w:val="22"/>
        </w:rPr>
        <w:t>veřejné zakázce</w:t>
      </w:r>
      <w:r w:rsidRPr="62464FF7">
        <w:rPr>
          <w:rFonts w:eastAsia="Arial"/>
          <w:color w:val="auto"/>
          <w:sz w:val="22"/>
          <w:szCs w:val="22"/>
        </w:rPr>
        <w:t>, a jehož nabídka byla vybrána jako ekonomicky nejvýhodnější. Podkladem pro tuto smlouvu je rovněž nabídka prodávajícího ze dne</w:t>
      </w:r>
      <w:bookmarkStart w:id="0" w:name="_Hlk94519949"/>
      <w:r w:rsidRPr="62464FF7">
        <w:rPr>
          <w:rFonts w:eastAsia="Arial"/>
          <w:color w:val="auto"/>
          <w:sz w:val="22"/>
          <w:szCs w:val="22"/>
        </w:rPr>
        <w:t xml:space="preserve"> </w:t>
      </w:r>
      <w:r w:rsidRPr="62464FF7">
        <w:rPr>
          <w:rFonts w:eastAsia="Arial"/>
          <w:b/>
          <w:bCs/>
          <w:sz w:val="22"/>
          <w:szCs w:val="22"/>
          <w:highlight w:val="yellow"/>
        </w:rPr>
        <w:t>[•]</w:t>
      </w:r>
      <w:r w:rsidRPr="62464FF7">
        <w:rPr>
          <w:rFonts w:eastAsia="Arial"/>
          <w:color w:val="auto"/>
          <w:sz w:val="22"/>
          <w:szCs w:val="22"/>
        </w:rPr>
        <w:t xml:space="preserve">. </w:t>
      </w:r>
      <w:bookmarkEnd w:id="0"/>
    </w:p>
    <w:p w14:paraId="6C40A9E3" w14:textId="46BE79E2" w:rsidR="006D3511" w:rsidRPr="004D7429" w:rsidRDefault="006D3511" w:rsidP="006D3511">
      <w:pPr>
        <w:pStyle w:val="Default"/>
        <w:numPr>
          <w:ilvl w:val="0"/>
          <w:numId w:val="1"/>
        </w:numPr>
        <w:spacing w:after="120" w:line="276" w:lineRule="auto"/>
        <w:ind w:left="426" w:hanging="426"/>
        <w:jc w:val="both"/>
        <w:rPr>
          <w:rFonts w:eastAsia="Arial"/>
          <w:color w:val="auto"/>
          <w:sz w:val="22"/>
          <w:szCs w:val="22"/>
        </w:rPr>
      </w:pPr>
      <w:bookmarkStart w:id="1" w:name="_Hlk94526949"/>
      <w:r w:rsidRPr="000D3C3B">
        <w:rPr>
          <w:rFonts w:eastAsia="Arial"/>
          <w:color w:val="auto"/>
          <w:sz w:val="22"/>
          <w:szCs w:val="22"/>
        </w:rPr>
        <w:t>Prodávající se zavazuje dodat kupujícímu</w:t>
      </w:r>
      <w:r w:rsidR="00424721">
        <w:rPr>
          <w:rFonts w:eastAsia="Arial"/>
          <w:b/>
          <w:bCs/>
          <w:iCs/>
          <w:sz w:val="22"/>
          <w:szCs w:val="22"/>
        </w:rPr>
        <w:t xml:space="preserve"> </w:t>
      </w:r>
      <w:r w:rsidR="000D3C3B">
        <w:rPr>
          <w:rFonts w:eastAsia="Arial"/>
          <w:b/>
          <w:bCs/>
          <w:iCs/>
          <w:sz w:val="22"/>
          <w:szCs w:val="22"/>
        </w:rPr>
        <w:t>1 ks</w:t>
      </w:r>
      <w:r w:rsidR="001E6492" w:rsidRPr="001E6492">
        <w:t xml:space="preserve"> </w:t>
      </w:r>
      <w:r w:rsidR="00E24E30">
        <w:rPr>
          <w:rFonts w:eastAsia="Arial"/>
          <w:b/>
          <w:bCs/>
          <w:iCs/>
          <w:sz w:val="22"/>
          <w:szCs w:val="22"/>
        </w:rPr>
        <w:t>digitální</w:t>
      </w:r>
      <w:r w:rsidR="00E24E30" w:rsidRPr="001E6492">
        <w:rPr>
          <w:rFonts w:eastAsia="Arial"/>
          <w:b/>
          <w:bCs/>
          <w:iCs/>
          <w:sz w:val="22"/>
          <w:szCs w:val="22"/>
        </w:rPr>
        <w:t xml:space="preserve"> </w:t>
      </w:r>
      <w:r w:rsidR="001E6492" w:rsidRPr="001E6492">
        <w:rPr>
          <w:rFonts w:eastAsia="Arial"/>
          <w:b/>
          <w:bCs/>
          <w:iCs/>
          <w:sz w:val="22"/>
          <w:szCs w:val="22"/>
        </w:rPr>
        <w:t>kamer</w:t>
      </w:r>
      <w:r w:rsidR="001E6492">
        <w:rPr>
          <w:rFonts w:eastAsia="Arial"/>
          <w:b/>
          <w:bCs/>
          <w:iCs/>
          <w:sz w:val="22"/>
          <w:szCs w:val="22"/>
        </w:rPr>
        <w:t>y</w:t>
      </w:r>
      <w:r w:rsidR="001E6492" w:rsidRPr="001E6492">
        <w:rPr>
          <w:rFonts w:eastAsia="Arial"/>
          <w:b/>
          <w:bCs/>
          <w:iCs/>
          <w:sz w:val="22"/>
          <w:szCs w:val="22"/>
        </w:rPr>
        <w:t xml:space="preserve"> s vysokou snímkovací frekvencí</w:t>
      </w:r>
      <w:r w:rsidR="0010761B">
        <w:t xml:space="preserve"> </w:t>
      </w:r>
      <w:r w:rsidR="00831675" w:rsidRPr="00257982">
        <w:rPr>
          <w:sz w:val="22"/>
          <w:szCs w:val="22"/>
        </w:rPr>
        <w:t>(dále jen jako</w:t>
      </w:r>
      <w:r w:rsidR="00831675">
        <w:rPr>
          <w:b/>
          <w:bCs/>
          <w:sz w:val="22"/>
          <w:szCs w:val="22"/>
        </w:rPr>
        <w:t xml:space="preserve"> „zařízení“</w:t>
      </w:r>
      <w:r w:rsidR="00831675" w:rsidRPr="00257982">
        <w:rPr>
          <w:sz w:val="22"/>
          <w:szCs w:val="22"/>
        </w:rPr>
        <w:t>)</w:t>
      </w:r>
      <w:r w:rsidR="00831675">
        <w:rPr>
          <w:b/>
          <w:bCs/>
        </w:rPr>
        <w:t>.</w:t>
      </w:r>
      <w:bookmarkEnd w:id="1"/>
      <w:r w:rsidR="006055D8">
        <w:rPr>
          <w:rFonts w:eastAsia="Arial"/>
          <w:b/>
          <w:bCs/>
          <w:iCs/>
          <w:sz w:val="22"/>
          <w:szCs w:val="22"/>
        </w:rPr>
        <w:t xml:space="preserve"> </w:t>
      </w:r>
      <w:r w:rsidR="00CC6AA4">
        <w:rPr>
          <w:rFonts w:eastAsia="Arial"/>
          <w:b/>
          <w:bCs/>
          <w:iCs/>
          <w:sz w:val="22"/>
          <w:szCs w:val="22"/>
        </w:rPr>
        <w:t xml:space="preserve"> </w:t>
      </w:r>
      <w:bookmarkStart w:id="2" w:name="_Hlk94527261"/>
      <w:r w:rsidR="00CC6AA4" w:rsidRPr="00257982">
        <w:rPr>
          <w:rFonts w:eastAsia="Arial"/>
          <w:iCs/>
          <w:sz w:val="22"/>
          <w:szCs w:val="22"/>
        </w:rPr>
        <w:t>Zařízení musí splňovat</w:t>
      </w:r>
      <w:r w:rsidR="00CC6AA4" w:rsidRPr="00CC6AA4">
        <w:rPr>
          <w:rFonts w:eastAsia="Arial"/>
          <w:b/>
          <w:bCs/>
          <w:iCs/>
          <w:sz w:val="22"/>
          <w:szCs w:val="22"/>
        </w:rPr>
        <w:t xml:space="preserve"> </w:t>
      </w:r>
      <w:r w:rsidR="00CC6AA4">
        <w:rPr>
          <w:rFonts w:eastAsia="Arial"/>
          <w:color w:val="auto"/>
          <w:sz w:val="22"/>
          <w:szCs w:val="22"/>
        </w:rPr>
        <w:t>t</w:t>
      </w:r>
      <w:r w:rsidRPr="00C077C7">
        <w:rPr>
          <w:rFonts w:eastAsia="Arial"/>
          <w:color w:val="auto"/>
          <w:sz w:val="22"/>
          <w:szCs w:val="22"/>
        </w:rPr>
        <w:t>echnick</w:t>
      </w:r>
      <w:r w:rsidR="00CC6AA4">
        <w:rPr>
          <w:rFonts w:eastAsia="Arial"/>
          <w:color w:val="auto"/>
          <w:sz w:val="22"/>
          <w:szCs w:val="22"/>
        </w:rPr>
        <w:t>ou</w:t>
      </w:r>
      <w:r w:rsidRPr="62464FF7">
        <w:rPr>
          <w:rFonts w:eastAsia="Arial"/>
          <w:color w:val="auto"/>
          <w:sz w:val="22"/>
          <w:szCs w:val="22"/>
        </w:rPr>
        <w:t xml:space="preserve"> specifikac</w:t>
      </w:r>
      <w:r w:rsidR="00CC6AA4">
        <w:rPr>
          <w:rFonts w:eastAsia="Arial"/>
          <w:color w:val="auto"/>
          <w:sz w:val="22"/>
          <w:szCs w:val="22"/>
        </w:rPr>
        <w:t>i</w:t>
      </w:r>
      <w:r w:rsidR="003F643A">
        <w:rPr>
          <w:rFonts w:eastAsia="Arial"/>
          <w:color w:val="auto"/>
          <w:sz w:val="22"/>
          <w:szCs w:val="22"/>
        </w:rPr>
        <w:t xml:space="preserve"> </w:t>
      </w:r>
      <w:r w:rsidRPr="62464FF7">
        <w:rPr>
          <w:rFonts w:eastAsia="Arial"/>
          <w:color w:val="auto"/>
          <w:sz w:val="22"/>
          <w:szCs w:val="22"/>
        </w:rPr>
        <w:t>uveden</w:t>
      </w:r>
      <w:r w:rsidR="00CC6AA4">
        <w:rPr>
          <w:rFonts w:eastAsia="Arial"/>
          <w:color w:val="auto"/>
          <w:sz w:val="22"/>
          <w:szCs w:val="22"/>
        </w:rPr>
        <w:t>ou</w:t>
      </w:r>
      <w:r w:rsidRPr="62464FF7">
        <w:rPr>
          <w:rFonts w:eastAsia="Arial"/>
          <w:color w:val="auto"/>
          <w:sz w:val="22"/>
          <w:szCs w:val="22"/>
        </w:rPr>
        <w:t xml:space="preserve"> v příloze č. 1 této smlouvy, pokud z povahy jednotlivých ustanovení této smlouvy nevyplývá něco jiného</w:t>
      </w:r>
      <w:r>
        <w:rPr>
          <w:rFonts w:eastAsia="Arial"/>
          <w:color w:val="auto"/>
          <w:sz w:val="22"/>
          <w:szCs w:val="22"/>
        </w:rPr>
        <w:t>.</w:t>
      </w:r>
      <w:bookmarkEnd w:id="2"/>
      <w:r>
        <w:rPr>
          <w:rFonts w:eastAsia="Arial"/>
          <w:color w:val="auto"/>
          <w:sz w:val="22"/>
          <w:szCs w:val="22"/>
        </w:rPr>
        <w:t xml:space="preserve"> </w:t>
      </w:r>
    </w:p>
    <w:p w14:paraId="07C25105" w14:textId="77777777" w:rsidR="006D3511" w:rsidRPr="00280DA6" w:rsidRDefault="006D3511" w:rsidP="006D3511">
      <w:pPr>
        <w:pStyle w:val="Default"/>
        <w:numPr>
          <w:ilvl w:val="0"/>
          <w:numId w:val="1"/>
        </w:numPr>
        <w:spacing w:after="120" w:line="276" w:lineRule="auto"/>
        <w:ind w:left="426" w:hanging="426"/>
        <w:jc w:val="both"/>
        <w:rPr>
          <w:color w:val="auto"/>
          <w:sz w:val="22"/>
          <w:szCs w:val="22"/>
        </w:rPr>
      </w:pPr>
      <w:r w:rsidRPr="00280DA6">
        <w:rPr>
          <w:rFonts w:eastAsia="Arial"/>
          <w:color w:val="auto"/>
          <w:sz w:val="22"/>
          <w:szCs w:val="22"/>
        </w:rPr>
        <w:t xml:space="preserve">Součástí závazku prodávajícího dle předchozího odstavce je: </w:t>
      </w:r>
    </w:p>
    <w:p w14:paraId="667400BF" w14:textId="201F72A1" w:rsidR="00280DA6" w:rsidRPr="00280DA6" w:rsidRDefault="006055D8" w:rsidP="00280DA6">
      <w:pPr>
        <w:pStyle w:val="Default"/>
        <w:numPr>
          <w:ilvl w:val="0"/>
          <w:numId w:val="15"/>
        </w:numPr>
        <w:spacing w:after="120" w:line="276" w:lineRule="auto"/>
        <w:jc w:val="both"/>
        <w:rPr>
          <w:color w:val="auto"/>
          <w:sz w:val="22"/>
          <w:szCs w:val="22"/>
        </w:rPr>
      </w:pPr>
      <w:bookmarkStart w:id="3" w:name="_Hlk42677878"/>
      <w:r w:rsidRPr="006055D8">
        <w:rPr>
          <w:rFonts w:eastAsia="Arial"/>
          <w:color w:val="auto"/>
          <w:sz w:val="22"/>
          <w:szCs w:val="22"/>
        </w:rPr>
        <w:t>doprava zařízení do objektu kupujícího uvedeného v čl. III odst. 1 této smlouvy</w:t>
      </w:r>
      <w:bookmarkEnd w:id="3"/>
      <w:r w:rsidR="004270B4">
        <w:rPr>
          <w:rFonts w:eastAsia="Arial"/>
          <w:color w:val="auto"/>
          <w:sz w:val="22"/>
          <w:szCs w:val="22"/>
        </w:rPr>
        <w:t xml:space="preserve"> </w:t>
      </w:r>
      <w:r w:rsidR="004270B4" w:rsidRPr="00491E4F">
        <w:rPr>
          <w:rFonts w:ascii="Open Sans" w:hAnsi="Open Sans" w:cs="Open Sans"/>
          <w:sz w:val="22"/>
          <w:szCs w:val="22"/>
        </w:rPr>
        <w:t xml:space="preserve">(DDP dle pravidel </w:t>
      </w:r>
      <w:proofErr w:type="spellStart"/>
      <w:r w:rsidR="004270B4" w:rsidRPr="00491E4F">
        <w:rPr>
          <w:rFonts w:ascii="Open Sans" w:hAnsi="Open Sans" w:cs="Open Sans"/>
          <w:sz w:val="22"/>
          <w:szCs w:val="22"/>
        </w:rPr>
        <w:t>Incoterms</w:t>
      </w:r>
      <w:proofErr w:type="spellEnd"/>
      <w:r w:rsidR="004270B4" w:rsidRPr="00491E4F">
        <w:rPr>
          <w:rFonts w:ascii="Open Sans" w:hAnsi="Open Sans" w:cs="Open Sans"/>
          <w:sz w:val="22"/>
          <w:szCs w:val="22"/>
        </w:rPr>
        <w:t xml:space="preserve"> 2020)</w:t>
      </w:r>
      <w:r w:rsidR="00280DA6" w:rsidRPr="00280DA6">
        <w:rPr>
          <w:rFonts w:eastAsia="Arial"/>
          <w:color w:val="auto"/>
          <w:sz w:val="22"/>
          <w:szCs w:val="22"/>
        </w:rPr>
        <w:t xml:space="preserve">; </w:t>
      </w:r>
    </w:p>
    <w:p w14:paraId="45501864" w14:textId="7F0B6DF1" w:rsidR="00280DA6" w:rsidRPr="00E53613" w:rsidRDefault="00EB1A1E" w:rsidP="00280DA6">
      <w:pPr>
        <w:pStyle w:val="Default"/>
        <w:numPr>
          <w:ilvl w:val="0"/>
          <w:numId w:val="15"/>
        </w:numPr>
        <w:spacing w:after="120" w:line="276" w:lineRule="auto"/>
        <w:jc w:val="both"/>
        <w:rPr>
          <w:rFonts w:eastAsia="Arial"/>
          <w:color w:val="auto"/>
          <w:sz w:val="22"/>
          <w:szCs w:val="22"/>
        </w:rPr>
      </w:pPr>
      <w:r>
        <w:rPr>
          <w:rFonts w:eastAsia="Arial"/>
          <w:sz w:val="22"/>
          <w:szCs w:val="22"/>
        </w:rPr>
        <w:t>uvedení zařízení do provozu</w:t>
      </w:r>
      <w:r w:rsidR="006D3511" w:rsidRPr="00E53613">
        <w:rPr>
          <w:rFonts w:eastAsia="Arial"/>
          <w:color w:val="auto"/>
          <w:sz w:val="22"/>
          <w:szCs w:val="22"/>
        </w:rPr>
        <w:t>;</w:t>
      </w:r>
    </w:p>
    <w:p w14:paraId="5B6A60FE" w14:textId="6726C3FA" w:rsidR="00280DA6" w:rsidRPr="00280DA6" w:rsidRDefault="006D3511" w:rsidP="00280DA6">
      <w:pPr>
        <w:pStyle w:val="Default"/>
        <w:numPr>
          <w:ilvl w:val="0"/>
          <w:numId w:val="15"/>
        </w:numPr>
        <w:spacing w:after="120" w:line="276" w:lineRule="auto"/>
        <w:jc w:val="both"/>
        <w:rPr>
          <w:sz w:val="22"/>
          <w:szCs w:val="22"/>
        </w:rPr>
      </w:pPr>
      <w:r w:rsidRPr="57415674">
        <w:rPr>
          <w:rFonts w:eastAsia="Arial"/>
          <w:sz w:val="22"/>
          <w:szCs w:val="22"/>
        </w:rPr>
        <w:t xml:space="preserve">předání dokladů a dokumentů vztahujících se k užívání dodaného zařízení (zejména návod k obsluze a údržbě v českém </w:t>
      </w:r>
      <w:r w:rsidR="00F135E9">
        <w:rPr>
          <w:rFonts w:eastAsia="Arial"/>
          <w:sz w:val="22"/>
          <w:szCs w:val="22"/>
        </w:rPr>
        <w:t xml:space="preserve">nebo </w:t>
      </w:r>
      <w:r w:rsidRPr="57415674">
        <w:rPr>
          <w:rFonts w:eastAsia="Arial"/>
          <w:sz w:val="22"/>
          <w:szCs w:val="22"/>
        </w:rPr>
        <w:t>anglickém jazyce, prohlášení o shodě)</w:t>
      </w:r>
      <w:r w:rsidR="00BE3E18" w:rsidRPr="57415674">
        <w:rPr>
          <w:rFonts w:eastAsia="Arial"/>
          <w:sz w:val="22"/>
          <w:szCs w:val="22"/>
        </w:rPr>
        <w:t>;</w:t>
      </w:r>
    </w:p>
    <w:p w14:paraId="4354384F" w14:textId="4D2B6FFC" w:rsidR="006D3511" w:rsidRPr="00C717ED" w:rsidRDefault="006D3511" w:rsidP="00280DA6">
      <w:pPr>
        <w:pStyle w:val="Default"/>
        <w:numPr>
          <w:ilvl w:val="0"/>
          <w:numId w:val="15"/>
        </w:numPr>
        <w:spacing w:after="120" w:line="276" w:lineRule="auto"/>
        <w:jc w:val="both"/>
        <w:rPr>
          <w:sz w:val="22"/>
          <w:szCs w:val="22"/>
        </w:rPr>
      </w:pPr>
      <w:r w:rsidRPr="00117344">
        <w:rPr>
          <w:rFonts w:eastAsia="Arial"/>
          <w:sz w:val="22"/>
          <w:szCs w:val="22"/>
        </w:rPr>
        <w:t xml:space="preserve">zaškolení určených zaměstnanců kupujícího k obsluze a údržbě zařízení v počtu minimálně </w:t>
      </w:r>
      <w:r w:rsidR="00BB2777">
        <w:rPr>
          <w:rFonts w:eastAsia="Arial"/>
          <w:sz w:val="22"/>
          <w:szCs w:val="22"/>
        </w:rPr>
        <w:t>2</w:t>
      </w:r>
      <w:r w:rsidRPr="00117344">
        <w:rPr>
          <w:rFonts w:eastAsia="Arial"/>
          <w:sz w:val="22"/>
          <w:szCs w:val="22"/>
        </w:rPr>
        <w:t xml:space="preserve"> (</w:t>
      </w:r>
      <w:r w:rsidR="004E12CC" w:rsidRPr="00117344">
        <w:rPr>
          <w:rFonts w:eastAsia="Arial"/>
          <w:sz w:val="22"/>
          <w:szCs w:val="22"/>
        </w:rPr>
        <w:t xml:space="preserve">slovy: </w:t>
      </w:r>
      <w:r w:rsidR="00722CA6">
        <w:rPr>
          <w:rFonts w:eastAsia="Arial"/>
          <w:sz w:val="22"/>
          <w:szCs w:val="22"/>
        </w:rPr>
        <w:t>pěti</w:t>
      </w:r>
      <w:r w:rsidRPr="00117344">
        <w:rPr>
          <w:rFonts w:eastAsia="Arial"/>
          <w:sz w:val="22"/>
          <w:szCs w:val="22"/>
        </w:rPr>
        <w:t xml:space="preserve">) osob (dále jen </w:t>
      </w:r>
      <w:r w:rsidRPr="00117344">
        <w:rPr>
          <w:rFonts w:eastAsia="Arial"/>
          <w:b/>
          <w:bCs/>
          <w:sz w:val="22"/>
          <w:szCs w:val="22"/>
        </w:rPr>
        <w:t>„zaškolení obsluhy</w:t>
      </w:r>
      <w:r w:rsidRPr="00117344">
        <w:rPr>
          <w:rFonts w:eastAsia="Arial"/>
          <w:sz w:val="22"/>
          <w:szCs w:val="22"/>
        </w:rPr>
        <w:t xml:space="preserve">“) v délce </w:t>
      </w:r>
      <w:r w:rsidR="00BB2777">
        <w:rPr>
          <w:rFonts w:eastAsia="Arial"/>
          <w:sz w:val="22"/>
          <w:szCs w:val="22"/>
        </w:rPr>
        <w:t>až 4</w:t>
      </w:r>
      <w:r w:rsidR="00722CA6">
        <w:rPr>
          <w:rFonts w:eastAsia="Arial"/>
          <w:sz w:val="22"/>
          <w:szCs w:val="22"/>
        </w:rPr>
        <w:t xml:space="preserve"> </w:t>
      </w:r>
      <w:r w:rsidRPr="00117344">
        <w:rPr>
          <w:rFonts w:eastAsia="Arial"/>
          <w:sz w:val="22"/>
          <w:szCs w:val="22"/>
        </w:rPr>
        <w:t xml:space="preserve">(slovy: </w:t>
      </w:r>
      <w:r w:rsidR="00BB2777">
        <w:rPr>
          <w:rFonts w:eastAsia="Arial"/>
          <w:sz w:val="22"/>
          <w:szCs w:val="22"/>
        </w:rPr>
        <w:t>čtyř</w:t>
      </w:r>
      <w:r w:rsidRPr="00117344">
        <w:rPr>
          <w:rFonts w:eastAsia="Arial"/>
          <w:sz w:val="22"/>
          <w:szCs w:val="22"/>
        </w:rPr>
        <w:t xml:space="preserve">) </w:t>
      </w:r>
      <w:r w:rsidR="00BB2777">
        <w:rPr>
          <w:rFonts w:eastAsia="Arial"/>
          <w:sz w:val="22"/>
          <w:szCs w:val="22"/>
        </w:rPr>
        <w:t>hodin</w:t>
      </w:r>
      <w:r w:rsidRPr="00117344">
        <w:rPr>
          <w:rFonts w:eastAsia="Arial"/>
          <w:sz w:val="22"/>
          <w:szCs w:val="22"/>
        </w:rPr>
        <w:t xml:space="preserve"> v</w:t>
      </w:r>
      <w:r w:rsidR="00505771" w:rsidRPr="00117344">
        <w:rPr>
          <w:rFonts w:eastAsia="Arial"/>
          <w:sz w:val="22"/>
          <w:szCs w:val="22"/>
        </w:rPr>
        <w:t xml:space="preserve"> českém nebo </w:t>
      </w:r>
      <w:r w:rsidRPr="00117344">
        <w:rPr>
          <w:rFonts w:eastAsia="Arial"/>
          <w:sz w:val="22"/>
          <w:szCs w:val="22"/>
        </w:rPr>
        <w:t>anglickém jazyce</w:t>
      </w:r>
      <w:r w:rsidR="00722CA6">
        <w:rPr>
          <w:rFonts w:eastAsia="Arial"/>
          <w:sz w:val="22"/>
          <w:szCs w:val="22"/>
        </w:rPr>
        <w:t>.</w:t>
      </w:r>
    </w:p>
    <w:p w14:paraId="388FD0A6" w14:textId="7EC47171" w:rsidR="00C717ED" w:rsidRPr="00C717ED" w:rsidRDefault="00C717ED" w:rsidP="00C717ED">
      <w:pPr>
        <w:pStyle w:val="Odstavecseseznamem"/>
        <w:numPr>
          <w:ilvl w:val="0"/>
          <w:numId w:val="15"/>
        </w:numPr>
        <w:jc w:val="both"/>
        <w:rPr>
          <w:rFonts w:ascii="Arial" w:eastAsia="Calibri" w:hAnsi="Arial" w:cs="Arial"/>
          <w:color w:val="000000"/>
        </w:rPr>
      </w:pPr>
      <w:r w:rsidRPr="00C717ED">
        <w:rPr>
          <w:rFonts w:ascii="Arial" w:eastAsia="Calibri" w:hAnsi="Arial" w:cs="Arial"/>
          <w:color w:val="000000"/>
        </w:rPr>
        <w:t>likvidace obalů a celkový úklid místa předání před předáním a převzetím, přičemž likvidace takto vzniklých odpadů musí proběhnout ekologickým způsobem a v souladu s příslušnými právními předpisy o nakládání s odpady.</w:t>
      </w:r>
    </w:p>
    <w:p w14:paraId="3302E20B" w14:textId="05FE2422" w:rsidR="006D3511" w:rsidRPr="00F40723" w:rsidRDefault="006D3511" w:rsidP="00541900">
      <w:pPr>
        <w:numPr>
          <w:ilvl w:val="0"/>
          <w:numId w:val="1"/>
        </w:numPr>
        <w:autoSpaceDE w:val="0"/>
        <w:autoSpaceDN w:val="0"/>
        <w:adjustRightInd w:val="0"/>
        <w:spacing w:after="120" w:line="276" w:lineRule="auto"/>
        <w:jc w:val="both"/>
        <w:rPr>
          <w:rFonts w:ascii="Arial" w:eastAsia="Calibri" w:hAnsi="Arial" w:cs="Arial"/>
        </w:rPr>
      </w:pPr>
      <w:r w:rsidRPr="009632F9">
        <w:rPr>
          <w:rFonts w:ascii="Arial" w:eastAsia="Arial" w:hAnsi="Arial" w:cs="Arial"/>
        </w:rPr>
        <w:t xml:space="preserve">Kupující se zavazuje zařízení uvedené v odst. </w:t>
      </w:r>
      <w:r w:rsidR="004C7F52">
        <w:rPr>
          <w:rFonts w:ascii="Arial" w:eastAsia="Arial" w:hAnsi="Arial" w:cs="Arial"/>
        </w:rPr>
        <w:t>2</w:t>
      </w:r>
      <w:r w:rsidRPr="009632F9">
        <w:rPr>
          <w:rFonts w:ascii="Arial" w:eastAsia="Arial" w:hAnsi="Arial" w:cs="Arial"/>
        </w:rPr>
        <w:t xml:space="preserve"> tohoto článku převzít a zaplatit za něj cenu podle této smlouvy. </w:t>
      </w:r>
    </w:p>
    <w:p w14:paraId="6B50FED8" w14:textId="5EEA4F93" w:rsidR="00F2207C" w:rsidRPr="00F40723" w:rsidRDefault="00F2207C" w:rsidP="00541900">
      <w:pPr>
        <w:numPr>
          <w:ilvl w:val="0"/>
          <w:numId w:val="1"/>
        </w:numPr>
        <w:autoSpaceDE w:val="0"/>
        <w:autoSpaceDN w:val="0"/>
        <w:adjustRightInd w:val="0"/>
        <w:spacing w:after="120" w:line="276" w:lineRule="auto"/>
        <w:jc w:val="both"/>
        <w:rPr>
          <w:rFonts w:eastAsia="Calibri" w:cstheme="minorHAnsi"/>
        </w:rPr>
      </w:pPr>
      <w:r w:rsidRPr="00F40723">
        <w:rPr>
          <w:rFonts w:eastAsia="Arial" w:cstheme="minorHAnsi"/>
        </w:rPr>
        <w:t xml:space="preserve">Kupující se zavazuje poskytnout </w:t>
      </w:r>
      <w:r>
        <w:rPr>
          <w:rFonts w:eastAsia="Arial" w:cstheme="minorHAnsi"/>
        </w:rPr>
        <w:t xml:space="preserve">Prodávajícímu </w:t>
      </w:r>
      <w:r w:rsidRPr="00F40723">
        <w:rPr>
          <w:rFonts w:eastAsia="Arial" w:cstheme="minorHAnsi"/>
        </w:rPr>
        <w:t xml:space="preserve">veškerou nutnou součinnost pro vystavení </w:t>
      </w:r>
      <w:r w:rsidR="003C74FE">
        <w:rPr>
          <w:rFonts w:eastAsia="Arial" w:cstheme="minorHAnsi"/>
        </w:rPr>
        <w:t>v</w:t>
      </w:r>
      <w:r w:rsidRPr="00F40723">
        <w:rPr>
          <w:rFonts w:eastAsia="Arial" w:cstheme="minorHAnsi"/>
        </w:rPr>
        <w:t xml:space="preserve">ývozní </w:t>
      </w:r>
      <w:r w:rsidR="003C74FE">
        <w:rPr>
          <w:rFonts w:eastAsia="Arial" w:cstheme="minorHAnsi"/>
        </w:rPr>
        <w:t xml:space="preserve">(exportní) </w:t>
      </w:r>
      <w:r w:rsidRPr="00F40723">
        <w:rPr>
          <w:rFonts w:eastAsia="Arial" w:cstheme="minorHAnsi"/>
        </w:rPr>
        <w:t xml:space="preserve">licence zejména pak poskytnout Prodávajícímu </w:t>
      </w:r>
      <w:r w:rsidRPr="00F40723">
        <w:rPr>
          <w:rFonts w:cstheme="minorHAnsi"/>
          <w:color w:val="212121"/>
        </w:rPr>
        <w:t xml:space="preserve">potvrzení koncového uživatele pro vystavení </w:t>
      </w:r>
      <w:r w:rsidR="003C74FE">
        <w:rPr>
          <w:rFonts w:cstheme="minorHAnsi"/>
          <w:color w:val="212121"/>
        </w:rPr>
        <w:t xml:space="preserve">vývozní </w:t>
      </w:r>
      <w:r w:rsidRPr="00F40723">
        <w:rPr>
          <w:rFonts w:cstheme="minorHAnsi"/>
          <w:color w:val="212121"/>
        </w:rPr>
        <w:t xml:space="preserve"> licence</w:t>
      </w:r>
      <w:r>
        <w:rPr>
          <w:rFonts w:cstheme="minorHAnsi"/>
          <w:color w:val="212121"/>
        </w:rPr>
        <w:t>, pakliže to bude Prodávající požadovat</w:t>
      </w:r>
      <w:r w:rsidRPr="00F40723">
        <w:rPr>
          <w:rFonts w:cstheme="minorHAnsi"/>
          <w:color w:val="212121"/>
        </w:rPr>
        <w:t>.</w:t>
      </w:r>
    </w:p>
    <w:p w14:paraId="4D5CFB05" w14:textId="2DFF0E37" w:rsidR="00541900" w:rsidRDefault="00C717ED" w:rsidP="006A7482">
      <w:pPr>
        <w:pStyle w:val="Odstavecseseznamem"/>
        <w:numPr>
          <w:ilvl w:val="0"/>
          <w:numId w:val="1"/>
        </w:numPr>
        <w:jc w:val="both"/>
        <w:rPr>
          <w:rFonts w:ascii="Arial" w:eastAsia="Calibri" w:hAnsi="Arial" w:cs="Arial"/>
        </w:rPr>
      </w:pPr>
      <w:r w:rsidRPr="00C717ED">
        <w:rPr>
          <w:rFonts w:ascii="Arial" w:eastAsia="Calibri" w:hAnsi="Arial" w:cs="Arial"/>
        </w:rPr>
        <w:t xml:space="preserve">Prodávající je rovněž povinen zajistit možnost ekologické likvidace dodávaného </w:t>
      </w:r>
      <w:r w:rsidR="00643690">
        <w:rPr>
          <w:rFonts w:ascii="Arial" w:eastAsia="Calibri" w:hAnsi="Arial" w:cs="Arial"/>
        </w:rPr>
        <w:t>zařízení</w:t>
      </w:r>
      <w:r w:rsidR="00643690" w:rsidRPr="00C717ED">
        <w:rPr>
          <w:rFonts w:ascii="Arial" w:eastAsia="Calibri" w:hAnsi="Arial" w:cs="Arial"/>
        </w:rPr>
        <w:t xml:space="preserve"> </w:t>
      </w:r>
      <w:r w:rsidRPr="00C717ED">
        <w:rPr>
          <w:rFonts w:ascii="Arial" w:eastAsia="Calibri" w:hAnsi="Arial" w:cs="Arial"/>
        </w:rPr>
        <w:t xml:space="preserve">po skončení jeho životnosti, přičemž likvidace musí být provedena v souladu s příslušnými právními předpisy o nakládání s odpady. </w:t>
      </w:r>
    </w:p>
    <w:p w14:paraId="4DDAE15C" w14:textId="77777777" w:rsidR="002B48E2" w:rsidRDefault="002B48E2" w:rsidP="002B48E2">
      <w:pPr>
        <w:pStyle w:val="Odstavecseseznamem"/>
        <w:ind w:left="360"/>
        <w:jc w:val="both"/>
        <w:rPr>
          <w:rFonts w:ascii="Arial" w:eastAsia="Calibri" w:hAnsi="Arial" w:cs="Arial"/>
        </w:rPr>
      </w:pPr>
    </w:p>
    <w:p w14:paraId="2431548B" w14:textId="77777777" w:rsidR="002B48E2" w:rsidRPr="006A7482" w:rsidRDefault="002B48E2" w:rsidP="002B48E2">
      <w:pPr>
        <w:pStyle w:val="Odstavecseseznamem"/>
        <w:ind w:left="360"/>
        <w:jc w:val="both"/>
        <w:rPr>
          <w:rFonts w:ascii="Arial" w:eastAsia="Calibri" w:hAnsi="Arial" w:cs="Arial"/>
        </w:rPr>
      </w:pPr>
    </w:p>
    <w:p w14:paraId="10A68768"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III.</w:t>
      </w:r>
    </w:p>
    <w:p w14:paraId="5FA5583A" w14:textId="77777777" w:rsidR="006D3511" w:rsidRDefault="006D3511" w:rsidP="006D3511">
      <w:pPr>
        <w:pStyle w:val="Default"/>
        <w:spacing w:line="276" w:lineRule="auto"/>
        <w:jc w:val="center"/>
        <w:rPr>
          <w:rFonts w:eastAsia="Arial"/>
          <w:color w:val="auto"/>
          <w:sz w:val="22"/>
          <w:szCs w:val="22"/>
        </w:rPr>
      </w:pPr>
      <w:r w:rsidRPr="00A02142">
        <w:rPr>
          <w:rFonts w:eastAsia="Arial"/>
          <w:b/>
          <w:bCs/>
          <w:color w:val="auto"/>
          <w:sz w:val="22"/>
          <w:szCs w:val="22"/>
        </w:rPr>
        <w:t>LHŮTA A MÍSTO PLNĚNÍ</w:t>
      </w:r>
    </w:p>
    <w:p w14:paraId="764C0515" w14:textId="72A10FFB" w:rsidR="00BB4587" w:rsidRPr="00ED7F7C" w:rsidRDefault="006D3511" w:rsidP="00ED7F7C">
      <w:pPr>
        <w:pStyle w:val="Default"/>
        <w:numPr>
          <w:ilvl w:val="0"/>
          <w:numId w:val="2"/>
        </w:numPr>
        <w:spacing w:after="120" w:line="276" w:lineRule="auto"/>
        <w:ind w:left="426" w:hanging="426"/>
        <w:jc w:val="both"/>
        <w:rPr>
          <w:color w:val="auto"/>
          <w:sz w:val="20"/>
          <w:szCs w:val="20"/>
        </w:rPr>
      </w:pPr>
      <w:r w:rsidRPr="2AD7E169">
        <w:rPr>
          <w:color w:val="auto"/>
          <w:sz w:val="22"/>
          <w:szCs w:val="22"/>
        </w:rPr>
        <w:t xml:space="preserve">Prodávající je povinen </w:t>
      </w:r>
      <w:r w:rsidR="00BB4587" w:rsidRPr="2AD7E169">
        <w:rPr>
          <w:rFonts w:eastAsia="Arial"/>
          <w:sz w:val="22"/>
          <w:szCs w:val="22"/>
        </w:rPr>
        <w:t xml:space="preserve">dodat zařízení specifikované v čl. II odst. 2 této smlouvy včetně uživatelské dokumentace dle čl. II odst. 3 písm. </w:t>
      </w:r>
      <w:r w:rsidR="00BB1236" w:rsidRPr="2AD7E169">
        <w:rPr>
          <w:rFonts w:eastAsia="Arial"/>
          <w:sz w:val="22"/>
          <w:szCs w:val="22"/>
        </w:rPr>
        <w:t>c</w:t>
      </w:r>
      <w:r w:rsidR="00BB4587" w:rsidRPr="2AD7E169">
        <w:rPr>
          <w:rFonts w:eastAsia="Arial"/>
          <w:sz w:val="22"/>
          <w:szCs w:val="22"/>
        </w:rPr>
        <w:t xml:space="preserve">) této smlouvy do objektu kupujícího na adrese </w:t>
      </w:r>
      <w:r w:rsidR="00BB4587" w:rsidRPr="2AD7E169">
        <w:rPr>
          <w:rFonts w:eastAsia="Arial"/>
          <w:b/>
          <w:bCs/>
          <w:sz w:val="22"/>
          <w:szCs w:val="22"/>
        </w:rPr>
        <w:t xml:space="preserve">Ústav fotoniky a elektroniky AV ČR, v. v. i., Chaberská 1014/57, 182 </w:t>
      </w:r>
      <w:r w:rsidR="004E52C3" w:rsidRPr="2AD7E169">
        <w:rPr>
          <w:rFonts w:eastAsia="Arial"/>
          <w:b/>
          <w:bCs/>
          <w:sz w:val="22"/>
          <w:szCs w:val="22"/>
        </w:rPr>
        <w:t xml:space="preserve">00 </w:t>
      </w:r>
      <w:r w:rsidR="00BB4587" w:rsidRPr="2AD7E169">
        <w:rPr>
          <w:rFonts w:eastAsia="Arial"/>
          <w:b/>
          <w:bCs/>
          <w:sz w:val="22"/>
          <w:szCs w:val="22"/>
        </w:rPr>
        <w:t>Praha 8</w:t>
      </w:r>
      <w:r w:rsidR="00BB4587" w:rsidRPr="2AD7E169">
        <w:rPr>
          <w:rFonts w:eastAsia="Arial"/>
          <w:sz w:val="22"/>
          <w:szCs w:val="22"/>
        </w:rPr>
        <w:t xml:space="preserve"> (dále jen „</w:t>
      </w:r>
      <w:r w:rsidR="00BB4587" w:rsidRPr="2AD7E169">
        <w:rPr>
          <w:rFonts w:eastAsia="Arial"/>
          <w:b/>
          <w:bCs/>
          <w:sz w:val="22"/>
          <w:szCs w:val="22"/>
        </w:rPr>
        <w:t>objekt kupujícího</w:t>
      </w:r>
      <w:r w:rsidR="00BB4587" w:rsidRPr="2AD7E169">
        <w:rPr>
          <w:rFonts w:eastAsia="Arial"/>
          <w:sz w:val="22"/>
          <w:szCs w:val="22"/>
        </w:rPr>
        <w:t xml:space="preserve">“), a to </w:t>
      </w:r>
      <w:bookmarkStart w:id="4" w:name="_Hlk54252652"/>
      <w:r w:rsidR="00CE258E" w:rsidRPr="2AD7E169">
        <w:rPr>
          <w:rFonts w:eastAsia="Arial"/>
          <w:b/>
          <w:bCs/>
          <w:sz w:val="22"/>
          <w:szCs w:val="22"/>
        </w:rPr>
        <w:t>nejpozději d</w:t>
      </w:r>
      <w:r w:rsidR="00913841" w:rsidRPr="00F95941">
        <w:rPr>
          <w:rFonts w:eastAsia="Arial"/>
          <w:b/>
          <w:bCs/>
          <w:sz w:val="22"/>
          <w:szCs w:val="22"/>
        </w:rPr>
        <w:t>o</w:t>
      </w:r>
      <w:r w:rsidR="0079331D" w:rsidRPr="00F95941">
        <w:rPr>
          <w:rFonts w:eastAsia="Arial"/>
          <w:b/>
          <w:bCs/>
          <w:sz w:val="22"/>
          <w:szCs w:val="22"/>
        </w:rPr>
        <w:t xml:space="preserve"> </w:t>
      </w:r>
      <w:bookmarkStart w:id="5" w:name="_Hlk155601910"/>
      <w:r w:rsidR="00F95941" w:rsidRPr="00F95941">
        <w:rPr>
          <w:rFonts w:eastAsia="Arial"/>
          <w:b/>
          <w:bCs/>
          <w:sz w:val="22"/>
          <w:szCs w:val="22"/>
        </w:rPr>
        <w:t>90 dnů</w:t>
      </w:r>
      <w:r w:rsidR="00940E4D" w:rsidRPr="00F95941">
        <w:rPr>
          <w:rFonts w:eastAsia="Arial"/>
          <w:b/>
          <w:bCs/>
          <w:sz w:val="22"/>
          <w:szCs w:val="22"/>
        </w:rPr>
        <w:t xml:space="preserve"> ode dne účinnosti smlouvy</w:t>
      </w:r>
      <w:bookmarkEnd w:id="4"/>
      <w:bookmarkEnd w:id="5"/>
      <w:r w:rsidR="00432210" w:rsidRPr="00F95941">
        <w:rPr>
          <w:rFonts w:eastAsia="Arial"/>
          <w:b/>
          <w:bCs/>
          <w:sz w:val="22"/>
          <w:szCs w:val="22"/>
        </w:rPr>
        <w:t>.</w:t>
      </w:r>
    </w:p>
    <w:p w14:paraId="16AA668B" w14:textId="77777777" w:rsidR="006A7482" w:rsidRDefault="006A7482" w:rsidP="00BB4587">
      <w:pPr>
        <w:pStyle w:val="Default"/>
        <w:spacing w:after="120" w:line="276" w:lineRule="auto"/>
        <w:ind w:left="426"/>
        <w:jc w:val="both"/>
        <w:rPr>
          <w:color w:val="auto"/>
          <w:sz w:val="20"/>
          <w:szCs w:val="20"/>
        </w:rPr>
      </w:pPr>
    </w:p>
    <w:p w14:paraId="01AE27D7" w14:textId="77777777" w:rsidR="002B48E2" w:rsidRPr="00BB4587" w:rsidRDefault="002B48E2" w:rsidP="00BB4587">
      <w:pPr>
        <w:pStyle w:val="Default"/>
        <w:spacing w:after="120" w:line="276" w:lineRule="auto"/>
        <w:ind w:left="426"/>
        <w:jc w:val="both"/>
        <w:rPr>
          <w:color w:val="auto"/>
          <w:sz w:val="20"/>
          <w:szCs w:val="20"/>
        </w:rPr>
      </w:pPr>
    </w:p>
    <w:p w14:paraId="176E0BA3" w14:textId="77777777" w:rsidR="006D3511" w:rsidRPr="00893D98"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lastRenderedPageBreak/>
        <w:t>IV.</w:t>
      </w:r>
    </w:p>
    <w:p w14:paraId="73C13D36" w14:textId="77777777" w:rsidR="006D3511" w:rsidRPr="00893D98"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CENA</w:t>
      </w:r>
    </w:p>
    <w:p w14:paraId="57562804" w14:textId="3B630747" w:rsidR="006D3511" w:rsidRPr="00893D98" w:rsidRDefault="006D3511" w:rsidP="006D3511">
      <w:pPr>
        <w:pStyle w:val="Default"/>
        <w:numPr>
          <w:ilvl w:val="0"/>
          <w:numId w:val="3"/>
        </w:numPr>
        <w:spacing w:after="120" w:line="276" w:lineRule="auto"/>
        <w:ind w:left="426" w:hanging="426"/>
        <w:jc w:val="both"/>
        <w:rPr>
          <w:color w:val="auto"/>
          <w:sz w:val="22"/>
          <w:szCs w:val="22"/>
        </w:rPr>
      </w:pPr>
      <w:bookmarkStart w:id="6" w:name="_Hlk155338866"/>
      <w:r w:rsidRPr="62464FF7">
        <w:rPr>
          <w:rFonts w:eastAsia="Arial"/>
          <w:color w:val="auto"/>
          <w:sz w:val="22"/>
          <w:szCs w:val="22"/>
        </w:rPr>
        <w:t xml:space="preserve">Cena předmětu smlouvy podle čl. II odst. 2 a 3 této smlouvy je stanovena v českých korunách dohodou smluvních stran v souladu s nabídkou prodávajícího, která jím byla předložena v rámci </w:t>
      </w:r>
      <w:r w:rsidR="00537E01">
        <w:rPr>
          <w:rFonts w:eastAsia="Arial"/>
          <w:color w:val="auto"/>
          <w:sz w:val="22"/>
          <w:szCs w:val="22"/>
        </w:rPr>
        <w:t>veřejné zakázky</w:t>
      </w:r>
      <w:r w:rsidRPr="62464FF7">
        <w:rPr>
          <w:rFonts w:eastAsia="Arial"/>
          <w:color w:val="auto"/>
          <w:sz w:val="22"/>
          <w:szCs w:val="22"/>
        </w:rPr>
        <w:t xml:space="preserve">, a činí bez DPH: </w:t>
      </w:r>
      <w:r w:rsidR="00023FC3">
        <w:rPr>
          <w:rFonts w:eastAsia="Arial"/>
          <w:color w:val="auto"/>
          <w:sz w:val="22"/>
          <w:szCs w:val="22"/>
        </w:rPr>
        <w:t xml:space="preserve"> </w:t>
      </w:r>
    </w:p>
    <w:p w14:paraId="1F4A14C5" w14:textId="77777777" w:rsidR="006D3511" w:rsidRPr="00D67AA1" w:rsidRDefault="006D3511" w:rsidP="006D3511">
      <w:pPr>
        <w:pStyle w:val="Default"/>
        <w:spacing w:after="120" w:line="276" w:lineRule="auto"/>
        <w:jc w:val="center"/>
        <w:rPr>
          <w:rFonts w:eastAsia="Arial"/>
          <w:color w:val="auto"/>
          <w:sz w:val="22"/>
          <w:szCs w:val="22"/>
        </w:rPr>
      </w:pPr>
      <w:bookmarkStart w:id="7" w:name="_Hlk94527498"/>
      <w:r w:rsidRPr="00D67AA1">
        <w:rPr>
          <w:rFonts w:eastAsia="Arial"/>
          <w:b/>
          <w:bCs/>
          <w:sz w:val="22"/>
          <w:szCs w:val="22"/>
          <w:highlight w:val="yellow"/>
        </w:rPr>
        <w:t>[•]</w:t>
      </w:r>
      <w:bookmarkEnd w:id="7"/>
      <w:r w:rsidRPr="00D67AA1">
        <w:rPr>
          <w:rFonts w:eastAsia="Arial"/>
          <w:b/>
          <w:bCs/>
          <w:sz w:val="22"/>
          <w:szCs w:val="22"/>
        </w:rPr>
        <w:t xml:space="preserve"> Kč</w:t>
      </w:r>
    </w:p>
    <w:p w14:paraId="45898FB0" w14:textId="004D0276" w:rsidR="00E77B50" w:rsidRPr="00F10E79" w:rsidRDefault="006D3511" w:rsidP="006A7482">
      <w:pPr>
        <w:jc w:val="center"/>
        <w:rPr>
          <w:rFonts w:ascii="Arial" w:eastAsia="Arial" w:hAnsi="Arial" w:cs="Arial"/>
        </w:rPr>
      </w:pPr>
      <w:r w:rsidRPr="5469282F">
        <w:rPr>
          <w:rFonts w:ascii="Arial" w:eastAsia="Arial" w:hAnsi="Arial" w:cs="Arial"/>
        </w:rPr>
        <w:t xml:space="preserve">(slovy: </w:t>
      </w:r>
      <w:r w:rsidRPr="5469282F">
        <w:rPr>
          <w:rFonts w:ascii="Arial" w:eastAsia="Arial" w:hAnsi="Arial" w:cs="Arial"/>
          <w:b/>
          <w:bCs/>
          <w:highlight w:val="yellow"/>
        </w:rPr>
        <w:t>[•]</w:t>
      </w:r>
      <w:r w:rsidRPr="5469282F">
        <w:rPr>
          <w:rFonts w:ascii="Arial" w:eastAsia="Arial" w:hAnsi="Arial" w:cs="Arial"/>
          <w:b/>
          <w:bCs/>
        </w:rPr>
        <w:t xml:space="preserve"> korun českých</w:t>
      </w:r>
      <w:r w:rsidRPr="5469282F">
        <w:rPr>
          <w:rFonts w:ascii="Arial" w:eastAsia="Arial" w:hAnsi="Arial" w:cs="Arial"/>
        </w:rPr>
        <w:t xml:space="preserve">) </w:t>
      </w:r>
    </w:p>
    <w:bookmarkEnd w:id="6"/>
    <w:p w14:paraId="6EEADC95" w14:textId="6CC63A8F" w:rsidR="006D3511" w:rsidRPr="00893D98" w:rsidRDefault="006D3511" w:rsidP="00E53613">
      <w:pPr>
        <w:rPr>
          <w:rFonts w:ascii="Arial" w:eastAsia="Arial" w:hAnsi="Arial" w:cs="Arial"/>
        </w:rPr>
      </w:pPr>
    </w:p>
    <w:p w14:paraId="2A32DFEE" w14:textId="1CB3024F" w:rsidR="00EB1A1E" w:rsidRDefault="006D3511" w:rsidP="00EB1A1E">
      <w:pPr>
        <w:pStyle w:val="Default"/>
        <w:numPr>
          <w:ilvl w:val="0"/>
          <w:numId w:val="3"/>
        </w:numPr>
        <w:spacing w:after="120" w:line="276" w:lineRule="auto"/>
        <w:jc w:val="both"/>
        <w:rPr>
          <w:sz w:val="22"/>
          <w:szCs w:val="22"/>
        </w:rPr>
      </w:pPr>
      <w:r w:rsidRPr="00AD3375">
        <w:rPr>
          <w:rFonts w:eastAsia="Arial"/>
          <w:color w:val="auto"/>
          <w:sz w:val="22"/>
          <w:szCs w:val="22"/>
        </w:rPr>
        <w:t xml:space="preserve">Cena stanovená v odst. 1 tohoto článku je cenou pevnou, kterou není přípustné změnit. </w:t>
      </w:r>
    </w:p>
    <w:p w14:paraId="54568D55" w14:textId="59018407" w:rsidR="006D3511" w:rsidRPr="00EB1A1E" w:rsidRDefault="006D3511" w:rsidP="00EB1A1E">
      <w:pPr>
        <w:pStyle w:val="Default"/>
        <w:numPr>
          <w:ilvl w:val="0"/>
          <w:numId w:val="3"/>
        </w:numPr>
        <w:spacing w:after="120" w:line="276" w:lineRule="auto"/>
        <w:jc w:val="both"/>
        <w:rPr>
          <w:sz w:val="22"/>
          <w:szCs w:val="22"/>
        </w:rPr>
      </w:pPr>
      <w:bookmarkStart w:id="8" w:name="_Hlk94091879"/>
      <w:r w:rsidRPr="00EB1A1E">
        <w:rPr>
          <w:rFonts w:eastAsia="Arial"/>
          <w:sz w:val="22"/>
          <w:szCs w:val="22"/>
        </w:rPr>
        <w:t xml:space="preserve">K ceně dle </w:t>
      </w:r>
      <w:r w:rsidRPr="00EB1A1E">
        <w:rPr>
          <w:rFonts w:eastAsia="Arial"/>
          <w:color w:val="auto"/>
          <w:sz w:val="22"/>
          <w:szCs w:val="22"/>
        </w:rPr>
        <w:t xml:space="preserve">odst. 1 tohoto článku </w:t>
      </w:r>
      <w:r w:rsidRPr="00EB1A1E">
        <w:rPr>
          <w:rFonts w:eastAsia="Arial"/>
          <w:sz w:val="22"/>
          <w:szCs w:val="22"/>
        </w:rPr>
        <w:t>se připočte DPH podle právního předpisu platného v době uskutečnění zdanitelného plnění.</w:t>
      </w:r>
    </w:p>
    <w:bookmarkEnd w:id="8"/>
    <w:p w14:paraId="1778D364" w14:textId="77777777" w:rsidR="006D3511" w:rsidRDefault="006D3511" w:rsidP="006D3511">
      <w:pPr>
        <w:pStyle w:val="Default"/>
        <w:spacing w:after="120" w:line="276" w:lineRule="auto"/>
        <w:rPr>
          <w:rFonts w:eastAsia="Arial"/>
          <w:color w:val="auto"/>
          <w:sz w:val="22"/>
          <w:szCs w:val="22"/>
        </w:rPr>
      </w:pPr>
    </w:p>
    <w:p w14:paraId="1152712F" w14:textId="77777777"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V.</w:t>
      </w:r>
    </w:p>
    <w:p w14:paraId="22CCC0FD" w14:textId="77777777" w:rsidR="006D3511" w:rsidRDefault="006D3511" w:rsidP="006D3511">
      <w:pPr>
        <w:pStyle w:val="Default"/>
        <w:keepNext/>
        <w:spacing w:line="276" w:lineRule="auto"/>
        <w:jc w:val="center"/>
        <w:rPr>
          <w:rFonts w:eastAsia="Arial"/>
          <w:color w:val="auto"/>
          <w:sz w:val="22"/>
          <w:szCs w:val="22"/>
        </w:rPr>
      </w:pPr>
      <w:r w:rsidRPr="002F060F">
        <w:rPr>
          <w:rFonts w:eastAsia="Arial"/>
          <w:b/>
          <w:bCs/>
          <w:color w:val="auto"/>
          <w:sz w:val="22"/>
          <w:szCs w:val="22"/>
        </w:rPr>
        <w:t>PLATEBNÍ PODMÍNKY</w:t>
      </w:r>
    </w:p>
    <w:p w14:paraId="24146422" w14:textId="610FA7FC" w:rsidR="006D3511" w:rsidRPr="002B26A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Cena podle čl. IV odst. 1 této smlouvy bude uhrazena kupujícím po řádném dodání</w:t>
      </w:r>
      <w:r w:rsidR="00ED194F">
        <w:rPr>
          <w:rFonts w:eastAsia="Arial"/>
          <w:color w:val="auto"/>
          <w:sz w:val="22"/>
          <w:szCs w:val="22"/>
        </w:rPr>
        <w:t xml:space="preserve"> zařízení</w:t>
      </w:r>
      <w:r w:rsidRPr="62464FF7">
        <w:rPr>
          <w:rFonts w:eastAsia="Arial"/>
          <w:color w:val="auto"/>
          <w:sz w:val="22"/>
          <w:szCs w:val="22"/>
        </w:rPr>
        <w:t xml:space="preserve"> na základě daňového dokladu (faktury) vystavené prodávajícím.</w:t>
      </w:r>
    </w:p>
    <w:p w14:paraId="3D5224FF" w14:textId="3D646E18" w:rsidR="006D3511" w:rsidRPr="00014B74"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Právo vystavit daňový doklad (fakturu) za dodávku zařízení vzniká prodávajícímu v den podpisu </w:t>
      </w:r>
      <w:r w:rsidR="00613966">
        <w:rPr>
          <w:rFonts w:eastAsia="Arial"/>
          <w:color w:val="auto"/>
          <w:sz w:val="22"/>
          <w:szCs w:val="22"/>
        </w:rPr>
        <w:t xml:space="preserve">Předávacího protokolu </w:t>
      </w:r>
      <w:r>
        <w:rPr>
          <w:rFonts w:eastAsia="Arial"/>
          <w:color w:val="auto"/>
          <w:sz w:val="22"/>
          <w:szCs w:val="22"/>
        </w:rPr>
        <w:t>dle čl. VI odst. 2 této smlouvy.</w:t>
      </w:r>
    </w:p>
    <w:p w14:paraId="136230C4" w14:textId="7777777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Kupující neposkytuje prodávajícímu jakékoli zálohy na cenu. </w:t>
      </w:r>
    </w:p>
    <w:p w14:paraId="38F598C9" w14:textId="2B81BEE0"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Faktura (daňový doklad) musí obsahovat evidenční číslo smlouvy </w:t>
      </w:r>
      <w:r w:rsidR="00F51821">
        <w:rPr>
          <w:rFonts w:eastAsia="Arial"/>
          <w:color w:val="auto"/>
          <w:sz w:val="22"/>
          <w:szCs w:val="22"/>
        </w:rPr>
        <w:t xml:space="preserve">a registrační číslo projektu </w:t>
      </w:r>
      <w:r w:rsidR="00537E01" w:rsidRPr="00B35C4F">
        <w:rPr>
          <w:rFonts w:eastAsia="Arial"/>
          <w:b/>
          <w:bCs/>
          <w:color w:val="auto"/>
          <w:sz w:val="22"/>
          <w:szCs w:val="22"/>
        </w:rPr>
        <w:t>(</w:t>
      </w:r>
      <w:r w:rsidR="00B35C4F" w:rsidRPr="00B35C4F">
        <w:rPr>
          <w:rFonts w:eastAsia="Arial"/>
          <w:b/>
          <w:bCs/>
          <w:color w:val="auto"/>
          <w:sz w:val="22"/>
          <w:szCs w:val="22"/>
        </w:rPr>
        <w:t>CZ.02.01.01/00/22_008/0004596 – SENDISO)</w:t>
      </w:r>
      <w:r w:rsidR="00537E01" w:rsidRPr="00B35C4F">
        <w:rPr>
          <w:rFonts w:eastAsia="Arial"/>
          <w:b/>
          <w:bCs/>
          <w:color w:val="auto"/>
          <w:sz w:val="22"/>
          <w:szCs w:val="22"/>
        </w:rPr>
        <w:t xml:space="preserve"> </w:t>
      </w:r>
      <w:r w:rsidRPr="62464FF7">
        <w:rPr>
          <w:rFonts w:eastAsia="Arial"/>
          <w:color w:val="auto"/>
          <w:sz w:val="22"/>
          <w:szCs w:val="22"/>
        </w:rPr>
        <w:t xml:space="preserve">a veškeré údaje vyžadované právními předpisy, zejména příslušnými ustanoveními zákona č. 235/2004 Sb., o dani z přidané hodnoty, ve znění pozdějších předpisů a § 435 zákona č. 89/2012 Sb., občanský zákoník. </w:t>
      </w:r>
    </w:p>
    <w:p w14:paraId="40F318BB" w14:textId="7777777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Neobsahuje-li faktura (daňový doklad) některou z požadovaných náležitostí, nebo obsahuje-li nesprávné cenové údaje, anebo, je-li faktura (daňový doklad) vystavena v rozporu s platebními podmínkami, anebo bankovní účet prodávajícího uvedený na faktuře (daňovém dokladu) není řádně registrovaný v databázi „Registrů plátců DPH“ je kupující oprávněn fakturu (daňový doklad) vrátit prodávajícímu k opravě. V tomto případě je kupující povinen na fakturu (daňový doklad) nebo v průvodním dopise k ní, důvod vrácení označit. Doba splatnosti nové (opravené) faktury (daňového dokladu) začíná znovu běžet ode dne jejího prokazatelného doručení prodávajícímu. </w:t>
      </w:r>
    </w:p>
    <w:p w14:paraId="7D4AF802" w14:textId="33313008" w:rsidR="00F51821" w:rsidRPr="00DE4DE7" w:rsidRDefault="006D3511" w:rsidP="00DE4DE7">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Faktura (daňový doklad) je splatná ve lhůtě 30 (slovy: třiceti) kalendářních dnů ode dne jejího vystavení. Faktura (daňový doklad) je považována za zaplacenou okamžikem připsání příslušné finanční částky na účet prodávajícího, uvedeného na titulní stránce této smlouvy. </w:t>
      </w:r>
    </w:p>
    <w:p w14:paraId="011AC2A0" w14:textId="77777777" w:rsidR="006D3511" w:rsidRDefault="006D3511" w:rsidP="00ED194F">
      <w:pPr>
        <w:pStyle w:val="Default"/>
        <w:spacing w:after="120" w:line="276" w:lineRule="auto"/>
        <w:jc w:val="both"/>
        <w:rPr>
          <w:rFonts w:eastAsia="Arial"/>
          <w:color w:val="auto"/>
          <w:sz w:val="22"/>
          <w:szCs w:val="22"/>
        </w:rPr>
      </w:pPr>
    </w:p>
    <w:p w14:paraId="69C0AA60" w14:textId="77777777" w:rsidR="00CF177E" w:rsidRPr="0086584E" w:rsidRDefault="00CF177E" w:rsidP="00ED194F">
      <w:pPr>
        <w:pStyle w:val="Default"/>
        <w:spacing w:after="120" w:line="276" w:lineRule="auto"/>
        <w:jc w:val="both"/>
        <w:rPr>
          <w:rFonts w:eastAsia="Arial"/>
          <w:color w:val="auto"/>
          <w:sz w:val="22"/>
          <w:szCs w:val="22"/>
        </w:rPr>
      </w:pPr>
    </w:p>
    <w:p w14:paraId="7AA924D4" w14:textId="222070FF"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lastRenderedPageBreak/>
        <w:t>VI.</w:t>
      </w:r>
    </w:p>
    <w:p w14:paraId="45F6C0E7" w14:textId="77777777" w:rsidR="006D3511" w:rsidRDefault="006D3511" w:rsidP="006D3511">
      <w:pPr>
        <w:pStyle w:val="Default"/>
        <w:keepNext/>
        <w:spacing w:line="276" w:lineRule="auto"/>
        <w:jc w:val="center"/>
        <w:rPr>
          <w:rFonts w:eastAsia="Arial"/>
          <w:color w:val="auto"/>
          <w:sz w:val="22"/>
          <w:szCs w:val="22"/>
        </w:rPr>
      </w:pPr>
      <w:r w:rsidRPr="00F77AE4">
        <w:rPr>
          <w:rFonts w:eastAsia="Arial"/>
          <w:b/>
          <w:bCs/>
          <w:color w:val="auto"/>
          <w:sz w:val="22"/>
          <w:szCs w:val="22"/>
        </w:rPr>
        <w:t>DODACÍ PODMÍNKY</w:t>
      </w:r>
    </w:p>
    <w:p w14:paraId="26532E05" w14:textId="2AB20280" w:rsidR="006D3511" w:rsidRPr="00825980" w:rsidRDefault="006D3511" w:rsidP="00825980">
      <w:pPr>
        <w:pStyle w:val="Odstavecseseznamem"/>
        <w:numPr>
          <w:ilvl w:val="0"/>
          <w:numId w:val="5"/>
        </w:numPr>
        <w:jc w:val="both"/>
        <w:rPr>
          <w:rFonts w:ascii="Arial" w:eastAsia="Arial" w:hAnsi="Arial" w:cs="Arial"/>
        </w:rPr>
      </w:pPr>
      <w:r w:rsidRPr="00F85874">
        <w:rPr>
          <w:rFonts w:eastAsia="Arial"/>
        </w:rPr>
        <w:t xml:space="preserve">Prodávající je povinen zařízení řádně zabalit a zajistit jeho bezpečnou přepravu na své náklady a nebezpečí do objektu kupujícího. </w:t>
      </w:r>
      <w:r w:rsidR="00DF38B9" w:rsidRPr="00F85874">
        <w:rPr>
          <w:rFonts w:eastAsia="Arial"/>
        </w:rPr>
        <w:t xml:space="preserve">Prodávající je povinen prokazatelným způsobem </w:t>
      </w:r>
      <w:r w:rsidR="001B3BC8">
        <w:rPr>
          <w:rFonts w:eastAsia="Arial"/>
        </w:rPr>
        <w:t xml:space="preserve">a v dostatečném předstihu </w:t>
      </w:r>
      <w:r w:rsidR="00DF38B9" w:rsidRPr="00F85874">
        <w:rPr>
          <w:rFonts w:eastAsia="Arial"/>
        </w:rPr>
        <w:t>vyrozumět kupujícího o datu do</w:t>
      </w:r>
      <w:r w:rsidR="00F85874" w:rsidRPr="00F85874">
        <w:rPr>
          <w:rFonts w:eastAsia="Arial"/>
        </w:rPr>
        <w:t>ručení</w:t>
      </w:r>
      <w:r w:rsidR="00DF38B9" w:rsidRPr="00F85874">
        <w:rPr>
          <w:rFonts w:eastAsia="Arial"/>
        </w:rPr>
        <w:t xml:space="preserve"> zařízení do objektu kupujícího</w:t>
      </w:r>
      <w:r w:rsidR="00F85874" w:rsidRPr="00F85874">
        <w:rPr>
          <w:rFonts w:eastAsia="Arial"/>
        </w:rPr>
        <w:t xml:space="preserve"> </w:t>
      </w:r>
      <w:r w:rsidR="00F85874" w:rsidRPr="00F85874">
        <w:rPr>
          <w:rFonts w:ascii="Arial" w:eastAsia="Arial" w:hAnsi="Arial" w:cs="Arial"/>
        </w:rPr>
        <w:t>a datu instalace, uvedení do provozu a zaškolení obsluhy</w:t>
      </w:r>
      <w:r w:rsidR="00DF38B9" w:rsidRPr="00F85874">
        <w:rPr>
          <w:rFonts w:eastAsia="Arial"/>
        </w:rPr>
        <w:t xml:space="preserve">.  </w:t>
      </w:r>
    </w:p>
    <w:p w14:paraId="2B7D0077" w14:textId="77777777" w:rsidR="00825980" w:rsidRPr="00F85874" w:rsidRDefault="00825980" w:rsidP="00825980">
      <w:pPr>
        <w:pStyle w:val="Odstavecseseznamem"/>
        <w:jc w:val="both"/>
        <w:rPr>
          <w:rFonts w:ascii="Arial" w:eastAsia="Arial" w:hAnsi="Arial" w:cs="Arial"/>
        </w:rPr>
      </w:pPr>
    </w:p>
    <w:p w14:paraId="782E028D" w14:textId="22C8B931" w:rsidR="008259CA" w:rsidRPr="00825980" w:rsidRDefault="006B3150" w:rsidP="00825980">
      <w:pPr>
        <w:pStyle w:val="Odstavecseseznamem"/>
        <w:numPr>
          <w:ilvl w:val="0"/>
          <w:numId w:val="5"/>
        </w:numPr>
        <w:jc w:val="both"/>
        <w:rPr>
          <w:rFonts w:ascii="Arial" w:eastAsia="Calibri" w:hAnsi="Arial" w:cs="Arial"/>
          <w:color w:val="000000"/>
        </w:rPr>
      </w:pPr>
      <w:r>
        <w:rPr>
          <w:rFonts w:eastAsia="Arial"/>
        </w:rPr>
        <w:t xml:space="preserve">Kupující předá prodávajícímu </w:t>
      </w:r>
      <w:r w:rsidR="00613966" w:rsidRPr="00825980">
        <w:rPr>
          <w:rFonts w:eastAsia="Arial"/>
        </w:rPr>
        <w:t>Předávací protokol</w:t>
      </w:r>
      <w:r w:rsidR="006D3511" w:rsidRPr="000B7CA1">
        <w:t xml:space="preserve">, který bude potvrzen oběma smluvními stranami při </w:t>
      </w:r>
      <w:r w:rsidR="00791F41">
        <w:t>splnění</w:t>
      </w:r>
      <w:r w:rsidR="00ED194F">
        <w:t xml:space="preserve"> </w:t>
      </w:r>
      <w:r w:rsidR="008259CA">
        <w:t xml:space="preserve">všech </w:t>
      </w:r>
      <w:r w:rsidR="00ED194F">
        <w:t>závazk</w:t>
      </w:r>
      <w:r w:rsidR="00791F41">
        <w:t>ů prodávajícího</w:t>
      </w:r>
      <w:r w:rsidR="00ED194F">
        <w:t xml:space="preserve"> dle čl. II odst. 3 této smlouvy </w:t>
      </w:r>
      <w:r w:rsidR="006D3511" w:rsidRPr="000B7CA1">
        <w:t>a bude sloužit jako protokol o předání</w:t>
      </w:r>
      <w:r w:rsidR="006D3511">
        <w:t xml:space="preserve"> a převzetí předmětu plnění (výše a dále jen „</w:t>
      </w:r>
      <w:r w:rsidR="00613966" w:rsidRPr="00825980">
        <w:rPr>
          <w:b/>
          <w:bCs/>
        </w:rPr>
        <w:t>Předávací protokol</w:t>
      </w:r>
      <w:r w:rsidR="006D3511">
        <w:t>“)</w:t>
      </w:r>
      <w:r w:rsidR="006D3511" w:rsidRPr="000B7CA1">
        <w:t xml:space="preserve">. </w:t>
      </w:r>
      <w:r w:rsidR="00613966">
        <w:t xml:space="preserve">Předávací protokol </w:t>
      </w:r>
      <w:r w:rsidR="008259CA">
        <w:t xml:space="preserve">se může skládat z několika samostatných dokladů potvrzujících </w:t>
      </w:r>
      <w:r w:rsidR="008259CA" w:rsidRPr="000B7CA1">
        <w:t xml:space="preserve">předání a převzetí </w:t>
      </w:r>
      <w:r w:rsidR="008259CA">
        <w:t>zařízení či splnění jednotlivých závazků prodávajícího dle čl. II odst. 3 této smlouvy.</w:t>
      </w:r>
      <w:r w:rsidR="00825980" w:rsidRPr="00825980">
        <w:t xml:space="preserve"> </w:t>
      </w:r>
      <w:r w:rsidR="006B1472">
        <w:rPr>
          <w:rFonts w:ascii="Arial" w:eastAsia="Calibri" w:hAnsi="Arial" w:cs="Arial"/>
          <w:color w:val="000000"/>
        </w:rPr>
        <w:t xml:space="preserve">Kupující </w:t>
      </w:r>
      <w:r w:rsidR="00825980" w:rsidRPr="00825980">
        <w:rPr>
          <w:rFonts w:ascii="Arial" w:eastAsia="Calibri" w:hAnsi="Arial" w:cs="Arial"/>
          <w:color w:val="000000"/>
        </w:rPr>
        <w:t xml:space="preserve">předloží </w:t>
      </w:r>
      <w:r w:rsidR="006B1472">
        <w:rPr>
          <w:rFonts w:ascii="Arial" w:eastAsia="Calibri" w:hAnsi="Arial" w:cs="Arial"/>
          <w:color w:val="000000"/>
        </w:rPr>
        <w:t xml:space="preserve">prodávajícímu </w:t>
      </w:r>
      <w:r w:rsidR="003C1D21" w:rsidRPr="003C1D21">
        <w:rPr>
          <w:rFonts w:ascii="Arial" w:eastAsia="Calibri" w:hAnsi="Arial" w:cs="Arial"/>
          <w:color w:val="000000"/>
        </w:rPr>
        <w:t xml:space="preserve">v souvislosti s čl. II. odst. 3 písm. d) jako součást Předávacího protokolu </w:t>
      </w:r>
      <w:r w:rsidR="00825980" w:rsidRPr="00825980">
        <w:rPr>
          <w:rFonts w:ascii="Arial" w:eastAsia="Calibri" w:hAnsi="Arial" w:cs="Arial"/>
          <w:color w:val="000000"/>
        </w:rPr>
        <w:t>ve dvou vyhotoveních (po jednom pro každou smluvní stranu) listin</w:t>
      </w:r>
      <w:r w:rsidR="00825980">
        <w:rPr>
          <w:rFonts w:ascii="Arial" w:eastAsia="Calibri" w:hAnsi="Arial" w:cs="Arial"/>
          <w:color w:val="000000"/>
        </w:rPr>
        <w:t xml:space="preserve">u </w:t>
      </w:r>
      <w:r w:rsidR="00825980" w:rsidRPr="00825980">
        <w:rPr>
          <w:rFonts w:ascii="Arial" w:eastAsia="Calibri" w:hAnsi="Arial" w:cs="Arial"/>
          <w:color w:val="000000"/>
        </w:rPr>
        <w:t>o zaškolení obsluhy (protokol o zaškolení), kter</w:t>
      </w:r>
      <w:r w:rsidR="007636A3">
        <w:rPr>
          <w:rFonts w:ascii="Arial" w:eastAsia="Calibri" w:hAnsi="Arial" w:cs="Arial"/>
          <w:color w:val="000000"/>
        </w:rPr>
        <w:t>á</w:t>
      </w:r>
      <w:r w:rsidR="00825980" w:rsidRPr="00825980">
        <w:rPr>
          <w:rFonts w:ascii="Arial" w:eastAsia="Calibri" w:hAnsi="Arial" w:cs="Arial"/>
          <w:color w:val="000000"/>
        </w:rPr>
        <w:t xml:space="preserve"> bud</w:t>
      </w:r>
      <w:r w:rsidR="007636A3">
        <w:rPr>
          <w:rFonts w:ascii="Arial" w:eastAsia="Calibri" w:hAnsi="Arial" w:cs="Arial"/>
          <w:color w:val="000000"/>
        </w:rPr>
        <w:t>e</w:t>
      </w:r>
      <w:r w:rsidR="00825980" w:rsidRPr="00825980">
        <w:rPr>
          <w:rFonts w:ascii="Arial" w:eastAsia="Calibri" w:hAnsi="Arial" w:cs="Arial"/>
          <w:color w:val="000000"/>
        </w:rPr>
        <w:t xml:space="preserve"> potvrzen</w:t>
      </w:r>
      <w:r w:rsidR="007636A3">
        <w:rPr>
          <w:rFonts w:ascii="Arial" w:eastAsia="Calibri" w:hAnsi="Arial" w:cs="Arial"/>
          <w:color w:val="000000"/>
        </w:rPr>
        <w:t>a</w:t>
      </w:r>
      <w:r w:rsidR="00825980" w:rsidRPr="00825980">
        <w:rPr>
          <w:rFonts w:ascii="Arial" w:eastAsia="Calibri" w:hAnsi="Arial" w:cs="Arial"/>
          <w:color w:val="000000"/>
        </w:rPr>
        <w:t xml:space="preserve"> kupující</w:t>
      </w:r>
      <w:r w:rsidR="006C51C5">
        <w:rPr>
          <w:rFonts w:ascii="Arial" w:eastAsia="Calibri" w:hAnsi="Arial" w:cs="Arial"/>
          <w:color w:val="000000"/>
        </w:rPr>
        <w:t>m</w:t>
      </w:r>
      <w:r w:rsidR="00825980" w:rsidRPr="00825980">
        <w:rPr>
          <w:rFonts w:ascii="Arial" w:eastAsia="Calibri" w:hAnsi="Arial" w:cs="Arial"/>
          <w:color w:val="000000"/>
        </w:rPr>
        <w:t xml:space="preserve"> po zaškolení obsluhy.</w:t>
      </w:r>
      <w:r w:rsidR="00595BF2">
        <w:rPr>
          <w:rFonts w:ascii="Arial" w:eastAsia="Calibri" w:hAnsi="Arial" w:cs="Arial"/>
          <w:color w:val="000000"/>
        </w:rPr>
        <w:t xml:space="preserve"> </w:t>
      </w:r>
    </w:p>
    <w:p w14:paraId="4151C868" w14:textId="3C81B996" w:rsidR="006D3511" w:rsidRPr="009163B7" w:rsidRDefault="006D3511" w:rsidP="006D3511">
      <w:pPr>
        <w:pStyle w:val="Default"/>
        <w:numPr>
          <w:ilvl w:val="0"/>
          <w:numId w:val="5"/>
        </w:numPr>
        <w:spacing w:after="120" w:line="276" w:lineRule="auto"/>
        <w:ind w:left="426" w:hanging="426"/>
        <w:jc w:val="both"/>
        <w:rPr>
          <w:sz w:val="22"/>
          <w:szCs w:val="22"/>
        </w:rPr>
      </w:pPr>
      <w:r w:rsidRPr="62464FF7">
        <w:rPr>
          <w:rFonts w:eastAsia="Arial"/>
          <w:color w:val="auto"/>
          <w:sz w:val="22"/>
          <w:szCs w:val="22"/>
        </w:rPr>
        <w:t>Prodávající</w:t>
      </w:r>
      <w:r w:rsidRPr="62464FF7">
        <w:rPr>
          <w:rFonts w:eastAsia="Arial"/>
          <w:sz w:val="22"/>
          <w:szCs w:val="22"/>
        </w:rPr>
        <w:t xml:space="preserve"> je povinen </w:t>
      </w:r>
      <w:r w:rsidR="002C4201">
        <w:rPr>
          <w:rFonts w:eastAsia="Arial"/>
          <w:sz w:val="22"/>
          <w:szCs w:val="22"/>
        </w:rPr>
        <w:t xml:space="preserve">nainstalovat, </w:t>
      </w:r>
      <w:r>
        <w:rPr>
          <w:rFonts w:eastAsia="Arial"/>
          <w:sz w:val="22"/>
          <w:szCs w:val="22"/>
        </w:rPr>
        <w:t xml:space="preserve">uvést do provozu a </w:t>
      </w:r>
      <w:r w:rsidRPr="62464FF7">
        <w:rPr>
          <w:rFonts w:eastAsia="Arial"/>
          <w:sz w:val="22"/>
          <w:szCs w:val="22"/>
        </w:rPr>
        <w:t>předat kupujícímu plně funkční</w:t>
      </w:r>
      <w:r w:rsidR="00ED194F">
        <w:rPr>
          <w:rFonts w:eastAsia="Arial"/>
          <w:sz w:val="22"/>
          <w:szCs w:val="22"/>
        </w:rPr>
        <w:t xml:space="preserve"> zařízení</w:t>
      </w:r>
      <w:r w:rsidRPr="62464FF7">
        <w:rPr>
          <w:rFonts w:eastAsia="Arial"/>
          <w:sz w:val="22"/>
          <w:szCs w:val="22"/>
        </w:rPr>
        <w:t xml:space="preserve">, </w:t>
      </w:r>
      <w:r w:rsidR="00B97D76">
        <w:rPr>
          <w:rFonts w:eastAsia="Arial"/>
          <w:sz w:val="22"/>
          <w:szCs w:val="22"/>
        </w:rPr>
        <w:t xml:space="preserve">a to </w:t>
      </w:r>
      <w:r w:rsidRPr="62464FF7">
        <w:rPr>
          <w:rFonts w:eastAsia="Arial"/>
          <w:sz w:val="22"/>
          <w:szCs w:val="22"/>
        </w:rPr>
        <w:t>včetně</w:t>
      </w:r>
      <w:r w:rsidR="00B97D76" w:rsidRPr="00B97D76">
        <w:t xml:space="preserve"> </w:t>
      </w:r>
      <w:r w:rsidR="00B97D76" w:rsidRPr="00B97D76">
        <w:rPr>
          <w:rFonts w:eastAsia="Arial"/>
          <w:sz w:val="22"/>
          <w:szCs w:val="22"/>
        </w:rPr>
        <w:t>dokladů a dokumentů vztahujících se k</w:t>
      </w:r>
      <w:r w:rsidR="00B97D76">
        <w:rPr>
          <w:rFonts w:eastAsia="Arial"/>
          <w:sz w:val="22"/>
          <w:szCs w:val="22"/>
        </w:rPr>
        <w:t xml:space="preserve"> jeho </w:t>
      </w:r>
      <w:r w:rsidR="00B97D76" w:rsidRPr="00B97D76">
        <w:rPr>
          <w:rFonts w:eastAsia="Arial"/>
          <w:sz w:val="22"/>
          <w:szCs w:val="22"/>
        </w:rPr>
        <w:t>užívání</w:t>
      </w:r>
      <w:r w:rsidR="00B97D76">
        <w:rPr>
          <w:rFonts w:eastAsia="Arial"/>
          <w:sz w:val="22"/>
          <w:szCs w:val="22"/>
        </w:rPr>
        <w:t>,</w:t>
      </w:r>
      <w:r w:rsidR="00B97D76">
        <w:t xml:space="preserve"> </w:t>
      </w:r>
      <w:r w:rsidR="00B77D2F" w:rsidRPr="00B77D2F">
        <w:rPr>
          <w:rFonts w:eastAsia="Arial"/>
          <w:sz w:val="22"/>
          <w:szCs w:val="22"/>
        </w:rPr>
        <w:t>ve lhůtě dle čl. III odst.1 této smlouvy</w:t>
      </w:r>
      <w:r w:rsidRPr="62464FF7">
        <w:rPr>
          <w:rFonts w:eastAsia="Arial"/>
          <w:sz w:val="22"/>
          <w:szCs w:val="22"/>
        </w:rPr>
        <w:t xml:space="preserve">. </w:t>
      </w:r>
      <w:r w:rsidR="00E3634F" w:rsidRPr="00E3634F">
        <w:rPr>
          <w:rFonts w:eastAsia="Arial"/>
          <w:sz w:val="22"/>
          <w:szCs w:val="22"/>
        </w:rPr>
        <w:t>Zařízení musí být nov</w:t>
      </w:r>
      <w:r w:rsidR="00E3634F">
        <w:rPr>
          <w:rFonts w:eastAsia="Arial"/>
          <w:sz w:val="22"/>
          <w:szCs w:val="22"/>
        </w:rPr>
        <w:t>é</w:t>
      </w:r>
      <w:r w:rsidR="00E3634F" w:rsidRPr="00E3634F">
        <w:rPr>
          <w:rFonts w:eastAsia="Arial"/>
          <w:sz w:val="22"/>
          <w:szCs w:val="22"/>
        </w:rPr>
        <w:t>, nesmí být použit</w:t>
      </w:r>
      <w:r w:rsidR="00E3634F">
        <w:rPr>
          <w:rFonts w:eastAsia="Arial"/>
          <w:sz w:val="22"/>
          <w:szCs w:val="22"/>
        </w:rPr>
        <w:t>é</w:t>
      </w:r>
      <w:r w:rsidR="00E3634F" w:rsidRPr="00E3634F">
        <w:rPr>
          <w:rFonts w:eastAsia="Arial"/>
          <w:sz w:val="22"/>
          <w:szCs w:val="22"/>
        </w:rPr>
        <w:t xml:space="preserve"> nebo jakkoliv repasovan</w:t>
      </w:r>
      <w:r w:rsidR="00E3634F">
        <w:rPr>
          <w:rFonts w:eastAsia="Arial"/>
          <w:sz w:val="22"/>
          <w:szCs w:val="22"/>
        </w:rPr>
        <w:t>é</w:t>
      </w:r>
      <w:r w:rsidR="00E3634F" w:rsidRPr="00E3634F">
        <w:rPr>
          <w:rFonts w:eastAsia="Arial"/>
          <w:sz w:val="22"/>
          <w:szCs w:val="22"/>
        </w:rPr>
        <w:t>. Dílčí nebo neřádná dodávka bránící užívání zařízení obvyklým způsobem je nepřípustná a z tohoto důvodu je možné odmítnout převzetí zařízení</w:t>
      </w:r>
      <w:r w:rsidRPr="62464FF7">
        <w:rPr>
          <w:rFonts w:eastAsia="Arial"/>
          <w:sz w:val="22"/>
          <w:szCs w:val="22"/>
        </w:rPr>
        <w:t xml:space="preserve">. </w:t>
      </w:r>
    </w:p>
    <w:p w14:paraId="79822807" w14:textId="180CDFE1" w:rsidR="006D3511" w:rsidRPr="009163B7" w:rsidRDefault="00E3634F" w:rsidP="006D3511">
      <w:pPr>
        <w:pStyle w:val="Default"/>
        <w:numPr>
          <w:ilvl w:val="0"/>
          <w:numId w:val="5"/>
        </w:numPr>
        <w:spacing w:after="120" w:line="276" w:lineRule="auto"/>
        <w:ind w:left="426" w:hanging="426"/>
        <w:jc w:val="both"/>
        <w:rPr>
          <w:sz w:val="22"/>
          <w:szCs w:val="22"/>
        </w:rPr>
      </w:pPr>
      <w:r>
        <w:rPr>
          <w:rFonts w:eastAsia="Arial"/>
          <w:color w:val="auto"/>
          <w:sz w:val="22"/>
          <w:szCs w:val="22"/>
        </w:rPr>
        <w:t>Zařízení</w:t>
      </w:r>
      <w:r w:rsidR="006D3511" w:rsidRPr="62464FF7">
        <w:rPr>
          <w:rFonts w:eastAsia="Arial"/>
          <w:color w:val="auto"/>
          <w:sz w:val="22"/>
          <w:szCs w:val="22"/>
        </w:rPr>
        <w:t xml:space="preserve"> </w:t>
      </w:r>
      <w:r w:rsidR="006D3511" w:rsidRPr="62464FF7">
        <w:rPr>
          <w:rFonts w:eastAsia="Arial"/>
          <w:sz w:val="22"/>
          <w:szCs w:val="22"/>
        </w:rPr>
        <w:t>musí být předán</w:t>
      </w:r>
      <w:r>
        <w:rPr>
          <w:rFonts w:eastAsia="Arial"/>
          <w:sz w:val="22"/>
          <w:szCs w:val="22"/>
        </w:rPr>
        <w:t>o</w:t>
      </w:r>
      <w:r w:rsidR="006D3511" w:rsidRPr="62464FF7">
        <w:rPr>
          <w:rFonts w:eastAsia="Arial"/>
          <w:sz w:val="22"/>
          <w:szCs w:val="22"/>
        </w:rPr>
        <w:t xml:space="preserve"> tak, aby jeho provoz vyhovoval technickým a bezpečnostním normám platným v České republice. Zároveň musí </w:t>
      </w:r>
      <w:r>
        <w:rPr>
          <w:rFonts w:eastAsia="Arial"/>
          <w:sz w:val="22"/>
          <w:szCs w:val="22"/>
        </w:rPr>
        <w:t>zařízení</w:t>
      </w:r>
      <w:r w:rsidR="006D3511" w:rsidRPr="62464FF7">
        <w:rPr>
          <w:rFonts w:eastAsia="Arial"/>
          <w:sz w:val="22"/>
          <w:szCs w:val="22"/>
        </w:rPr>
        <w:t xml:space="preserve"> splňovat požadavky všech českých norem, které se vztahují na technické provedení tohoto </w:t>
      </w:r>
      <w:r>
        <w:rPr>
          <w:rFonts w:eastAsia="Arial"/>
          <w:sz w:val="22"/>
          <w:szCs w:val="22"/>
        </w:rPr>
        <w:t>zařízení</w:t>
      </w:r>
      <w:r w:rsidR="006D3511" w:rsidRPr="62464FF7">
        <w:rPr>
          <w:rFonts w:eastAsia="Arial"/>
          <w:sz w:val="22"/>
          <w:szCs w:val="22"/>
        </w:rPr>
        <w:t xml:space="preserve"> a bezpečnost práce s ním. </w:t>
      </w:r>
    </w:p>
    <w:p w14:paraId="1146841D" w14:textId="6722407E" w:rsidR="006D3511" w:rsidRPr="00735BF2"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K dodání </w:t>
      </w:r>
      <w:r w:rsidR="00E3634F">
        <w:rPr>
          <w:rFonts w:eastAsia="Arial"/>
          <w:color w:val="auto"/>
          <w:sz w:val="22"/>
          <w:szCs w:val="22"/>
        </w:rPr>
        <w:t>zařízení</w:t>
      </w:r>
      <w:r w:rsidRPr="62464FF7">
        <w:rPr>
          <w:rFonts w:eastAsia="Arial"/>
          <w:color w:val="auto"/>
          <w:sz w:val="22"/>
          <w:szCs w:val="22"/>
        </w:rPr>
        <w:t xml:space="preserve"> dojde dnem podpisu </w:t>
      </w:r>
      <w:r w:rsidR="00613966">
        <w:rPr>
          <w:rFonts w:eastAsia="Arial"/>
          <w:color w:val="auto"/>
          <w:sz w:val="22"/>
          <w:szCs w:val="22"/>
        </w:rPr>
        <w:t>Předávacího protokolu</w:t>
      </w:r>
      <w:r w:rsidRPr="62464FF7">
        <w:rPr>
          <w:rFonts w:eastAsia="Arial"/>
          <w:color w:val="auto"/>
          <w:sz w:val="22"/>
          <w:szCs w:val="22"/>
        </w:rPr>
        <w:t>. Vlastnictví dodaného zařízení a nebezpečí škody na zařízení přechází na kupujícího dnem podpisu</w:t>
      </w:r>
      <w:r w:rsidR="00613966">
        <w:rPr>
          <w:rFonts w:eastAsia="Arial"/>
          <w:color w:val="auto"/>
          <w:sz w:val="22"/>
          <w:szCs w:val="22"/>
        </w:rPr>
        <w:t xml:space="preserve"> Předávacího protokolu</w:t>
      </w:r>
      <w:r w:rsidR="00C45482">
        <w:rPr>
          <w:rFonts w:eastAsia="Arial"/>
          <w:color w:val="auto"/>
          <w:sz w:val="22"/>
          <w:szCs w:val="22"/>
        </w:rPr>
        <w:t xml:space="preserve"> oběma smluvními stranami</w:t>
      </w:r>
      <w:r w:rsidRPr="62464FF7">
        <w:rPr>
          <w:rFonts w:eastAsia="Arial"/>
          <w:color w:val="auto"/>
          <w:sz w:val="22"/>
          <w:szCs w:val="22"/>
        </w:rPr>
        <w:t xml:space="preserve">. </w:t>
      </w:r>
    </w:p>
    <w:p w14:paraId="168465FC" w14:textId="21B09BA6" w:rsidR="006D3511"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Prodávající zaručuje kupujícímu, že zařízení není a do přechodu vlastnického práva k zařízení na kupujícího nebude zatíženo právy třetích osob. </w:t>
      </w:r>
    </w:p>
    <w:p w14:paraId="527DF011" w14:textId="77777777" w:rsidR="00CF177E" w:rsidRPr="00CF177E" w:rsidRDefault="00CF177E" w:rsidP="00DC2EA8">
      <w:pPr>
        <w:pStyle w:val="Default"/>
        <w:spacing w:after="120" w:line="276" w:lineRule="auto"/>
        <w:jc w:val="both"/>
        <w:rPr>
          <w:color w:val="auto"/>
          <w:sz w:val="22"/>
          <w:szCs w:val="22"/>
        </w:rPr>
      </w:pPr>
    </w:p>
    <w:p w14:paraId="70493834" w14:textId="7D00ED09" w:rsidR="006D3511" w:rsidRPr="004F5C93" w:rsidRDefault="006D3511" w:rsidP="006D3511">
      <w:pPr>
        <w:pStyle w:val="Default"/>
        <w:spacing w:line="276" w:lineRule="auto"/>
        <w:jc w:val="center"/>
        <w:rPr>
          <w:rFonts w:eastAsia="Arial"/>
          <w:color w:val="auto"/>
          <w:sz w:val="22"/>
          <w:szCs w:val="22"/>
        </w:rPr>
      </w:pPr>
      <w:r w:rsidRPr="004F5C93">
        <w:rPr>
          <w:rFonts w:eastAsia="Arial"/>
          <w:b/>
          <w:bCs/>
          <w:color w:val="auto"/>
          <w:sz w:val="22"/>
          <w:szCs w:val="22"/>
        </w:rPr>
        <w:t>VII.</w:t>
      </w:r>
    </w:p>
    <w:p w14:paraId="43FE23EB" w14:textId="77777777" w:rsidR="006D3511" w:rsidRDefault="006D3511" w:rsidP="006D3511">
      <w:pPr>
        <w:pStyle w:val="Default"/>
        <w:spacing w:line="276" w:lineRule="auto"/>
        <w:jc w:val="center"/>
        <w:rPr>
          <w:rFonts w:eastAsia="Arial"/>
          <w:color w:val="auto"/>
          <w:sz w:val="22"/>
          <w:szCs w:val="22"/>
        </w:rPr>
      </w:pPr>
      <w:r w:rsidRPr="004F5C93">
        <w:rPr>
          <w:rFonts w:eastAsia="Arial"/>
          <w:b/>
          <w:bCs/>
          <w:color w:val="auto"/>
          <w:sz w:val="22"/>
          <w:szCs w:val="22"/>
        </w:rPr>
        <w:t>NÁHRADA ŠKODY A VYŠŠÍ MOC</w:t>
      </w:r>
    </w:p>
    <w:p w14:paraId="07B4C01F" w14:textId="77777777" w:rsidR="006D3511"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Každá ze smluvních stran nese odpovědnost za způsobenou škodu v souvislosti s porušením obecně závazných předpisů a porušením této smlouvy. Obě smluvní strany se zavazují vyvíjet maximální úsilí k předcházení škodám a minimalizaci vzniklých škod. </w:t>
      </w:r>
    </w:p>
    <w:p w14:paraId="3C3B1F42" w14:textId="77777777" w:rsidR="006D3511"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Povinnosti k náhradě škody vzniklé v důsledku prodlení prodávajícího s plněním této smlouvy se smluvní strana zprostí, prokáže-li, že jí ve splnění povinnosti dle této smlouvy dočasně nebo trvale zabránila mimořádná nepředvídatelná a nepřekonatelná překážka vzniklá nezávisle na její vůli. </w:t>
      </w:r>
    </w:p>
    <w:p w14:paraId="432AF115" w14:textId="77777777" w:rsidR="006D3511" w:rsidRPr="009163B7"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Povinnost k náhradě škody však nevylučuje překážka, která vznikla teprve v době, kdy povinná smluvní strana byla v prodlení s plněním své povinnosti, nebo vznikla z jejich hospodářských </w:t>
      </w:r>
      <w:r w:rsidRPr="62464FF7">
        <w:rPr>
          <w:rFonts w:eastAsia="Arial"/>
          <w:color w:val="auto"/>
          <w:sz w:val="22"/>
          <w:szCs w:val="22"/>
        </w:rPr>
        <w:lastRenderedPageBreak/>
        <w:t xml:space="preserve">poměrů. Účinky vylučující povinnost k náhradě škody jsou omezeny pouze na dobu, dokud trvá překážka, s níž jsou tyto účinky spojeny. </w:t>
      </w:r>
    </w:p>
    <w:p w14:paraId="616F7EC1" w14:textId="615BF21F" w:rsidR="006D3511" w:rsidRPr="009163B7"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Smluvní strana uplatňující vyšší moc podle odst. 2 tohoto článku musí písemně oznámit druhé straně vzniklou překážku nejpozději do 5 (slovy: pěti) pracovních dnů od jejího vzniku a také uvést dobu jejího pravděpodobného trvání. Nesplní-li smluvní strana uplatňující vyšší moc výše uvedenou povinnost, má se za to, že se vzdala svého práva uplatnit tuto překážku jako případ vyšší moci. </w:t>
      </w:r>
    </w:p>
    <w:p w14:paraId="0D5EA0F0" w14:textId="77777777" w:rsidR="006D3511" w:rsidRPr="009163B7" w:rsidRDefault="006D3511" w:rsidP="006D3511">
      <w:pPr>
        <w:pStyle w:val="Default"/>
        <w:numPr>
          <w:ilvl w:val="0"/>
          <w:numId w:val="6"/>
        </w:numPr>
        <w:spacing w:after="120" w:line="276" w:lineRule="auto"/>
        <w:ind w:left="426" w:hanging="426"/>
        <w:jc w:val="both"/>
        <w:rPr>
          <w:sz w:val="22"/>
          <w:szCs w:val="22"/>
        </w:rPr>
      </w:pPr>
      <w:r w:rsidRPr="62464FF7">
        <w:rPr>
          <w:rFonts w:eastAsia="Arial"/>
          <w:sz w:val="22"/>
          <w:szCs w:val="22"/>
        </w:rPr>
        <w:t xml:space="preserve">Ve lhůtě 8 (slovy: osmi) pracovních dní ode dne vzniku překážky je smluvní strana, která uplatňuje případ vyšší moci, povinna prokázat vzniklou překážku, vč. skutečnosti, že tato překážka ovlivnila závažně možnosti smluvní strany splnit smluvní povinnosti. Strana, která uplatňuje případ vyšší moci, musí informovat druhou stranu o pominutí takové překážky nejpozději do </w:t>
      </w:r>
      <w:r w:rsidRPr="62464FF7">
        <w:rPr>
          <w:rFonts w:eastAsia="Arial"/>
          <w:color w:val="auto"/>
          <w:sz w:val="22"/>
          <w:szCs w:val="22"/>
        </w:rPr>
        <w:t xml:space="preserve">5 (slovy: pěti) </w:t>
      </w:r>
      <w:r w:rsidRPr="62464FF7">
        <w:rPr>
          <w:rFonts w:eastAsia="Arial"/>
          <w:sz w:val="22"/>
          <w:szCs w:val="22"/>
        </w:rPr>
        <w:t xml:space="preserve">pracovních dní od okamžiku zániku překážky. </w:t>
      </w:r>
    </w:p>
    <w:p w14:paraId="0250BD1B" w14:textId="77777777" w:rsidR="006D3511" w:rsidRPr="00873569" w:rsidRDefault="006D3511" w:rsidP="006D3511">
      <w:pPr>
        <w:jc w:val="center"/>
        <w:rPr>
          <w:rFonts w:ascii="Arial" w:eastAsia="Arial" w:hAnsi="Arial" w:cs="Arial"/>
          <w:b/>
          <w:bCs/>
        </w:rPr>
      </w:pPr>
    </w:p>
    <w:p w14:paraId="6E7364D6" w14:textId="717ADD98" w:rsidR="006D3511" w:rsidRPr="00873569" w:rsidRDefault="00FD2876" w:rsidP="00541900">
      <w:pPr>
        <w:keepNext/>
        <w:spacing w:after="0"/>
        <w:jc w:val="center"/>
        <w:rPr>
          <w:rFonts w:ascii="Arial" w:eastAsia="Arial" w:hAnsi="Arial" w:cs="Arial"/>
        </w:rPr>
      </w:pPr>
      <w:r>
        <w:rPr>
          <w:rFonts w:ascii="Arial" w:eastAsia="Arial" w:hAnsi="Arial" w:cs="Arial"/>
          <w:b/>
          <w:bCs/>
        </w:rPr>
        <w:t>VIII</w:t>
      </w:r>
      <w:r w:rsidR="006D3511" w:rsidRPr="00873569">
        <w:rPr>
          <w:rFonts w:ascii="Arial" w:eastAsia="Arial" w:hAnsi="Arial" w:cs="Arial"/>
        </w:rPr>
        <w:t>.</w:t>
      </w:r>
    </w:p>
    <w:p w14:paraId="5BF05024" w14:textId="77777777" w:rsidR="006D3511" w:rsidRDefault="006D3511" w:rsidP="00541900">
      <w:pPr>
        <w:pStyle w:val="Default"/>
        <w:keepNext/>
        <w:spacing w:line="276" w:lineRule="auto"/>
        <w:jc w:val="center"/>
        <w:rPr>
          <w:rFonts w:eastAsia="Arial"/>
          <w:color w:val="auto"/>
          <w:sz w:val="22"/>
          <w:szCs w:val="22"/>
        </w:rPr>
      </w:pPr>
      <w:r w:rsidRPr="00C45482">
        <w:rPr>
          <w:rFonts w:eastAsia="Arial"/>
          <w:b/>
          <w:bCs/>
          <w:color w:val="auto"/>
          <w:sz w:val="22"/>
          <w:szCs w:val="22"/>
        </w:rPr>
        <w:t>ZÁRUKA ZA JAKOST, REKLAMAČNÍ ŘÍZENÍ</w:t>
      </w:r>
    </w:p>
    <w:p w14:paraId="2CDA25D1" w14:textId="0D0C0CB3" w:rsidR="001B1F76" w:rsidRPr="001B1F76" w:rsidRDefault="006D3511" w:rsidP="001B1F76">
      <w:pPr>
        <w:pStyle w:val="Default"/>
        <w:numPr>
          <w:ilvl w:val="0"/>
          <w:numId w:val="7"/>
        </w:numPr>
        <w:spacing w:after="240" w:line="276" w:lineRule="auto"/>
        <w:ind w:left="426" w:hanging="426"/>
        <w:jc w:val="both"/>
        <w:rPr>
          <w:color w:val="auto"/>
          <w:sz w:val="22"/>
          <w:szCs w:val="22"/>
        </w:rPr>
      </w:pPr>
      <w:r w:rsidRPr="62464FF7">
        <w:rPr>
          <w:rFonts w:eastAsia="Arial"/>
          <w:color w:val="auto"/>
          <w:sz w:val="22"/>
          <w:szCs w:val="22"/>
        </w:rPr>
        <w:t xml:space="preserve">Prodávající dodá kupujícímu zařízení tak, aby ho kupující mohl užívat k určenému účelu podle této smlouvy, a dále odpovídá za řádnost a včasnost dodání </w:t>
      </w:r>
      <w:r w:rsidR="0020160F">
        <w:rPr>
          <w:rFonts w:eastAsia="Arial"/>
          <w:color w:val="auto"/>
          <w:sz w:val="22"/>
          <w:szCs w:val="22"/>
        </w:rPr>
        <w:t>zařízení</w:t>
      </w:r>
      <w:r w:rsidRPr="62464FF7">
        <w:rPr>
          <w:rFonts w:eastAsia="Arial"/>
          <w:color w:val="auto"/>
          <w:sz w:val="22"/>
          <w:szCs w:val="22"/>
        </w:rPr>
        <w:t xml:space="preserve"> dle této smlouvy. </w:t>
      </w:r>
    </w:p>
    <w:p w14:paraId="73D13BDD" w14:textId="3330E645" w:rsidR="006D3511" w:rsidRDefault="006D3511" w:rsidP="001B1F76">
      <w:pPr>
        <w:pStyle w:val="Default"/>
        <w:numPr>
          <w:ilvl w:val="0"/>
          <w:numId w:val="7"/>
        </w:numPr>
        <w:spacing w:after="240" w:line="276" w:lineRule="auto"/>
        <w:ind w:left="426" w:hanging="426"/>
        <w:jc w:val="both"/>
        <w:rPr>
          <w:color w:val="auto"/>
          <w:sz w:val="22"/>
          <w:szCs w:val="22"/>
        </w:rPr>
      </w:pPr>
      <w:r w:rsidRPr="62464FF7">
        <w:rPr>
          <w:rFonts w:eastAsia="Arial"/>
          <w:color w:val="auto"/>
          <w:sz w:val="22"/>
          <w:szCs w:val="22"/>
        </w:rPr>
        <w:t xml:space="preserve">Prodávající odpovídá za vady, které má zařízení v okamžiku jeho převzetí kupujícím, i když se vada stane zjevnou až po této době. Prodávající odpovídá rovněž za jakoukoliv vadu, jež vznikne po okamžiku převzetí </w:t>
      </w:r>
      <w:r w:rsidR="00305765">
        <w:rPr>
          <w:rFonts w:eastAsia="Arial"/>
          <w:color w:val="auto"/>
          <w:sz w:val="22"/>
          <w:szCs w:val="22"/>
        </w:rPr>
        <w:t>zařízení</w:t>
      </w:r>
      <w:r w:rsidRPr="62464FF7">
        <w:rPr>
          <w:rFonts w:eastAsia="Arial"/>
          <w:color w:val="auto"/>
          <w:sz w:val="22"/>
          <w:szCs w:val="22"/>
        </w:rPr>
        <w:t xml:space="preserve"> kupujícím, jestliže je způsobena porušením povinnosti prodávajícího. </w:t>
      </w:r>
    </w:p>
    <w:p w14:paraId="3CF284A5" w14:textId="68E5C902" w:rsidR="006D3511" w:rsidRPr="00A34044" w:rsidRDefault="006D3511" w:rsidP="006D3511">
      <w:pPr>
        <w:pStyle w:val="Default"/>
        <w:numPr>
          <w:ilvl w:val="0"/>
          <w:numId w:val="7"/>
        </w:numPr>
        <w:spacing w:after="120" w:line="276" w:lineRule="auto"/>
        <w:ind w:left="426" w:hanging="426"/>
        <w:jc w:val="both"/>
        <w:rPr>
          <w:color w:val="auto"/>
          <w:sz w:val="22"/>
          <w:szCs w:val="22"/>
        </w:rPr>
      </w:pPr>
      <w:r w:rsidRPr="000B021D">
        <w:rPr>
          <w:rFonts w:eastAsia="Arial"/>
          <w:color w:val="auto"/>
          <w:sz w:val="22"/>
          <w:szCs w:val="22"/>
        </w:rPr>
        <w:t>Prodávající se zavazuje a odpovídá za to, že zařízení bude dodáno řádně, v souladu s touto smlouvou a bude prosté jakýchkoliv vad po dobu</w:t>
      </w:r>
      <w:r w:rsidR="000F6669">
        <w:rPr>
          <w:rFonts w:eastAsia="Arial"/>
          <w:color w:val="auto"/>
          <w:sz w:val="22"/>
          <w:szCs w:val="22"/>
        </w:rPr>
        <w:t xml:space="preserve"> </w:t>
      </w:r>
      <w:r w:rsidR="000F6669" w:rsidRPr="000F6669">
        <w:rPr>
          <w:rFonts w:eastAsia="Arial"/>
          <w:color w:val="auto"/>
          <w:sz w:val="22"/>
          <w:szCs w:val="22"/>
        </w:rPr>
        <w:t>alespoň</w:t>
      </w:r>
      <w:r w:rsidR="008163F2" w:rsidRPr="000F6669">
        <w:rPr>
          <w:rFonts w:eastAsia="Arial"/>
          <w:color w:val="auto"/>
          <w:sz w:val="22"/>
          <w:szCs w:val="22"/>
        </w:rPr>
        <w:t xml:space="preserve"> </w:t>
      </w:r>
      <w:r w:rsidR="006B6912">
        <w:rPr>
          <w:rFonts w:eastAsia="Arial"/>
          <w:b/>
          <w:color w:val="auto"/>
          <w:sz w:val="22"/>
          <w:szCs w:val="22"/>
        </w:rPr>
        <w:t>24</w:t>
      </w:r>
      <w:r w:rsidRPr="000F6669">
        <w:rPr>
          <w:rFonts w:eastAsia="Arial"/>
          <w:b/>
          <w:bCs/>
          <w:color w:val="auto"/>
          <w:sz w:val="22"/>
          <w:szCs w:val="22"/>
        </w:rPr>
        <w:t xml:space="preserve"> (slovy: </w:t>
      </w:r>
      <w:r w:rsidR="006B6912" w:rsidRPr="000F6669">
        <w:rPr>
          <w:rFonts w:eastAsia="Arial"/>
          <w:b/>
          <w:bCs/>
          <w:sz w:val="22"/>
          <w:szCs w:val="22"/>
        </w:rPr>
        <w:t>dva</w:t>
      </w:r>
      <w:r w:rsidR="006B6912">
        <w:rPr>
          <w:rFonts w:eastAsia="Arial"/>
          <w:b/>
          <w:bCs/>
          <w:sz w:val="22"/>
          <w:szCs w:val="22"/>
        </w:rPr>
        <w:t>cet čtyř</w:t>
      </w:r>
      <w:r w:rsidRPr="000F6669">
        <w:rPr>
          <w:rFonts w:eastAsia="Arial"/>
          <w:b/>
          <w:bCs/>
          <w:color w:val="auto"/>
          <w:sz w:val="22"/>
          <w:szCs w:val="22"/>
        </w:rPr>
        <w:t xml:space="preserve">) měsíců </w:t>
      </w:r>
      <w:r w:rsidRPr="000F6669">
        <w:rPr>
          <w:rFonts w:eastAsia="Arial"/>
          <w:color w:val="auto"/>
          <w:sz w:val="22"/>
          <w:szCs w:val="22"/>
        </w:rPr>
        <w:t xml:space="preserve">ode dne podpisu </w:t>
      </w:r>
      <w:r w:rsidR="00613966" w:rsidRPr="000F6669">
        <w:rPr>
          <w:rFonts w:eastAsia="Arial"/>
          <w:color w:val="auto"/>
          <w:sz w:val="22"/>
          <w:szCs w:val="22"/>
        </w:rPr>
        <w:t>Předávacího protokolu</w:t>
      </w:r>
      <w:r w:rsidRPr="000F6669">
        <w:rPr>
          <w:rFonts w:eastAsia="Arial"/>
          <w:color w:val="auto"/>
          <w:sz w:val="22"/>
          <w:szCs w:val="22"/>
        </w:rPr>
        <w:t>.</w:t>
      </w:r>
      <w:r w:rsidR="00E429E0" w:rsidRPr="000F6669">
        <w:rPr>
          <w:rFonts w:eastAsia="Arial"/>
          <w:color w:val="auto"/>
          <w:sz w:val="22"/>
          <w:szCs w:val="22"/>
        </w:rPr>
        <w:t xml:space="preserve"> </w:t>
      </w:r>
      <w:r w:rsidRPr="000F6669">
        <w:rPr>
          <w:rFonts w:eastAsia="Arial"/>
          <w:color w:val="auto"/>
          <w:sz w:val="22"/>
          <w:szCs w:val="22"/>
        </w:rPr>
        <w:t>P</w:t>
      </w:r>
      <w:r w:rsidRPr="00A34044">
        <w:rPr>
          <w:rFonts w:eastAsia="Arial"/>
          <w:color w:val="auto"/>
          <w:sz w:val="22"/>
          <w:szCs w:val="22"/>
        </w:rPr>
        <w:t xml:space="preserve">o stejnou dobu poskytuje prodávající na zařízení záruku za jeho jakost. </w:t>
      </w:r>
      <w:r w:rsidR="00AD12A8">
        <w:rPr>
          <w:rFonts w:eastAsia="Arial"/>
          <w:color w:val="auto"/>
          <w:sz w:val="22"/>
          <w:szCs w:val="22"/>
        </w:rPr>
        <w:t xml:space="preserve"> </w:t>
      </w:r>
    </w:p>
    <w:p w14:paraId="3ED7956B" w14:textId="41515773"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Zárukou za jakost přejímá prodávající závazek, že dodané zařízení bude po celou dobu záruční lhůty způsobilé pro použití k účelu smluvenému v této smlouvě, že si zachová smluvené vlastnosti, zejména vlastnosti uvedené v technické specifikaci, která je </w:t>
      </w:r>
      <w:r w:rsidR="006B3386">
        <w:rPr>
          <w:rFonts w:eastAsia="Arial"/>
          <w:color w:val="auto"/>
          <w:sz w:val="22"/>
          <w:szCs w:val="22"/>
        </w:rPr>
        <w:t>přílohou</w:t>
      </w:r>
      <w:r w:rsidR="00CC3E0F">
        <w:rPr>
          <w:rFonts w:eastAsia="Arial"/>
          <w:color w:val="auto"/>
          <w:sz w:val="22"/>
          <w:szCs w:val="22"/>
        </w:rPr>
        <w:t xml:space="preserve"> č. 1</w:t>
      </w:r>
      <w:r w:rsidR="006B3386">
        <w:rPr>
          <w:rFonts w:eastAsia="Arial"/>
          <w:color w:val="auto"/>
          <w:sz w:val="22"/>
          <w:szCs w:val="22"/>
        </w:rPr>
        <w:t xml:space="preserve"> této smlouvy</w:t>
      </w:r>
      <w:r w:rsidRPr="62464FF7">
        <w:rPr>
          <w:rFonts w:eastAsia="Arial"/>
          <w:color w:val="auto"/>
          <w:sz w:val="22"/>
          <w:szCs w:val="22"/>
        </w:rPr>
        <w:t xml:space="preserve"> nebo obvyklé vlastnosti. Prodávající odpovídá za jakoukoliv vadu, jež vznikne v době trvání záruky. Kupující je oprávněn vytknout vady dodaného zařízení kdykoli v průběhu uvedené záruční doby. </w:t>
      </w:r>
    </w:p>
    <w:p w14:paraId="6F8BFDCA" w14:textId="423850B9"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Záruční doba za jakost se prodlužuje o dobu trvání vady, která brání užívání zařízení k účelu, ke kterému je kupující </w:t>
      </w:r>
      <w:r w:rsidR="0097418E">
        <w:rPr>
          <w:rFonts w:eastAsia="Arial"/>
          <w:color w:val="auto"/>
          <w:sz w:val="22"/>
          <w:szCs w:val="22"/>
        </w:rPr>
        <w:t>zakoupil.</w:t>
      </w:r>
      <w:r w:rsidRPr="62464FF7">
        <w:rPr>
          <w:rFonts w:eastAsia="Arial"/>
          <w:color w:val="auto"/>
          <w:sz w:val="22"/>
          <w:szCs w:val="22"/>
        </w:rPr>
        <w:t xml:space="preserve"> </w:t>
      </w:r>
    </w:p>
    <w:p w14:paraId="68941901" w14:textId="77777777"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Prodávající v záruční době odstraní na vlastní náklady veškeré vady (zejména funkční vady a poškození vzniklé vadou materiálu, vadou konstrukce nebo vadné montáže). Záruka se vztahuje i na vyměněné náhradní díly. Záruka se nevztahuje na běžné opotřebení dílů. </w:t>
      </w:r>
    </w:p>
    <w:p w14:paraId="1490277D" w14:textId="70B0ABD7"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lastRenderedPageBreak/>
        <w:t xml:space="preserve">Záruka se nevztahuje na vady, které vzniknou neodborným užíváním nebo opravou zařízení kupujícím nebo zásahem ze strany kupujícího nebo třetí osoby, popřípadě </w:t>
      </w:r>
      <w:proofErr w:type="gramStart"/>
      <w:r w:rsidRPr="62464FF7">
        <w:rPr>
          <w:rFonts w:eastAsia="Arial"/>
          <w:color w:val="auto"/>
          <w:sz w:val="22"/>
          <w:szCs w:val="22"/>
        </w:rPr>
        <w:t>živelní</w:t>
      </w:r>
      <w:proofErr w:type="gramEnd"/>
      <w:r w:rsidRPr="62464FF7">
        <w:rPr>
          <w:rFonts w:eastAsia="Arial"/>
          <w:color w:val="auto"/>
          <w:sz w:val="22"/>
          <w:szCs w:val="22"/>
        </w:rPr>
        <w:t xml:space="preserve"> pohromou nebo nehodou, jakož i běžným opotřebením. Tyto vady se prodávající zavazuje odstranit na náklady kupujícího</w:t>
      </w:r>
      <w:r w:rsidR="007257C9">
        <w:rPr>
          <w:rFonts w:eastAsia="Arial"/>
          <w:color w:val="auto"/>
          <w:sz w:val="22"/>
          <w:szCs w:val="22"/>
        </w:rPr>
        <w:t xml:space="preserve">, bude-li kupující jejich odstranění </w:t>
      </w:r>
      <w:r w:rsidR="00F20DF7">
        <w:rPr>
          <w:rFonts w:eastAsia="Arial"/>
          <w:color w:val="auto"/>
          <w:sz w:val="22"/>
          <w:szCs w:val="22"/>
        </w:rPr>
        <w:t>požadov</w:t>
      </w:r>
      <w:r w:rsidR="007257C9">
        <w:rPr>
          <w:rFonts w:eastAsia="Arial"/>
          <w:color w:val="auto"/>
          <w:sz w:val="22"/>
          <w:szCs w:val="22"/>
        </w:rPr>
        <w:t>at</w:t>
      </w:r>
      <w:r w:rsidRPr="62464FF7">
        <w:rPr>
          <w:rFonts w:eastAsia="Arial"/>
          <w:color w:val="auto"/>
          <w:sz w:val="22"/>
          <w:szCs w:val="22"/>
        </w:rPr>
        <w:t xml:space="preserve">. </w:t>
      </w:r>
    </w:p>
    <w:p w14:paraId="79479E01" w14:textId="77777777" w:rsidR="006D3511" w:rsidRPr="009163B7"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Oznámení o vadách musí kupující učinit písemnou formou. Kupující je povinen vadu popsat, uvést, jak se projevuje a jaké nároky uplatňuje vůči prodávajícímu. O reklamačním řízení bude prodávajícím pořízen písemný zápis ve dvojím vyhotovení, z nichž jeden stejnopis obdrží každá ze smluvních stran. </w:t>
      </w:r>
    </w:p>
    <w:p w14:paraId="27773DE2" w14:textId="49AE9C2A" w:rsidR="00DD1610" w:rsidRPr="00117997" w:rsidRDefault="006D3511" w:rsidP="00117997">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Prodávající se zavazuje zahájit odstraňování vady na zařízení</w:t>
      </w:r>
      <w:r w:rsidR="00683235">
        <w:rPr>
          <w:rFonts w:eastAsia="Arial"/>
          <w:color w:val="auto"/>
          <w:sz w:val="22"/>
          <w:szCs w:val="22"/>
        </w:rPr>
        <w:t xml:space="preserve"> </w:t>
      </w:r>
      <w:r w:rsidR="00683235" w:rsidRPr="00683235">
        <w:rPr>
          <w:rFonts w:eastAsia="Arial"/>
          <w:b/>
          <w:color w:val="auto"/>
          <w:sz w:val="22"/>
          <w:szCs w:val="22"/>
        </w:rPr>
        <w:t xml:space="preserve">do 5 </w:t>
      </w:r>
      <w:r w:rsidR="00032560">
        <w:rPr>
          <w:rFonts w:eastAsia="Arial"/>
          <w:b/>
          <w:color w:val="auto"/>
          <w:sz w:val="22"/>
          <w:szCs w:val="22"/>
        </w:rPr>
        <w:t xml:space="preserve">(slovy: pěti) </w:t>
      </w:r>
      <w:r w:rsidR="00683235" w:rsidRPr="00683235">
        <w:rPr>
          <w:rFonts w:eastAsia="Arial"/>
          <w:b/>
          <w:color w:val="auto"/>
          <w:sz w:val="22"/>
          <w:szCs w:val="22"/>
        </w:rPr>
        <w:t>pracovních dnů</w:t>
      </w:r>
      <w:r w:rsidRPr="62464FF7">
        <w:rPr>
          <w:rFonts w:eastAsia="Arial"/>
          <w:color w:val="auto"/>
          <w:sz w:val="22"/>
          <w:szCs w:val="22"/>
        </w:rPr>
        <w:t xml:space="preserve">, přičemž tato lhůta začíná běžet od písemného oznámení o vadě (reklamace) doručené prodávajícímu na e-mail </w:t>
      </w:r>
      <w:r w:rsidRPr="62464FF7">
        <w:rPr>
          <w:rFonts w:eastAsia="Arial"/>
          <w:b/>
          <w:bCs/>
          <w:sz w:val="22"/>
          <w:szCs w:val="22"/>
          <w:highlight w:val="yellow"/>
        </w:rPr>
        <w:t>[•]</w:t>
      </w:r>
      <w:r w:rsidRPr="62464FF7">
        <w:rPr>
          <w:rFonts w:eastAsia="Arial"/>
          <w:color w:val="auto"/>
          <w:sz w:val="22"/>
          <w:szCs w:val="22"/>
        </w:rPr>
        <w:t xml:space="preserve">. Vada na zařízení musí být </w:t>
      </w:r>
      <w:r w:rsidRPr="006F2980">
        <w:rPr>
          <w:rFonts w:eastAsia="Arial"/>
          <w:color w:val="auto"/>
          <w:sz w:val="22"/>
          <w:szCs w:val="22"/>
        </w:rPr>
        <w:t xml:space="preserve">odstraněna v době do </w:t>
      </w:r>
      <w:r w:rsidR="00441894" w:rsidRPr="006F2980">
        <w:rPr>
          <w:rFonts w:eastAsia="Arial"/>
          <w:b/>
          <w:bCs/>
          <w:color w:val="auto"/>
          <w:sz w:val="22"/>
          <w:szCs w:val="22"/>
        </w:rPr>
        <w:t>30</w:t>
      </w:r>
      <w:r w:rsidRPr="006F2980">
        <w:rPr>
          <w:rFonts w:eastAsia="Arial"/>
          <w:b/>
          <w:bCs/>
          <w:color w:val="auto"/>
          <w:sz w:val="22"/>
          <w:szCs w:val="22"/>
        </w:rPr>
        <w:t xml:space="preserve"> (slovy: </w:t>
      </w:r>
      <w:r w:rsidR="00441894" w:rsidRPr="006F2980">
        <w:rPr>
          <w:rFonts w:eastAsia="Arial"/>
          <w:b/>
          <w:bCs/>
          <w:color w:val="auto"/>
          <w:sz w:val="22"/>
          <w:szCs w:val="22"/>
        </w:rPr>
        <w:t>třiceti</w:t>
      </w:r>
      <w:r w:rsidRPr="006F2980">
        <w:rPr>
          <w:rFonts w:eastAsia="Arial"/>
          <w:b/>
          <w:bCs/>
          <w:color w:val="auto"/>
          <w:sz w:val="22"/>
          <w:szCs w:val="22"/>
        </w:rPr>
        <w:t>) dnů</w:t>
      </w:r>
      <w:r w:rsidRPr="006F2980">
        <w:rPr>
          <w:rFonts w:eastAsia="Arial"/>
          <w:b/>
          <w:bCs/>
          <w:sz w:val="22"/>
          <w:szCs w:val="22"/>
        </w:rPr>
        <w:t xml:space="preserve"> </w:t>
      </w:r>
      <w:r w:rsidRPr="006F2980">
        <w:rPr>
          <w:rFonts w:eastAsia="Arial"/>
          <w:color w:val="auto"/>
          <w:sz w:val="22"/>
          <w:szCs w:val="22"/>
        </w:rPr>
        <w:t>od písemného oznámení</w:t>
      </w:r>
      <w:r w:rsidRPr="62464FF7">
        <w:rPr>
          <w:rFonts w:eastAsia="Arial"/>
          <w:color w:val="auto"/>
          <w:sz w:val="22"/>
          <w:szCs w:val="22"/>
        </w:rPr>
        <w:t xml:space="preserve"> o vadě, pokud se obě smluvní strany nedohodnou jinak. Prodávající současně zaručuje kupujícímu, že veškeré náhradní díly, které použije při odstranění vady, budou </w:t>
      </w:r>
      <w:r w:rsidR="00F20DF7">
        <w:rPr>
          <w:rFonts w:eastAsia="Arial"/>
          <w:color w:val="auto"/>
          <w:sz w:val="22"/>
          <w:szCs w:val="22"/>
        </w:rPr>
        <w:t>nové a originální, nikoliv repasované či z druhovýroby</w:t>
      </w:r>
      <w:r w:rsidRPr="62464FF7">
        <w:rPr>
          <w:rFonts w:eastAsia="Arial"/>
          <w:color w:val="auto"/>
          <w:sz w:val="22"/>
          <w:szCs w:val="22"/>
        </w:rPr>
        <w:t xml:space="preserve">. </w:t>
      </w:r>
    </w:p>
    <w:p w14:paraId="5C26B72A" w14:textId="7B8DCE11" w:rsidR="006D3511" w:rsidRPr="00FD285F" w:rsidRDefault="006D3511" w:rsidP="006D3511">
      <w:pPr>
        <w:pStyle w:val="Default"/>
        <w:numPr>
          <w:ilvl w:val="0"/>
          <w:numId w:val="7"/>
        </w:numPr>
        <w:spacing w:after="120" w:line="276" w:lineRule="auto"/>
        <w:ind w:left="426" w:hanging="426"/>
        <w:jc w:val="both"/>
        <w:rPr>
          <w:color w:val="auto"/>
          <w:sz w:val="22"/>
          <w:szCs w:val="22"/>
        </w:rPr>
      </w:pPr>
      <w:r w:rsidRPr="00FD285F">
        <w:rPr>
          <w:rFonts w:eastAsia="Arial"/>
          <w:color w:val="auto"/>
          <w:sz w:val="22"/>
          <w:szCs w:val="22"/>
        </w:rPr>
        <w:t xml:space="preserve">Vady vzniklé z příčin uvedených v odst. 7 tohoto článku prodávající opraví na náklady kupujícího. Ceny prací, na které se nevztahuje záruka a ceny použitých náhradních dílů, budou kupujícímu účtovány samostatně, na základě cenové nabídky prodávajícího. </w:t>
      </w:r>
    </w:p>
    <w:p w14:paraId="0C1786E7" w14:textId="45A4C6E6" w:rsidR="00DD2909" w:rsidRPr="0020488B"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Menší opravy, pravidelnou údržbu a servis, nevyžadující spolupráci s prodávajícím, </w:t>
      </w:r>
      <w:r w:rsidRPr="0020488B">
        <w:rPr>
          <w:rFonts w:eastAsia="Arial"/>
          <w:color w:val="auto"/>
          <w:sz w:val="22"/>
          <w:szCs w:val="22"/>
        </w:rPr>
        <w:t xml:space="preserve">může </w:t>
      </w:r>
      <w:r w:rsidR="00D508F9">
        <w:rPr>
          <w:rFonts w:eastAsia="Arial"/>
          <w:color w:val="auto"/>
          <w:sz w:val="22"/>
          <w:szCs w:val="22"/>
        </w:rPr>
        <w:t xml:space="preserve">bez ztráty záruky </w:t>
      </w:r>
      <w:r w:rsidRPr="0020488B">
        <w:rPr>
          <w:rFonts w:eastAsia="Arial"/>
          <w:color w:val="auto"/>
          <w:sz w:val="22"/>
          <w:szCs w:val="22"/>
        </w:rPr>
        <w:t xml:space="preserve">kupující provádět sám, a to pouze proškolenými zaměstnanci. </w:t>
      </w:r>
    </w:p>
    <w:p w14:paraId="47D443B4" w14:textId="340722F6" w:rsidR="00DD1610" w:rsidRDefault="006D3511" w:rsidP="00DD2909">
      <w:pPr>
        <w:pStyle w:val="Default"/>
        <w:numPr>
          <w:ilvl w:val="0"/>
          <w:numId w:val="7"/>
        </w:numPr>
        <w:spacing w:after="120" w:line="276" w:lineRule="auto"/>
        <w:ind w:left="426" w:hanging="426"/>
        <w:jc w:val="both"/>
        <w:rPr>
          <w:color w:val="auto"/>
          <w:sz w:val="22"/>
          <w:szCs w:val="22"/>
        </w:rPr>
      </w:pPr>
      <w:r w:rsidRPr="00DD2909">
        <w:rPr>
          <w:rFonts w:eastAsia="Arial"/>
          <w:sz w:val="22"/>
          <w:szCs w:val="22"/>
        </w:rPr>
        <w:t>Prodávající bude schopen na žádost kupujícího zajistit placený pozáruční servis</w:t>
      </w:r>
      <w:r w:rsidR="00585F9A" w:rsidRPr="00DD2909">
        <w:rPr>
          <w:rFonts w:eastAsia="Arial"/>
          <w:sz w:val="22"/>
          <w:szCs w:val="22"/>
        </w:rPr>
        <w:t>, včetně zajištění náhradních dílů,</w:t>
      </w:r>
      <w:r w:rsidRPr="00DD2909">
        <w:rPr>
          <w:rFonts w:eastAsia="Arial"/>
          <w:sz w:val="22"/>
          <w:szCs w:val="22"/>
        </w:rPr>
        <w:t xml:space="preserve"> po dobu nejméně 5 (slovy: pět) let od uplynutí posledního dne záruční doby</w:t>
      </w:r>
      <w:r w:rsidR="009753CC" w:rsidRPr="00DD2909">
        <w:rPr>
          <w:rFonts w:eastAsia="Arial"/>
          <w:sz w:val="22"/>
          <w:szCs w:val="22"/>
        </w:rPr>
        <w:t xml:space="preserve">, </w:t>
      </w:r>
      <w:r w:rsidR="00223F0F" w:rsidRPr="00DD2909">
        <w:rPr>
          <w:sz w:val="22"/>
          <w:szCs w:val="22"/>
        </w:rPr>
        <w:t xml:space="preserve">a to ve lhůtách podle odst. 9 </w:t>
      </w:r>
      <w:r w:rsidR="00153791" w:rsidRPr="00DD2909">
        <w:rPr>
          <w:sz w:val="22"/>
          <w:szCs w:val="22"/>
        </w:rPr>
        <w:t>tohoto článku.</w:t>
      </w:r>
      <w:r w:rsidR="00223F0F" w:rsidRPr="00DD2909">
        <w:rPr>
          <w:rFonts w:eastAsia="Arial"/>
          <w:sz w:val="22"/>
          <w:szCs w:val="22"/>
        </w:rPr>
        <w:t xml:space="preserve"> </w:t>
      </w:r>
      <w:r w:rsidRPr="00DD2909">
        <w:rPr>
          <w:rFonts w:eastAsia="Arial"/>
          <w:sz w:val="22"/>
          <w:szCs w:val="22"/>
        </w:rPr>
        <w:t xml:space="preserve"> </w:t>
      </w:r>
      <w:r w:rsidR="00087CBC" w:rsidRPr="00DD2909">
        <w:rPr>
          <w:color w:val="auto"/>
          <w:sz w:val="22"/>
          <w:szCs w:val="22"/>
        </w:rPr>
        <w:t xml:space="preserve">Ustanovení čl. VIII a IX odst. 2 této smlouvy, týkající se odstranění vad a odpovědnosti za neodstranění závad, se na pozáruční servis aplikují obdobně, pokud se smluvní strany nedomluví jinak. </w:t>
      </w:r>
      <w:r w:rsidR="005F2CB9" w:rsidRPr="00DD2909">
        <w:rPr>
          <w:sz w:val="22"/>
          <w:szCs w:val="22"/>
        </w:rPr>
        <w:t>Poskytování pozáručního servis</w:t>
      </w:r>
      <w:r w:rsidR="00BB7BCA">
        <w:rPr>
          <w:sz w:val="22"/>
          <w:szCs w:val="22"/>
        </w:rPr>
        <w:t>u</w:t>
      </w:r>
      <w:r w:rsidR="005F2CB9" w:rsidRPr="00DD2909">
        <w:rPr>
          <w:sz w:val="22"/>
          <w:szCs w:val="22"/>
        </w:rPr>
        <w:t xml:space="preserve"> od prodávajícího není sjednáno jako výhradní, kupující si vyhrazuje právo zajistit pozáruční servis od 3. osob bez jakékoliv sankce ze strany prodávajícího.</w:t>
      </w:r>
    </w:p>
    <w:p w14:paraId="0BCEBB9B" w14:textId="3BF0EBFA" w:rsidR="00CF177E" w:rsidRPr="00541900" w:rsidRDefault="0043542B" w:rsidP="00B421CD">
      <w:pPr>
        <w:pStyle w:val="Default"/>
        <w:spacing w:after="120" w:line="276" w:lineRule="auto"/>
        <w:ind w:left="426"/>
        <w:jc w:val="both"/>
        <w:rPr>
          <w:color w:val="auto"/>
          <w:sz w:val="22"/>
          <w:szCs w:val="22"/>
        </w:rPr>
      </w:pPr>
      <w:r>
        <w:rPr>
          <w:color w:val="auto"/>
          <w:sz w:val="22"/>
          <w:szCs w:val="22"/>
        </w:rPr>
        <w:t xml:space="preserve"> </w:t>
      </w:r>
    </w:p>
    <w:p w14:paraId="7FDE9F46" w14:textId="11940DA7" w:rsidR="006D3511" w:rsidRDefault="00FD2876" w:rsidP="006D3511">
      <w:pPr>
        <w:pStyle w:val="Default"/>
        <w:spacing w:line="276" w:lineRule="auto"/>
        <w:jc w:val="center"/>
        <w:rPr>
          <w:rFonts w:eastAsia="Arial"/>
          <w:color w:val="auto"/>
          <w:sz w:val="22"/>
          <w:szCs w:val="22"/>
        </w:rPr>
      </w:pPr>
      <w:r>
        <w:rPr>
          <w:rFonts w:eastAsia="Arial"/>
          <w:b/>
          <w:bCs/>
          <w:color w:val="auto"/>
          <w:sz w:val="22"/>
          <w:szCs w:val="22"/>
        </w:rPr>
        <w:t>I</w:t>
      </w:r>
      <w:r w:rsidR="006D3511" w:rsidRPr="62464FF7">
        <w:rPr>
          <w:rFonts w:eastAsia="Arial"/>
          <w:b/>
          <w:bCs/>
          <w:color w:val="auto"/>
          <w:sz w:val="22"/>
          <w:szCs w:val="22"/>
        </w:rPr>
        <w:t>X.</w:t>
      </w:r>
    </w:p>
    <w:p w14:paraId="1A9143B5" w14:textId="77777777" w:rsidR="006D3511" w:rsidRDefault="006D3511" w:rsidP="006D3511">
      <w:pPr>
        <w:pStyle w:val="Default"/>
        <w:spacing w:line="276" w:lineRule="auto"/>
        <w:jc w:val="center"/>
        <w:rPr>
          <w:rFonts w:eastAsia="Arial"/>
          <w:color w:val="auto"/>
          <w:sz w:val="22"/>
          <w:szCs w:val="22"/>
        </w:rPr>
      </w:pPr>
      <w:r w:rsidRPr="00FD2876">
        <w:rPr>
          <w:rFonts w:eastAsia="Arial"/>
          <w:b/>
          <w:bCs/>
          <w:color w:val="auto"/>
          <w:sz w:val="22"/>
          <w:szCs w:val="22"/>
        </w:rPr>
        <w:t>SANKCE</w:t>
      </w:r>
    </w:p>
    <w:p w14:paraId="51DF3338" w14:textId="0B6A503E"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Pokud prodávající bude v prodlení s plněním lhůt</w:t>
      </w:r>
      <w:r>
        <w:rPr>
          <w:rFonts w:eastAsia="Arial"/>
          <w:color w:val="auto"/>
          <w:sz w:val="22"/>
          <w:szCs w:val="22"/>
        </w:rPr>
        <w:t>y</w:t>
      </w:r>
      <w:r w:rsidRPr="62464FF7">
        <w:rPr>
          <w:rFonts w:eastAsia="Arial"/>
          <w:color w:val="auto"/>
          <w:sz w:val="22"/>
          <w:szCs w:val="22"/>
        </w:rPr>
        <w:t xml:space="preserve"> podle čl. III odst. </w:t>
      </w:r>
      <w:r w:rsidR="00FD2876">
        <w:rPr>
          <w:rFonts w:eastAsia="Arial"/>
          <w:color w:val="auto"/>
          <w:sz w:val="22"/>
          <w:szCs w:val="22"/>
        </w:rPr>
        <w:t>1</w:t>
      </w:r>
      <w:r w:rsidRPr="62464FF7">
        <w:rPr>
          <w:rFonts w:eastAsia="Arial"/>
          <w:color w:val="auto"/>
          <w:sz w:val="22"/>
          <w:szCs w:val="22"/>
        </w:rPr>
        <w:t xml:space="preserve"> této smlouvy z důvodů spočívajících na jeho straně, má kupující nárok na smluvní pokutu ve výši 0,05 % z ceny dle čl. IV odst. 1 této smlouvy, za každý i započatý den prodlení.</w:t>
      </w:r>
    </w:p>
    <w:p w14:paraId="7ABCDB95" w14:textId="284E2229"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 xml:space="preserve">V případě prodlení prodávajícího s odstraňováním reklamovaných vad zařízení podle čl. </w:t>
      </w:r>
      <w:r w:rsidR="00FD2876">
        <w:rPr>
          <w:rFonts w:eastAsia="Arial"/>
          <w:color w:val="auto"/>
          <w:sz w:val="22"/>
          <w:szCs w:val="22"/>
        </w:rPr>
        <w:t>VIII.</w:t>
      </w:r>
      <w:r w:rsidRPr="62464FF7">
        <w:rPr>
          <w:rFonts w:eastAsia="Arial"/>
          <w:color w:val="auto"/>
          <w:sz w:val="22"/>
          <w:szCs w:val="22"/>
        </w:rPr>
        <w:t xml:space="preserve"> odst. 9 této smlouvy z důvodů spočívajících na jeho straně, uhradí prodávající kupujícímu smluvní pokutu ve výši 1.000,- Kč za každou vadu a den prodlení.</w:t>
      </w:r>
    </w:p>
    <w:p w14:paraId="3A40E714" w14:textId="5AC51203" w:rsidR="006D3511" w:rsidRPr="00B75DDF" w:rsidRDefault="006D3511" w:rsidP="006D3511">
      <w:pPr>
        <w:pStyle w:val="Default"/>
        <w:numPr>
          <w:ilvl w:val="0"/>
          <w:numId w:val="8"/>
        </w:numPr>
        <w:spacing w:after="120" w:line="276" w:lineRule="auto"/>
        <w:ind w:left="426" w:hanging="426"/>
        <w:jc w:val="both"/>
        <w:rPr>
          <w:sz w:val="22"/>
          <w:szCs w:val="22"/>
        </w:rPr>
      </w:pPr>
      <w:r w:rsidRPr="62464FF7">
        <w:rPr>
          <w:rFonts w:eastAsia="Arial"/>
          <w:sz w:val="22"/>
          <w:szCs w:val="22"/>
        </w:rPr>
        <w:t xml:space="preserve">Při prodlení kupujícího s úhradou ceny je prodávající oprávněn požadovat úrok z prodlení ve výši stanovené nařízením vlády č. 351/2013 Sb., kterým se určuje výše úroků z prodlení a nákladů spojených s uplatněním pohledávky, určuje odměna likvidátora, likvidačního správce a </w:t>
      </w:r>
      <w:r w:rsidRPr="62464FF7">
        <w:rPr>
          <w:rFonts w:eastAsia="Arial"/>
          <w:sz w:val="22"/>
          <w:szCs w:val="22"/>
        </w:rPr>
        <w:lastRenderedPageBreak/>
        <w:t>člena orgánu právnické osoby jmenovaného soudem a upravují některé otázky Obchodního věstníku a veřejných rejstříků právnických a fyzických osob, ve znění pozdějších předpisů</w:t>
      </w:r>
      <w:r w:rsidRPr="00A90C99">
        <w:rPr>
          <w:rFonts w:asciiTheme="minorHAnsi" w:eastAsia="Arial" w:hAnsiTheme="minorHAnsi" w:cstheme="minorHAnsi"/>
          <w:sz w:val="22"/>
          <w:szCs w:val="22"/>
        </w:rPr>
        <w:t>.</w:t>
      </w:r>
    </w:p>
    <w:p w14:paraId="66EDBF28" w14:textId="77777777"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Smluvní pokuta a úrok z prodlení jsou splatné do 14 kalendářních dnů po obdržení jejich vyúčtování.</w:t>
      </w:r>
    </w:p>
    <w:p w14:paraId="60D32608" w14:textId="022179F4" w:rsidR="00DD1610" w:rsidRPr="00034687" w:rsidRDefault="006D3511" w:rsidP="00DD1610">
      <w:pPr>
        <w:pStyle w:val="Default"/>
        <w:numPr>
          <w:ilvl w:val="0"/>
          <w:numId w:val="8"/>
        </w:numPr>
        <w:spacing w:after="120" w:line="276" w:lineRule="auto"/>
        <w:ind w:left="426" w:hanging="426"/>
        <w:jc w:val="both"/>
        <w:rPr>
          <w:sz w:val="22"/>
          <w:szCs w:val="22"/>
        </w:rPr>
      </w:pPr>
      <w:r w:rsidRPr="62464FF7">
        <w:rPr>
          <w:rFonts w:eastAsia="Arial"/>
          <w:sz w:val="22"/>
          <w:szCs w:val="22"/>
        </w:rPr>
        <w:t>Ujednáním smluvní pokuty není nijak dotčeno právo na náhradu vzniklé škody, a to i škodu přesahující smluvní pokutu.</w:t>
      </w:r>
    </w:p>
    <w:p w14:paraId="37C8910E" w14:textId="77777777" w:rsidR="00CF177E" w:rsidRPr="00541900" w:rsidRDefault="00CF177E" w:rsidP="00DD1610">
      <w:pPr>
        <w:pStyle w:val="Default"/>
        <w:spacing w:after="120" w:line="276" w:lineRule="auto"/>
        <w:jc w:val="both"/>
        <w:rPr>
          <w:sz w:val="22"/>
          <w:szCs w:val="22"/>
        </w:rPr>
      </w:pPr>
    </w:p>
    <w:p w14:paraId="269B7ABF" w14:textId="588159C8"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X.</w:t>
      </w:r>
    </w:p>
    <w:p w14:paraId="35C0BF63" w14:textId="77777777"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ŘEŠENÍ SPORŮ A ROZHODNÉ PRÁVO</w:t>
      </w:r>
    </w:p>
    <w:p w14:paraId="3E7B162D" w14:textId="77777777" w:rsidR="006D3511" w:rsidRDefault="006D3511" w:rsidP="006D3511">
      <w:pPr>
        <w:pStyle w:val="Default"/>
        <w:numPr>
          <w:ilvl w:val="0"/>
          <w:numId w:val="9"/>
        </w:numPr>
        <w:spacing w:after="120" w:line="276" w:lineRule="auto"/>
        <w:ind w:left="426" w:hanging="426"/>
        <w:jc w:val="both"/>
        <w:rPr>
          <w:color w:val="auto"/>
          <w:sz w:val="22"/>
          <w:szCs w:val="22"/>
        </w:rPr>
      </w:pPr>
      <w:r w:rsidRPr="62464FF7">
        <w:rPr>
          <w:rFonts w:eastAsia="Arial"/>
          <w:color w:val="auto"/>
          <w:sz w:val="22"/>
          <w:szCs w:val="22"/>
        </w:rPr>
        <w:t xml:space="preserve">Tato smlouva i otázky, které v této smlouvě nejsou upraveny vůbec nebo jen částečně, se budou řídit výlučně českým hmotným právem, zejména zákonem č. 89/2012 Sb., občanským zákoníkem, ve znění pozdějších předpisů, a vykládat v souladu s ním. </w:t>
      </w:r>
    </w:p>
    <w:p w14:paraId="5580AB74" w14:textId="7AE4F3DD" w:rsidR="00DD1610" w:rsidRPr="00CF177E" w:rsidRDefault="006D3511" w:rsidP="00DD1610">
      <w:pPr>
        <w:pStyle w:val="Default"/>
        <w:numPr>
          <w:ilvl w:val="0"/>
          <w:numId w:val="9"/>
        </w:numPr>
        <w:spacing w:after="120" w:line="276" w:lineRule="auto"/>
        <w:ind w:left="426" w:hanging="426"/>
        <w:jc w:val="both"/>
        <w:rPr>
          <w:color w:val="auto"/>
          <w:sz w:val="22"/>
          <w:szCs w:val="22"/>
        </w:rPr>
      </w:pPr>
      <w:r w:rsidRPr="62464FF7">
        <w:rPr>
          <w:rFonts w:eastAsia="Arial"/>
          <w:color w:val="auto"/>
          <w:sz w:val="22"/>
          <w:szCs w:val="22"/>
        </w:rPr>
        <w:t>Smluvní strany se zavazují řešit spory vzniklé z tohoto smluvního vztahu především smírně jednáním. Pro všechny spory vznikající z této smlouvy nebo v souvislosti s ní je dána pravomoc soudů České republiky a vylučuje se pravomoc soudů jiného státu. Místně příslušným je soud podle sídla kupujícího.</w:t>
      </w:r>
    </w:p>
    <w:p w14:paraId="3228C5C7" w14:textId="77777777" w:rsidR="00CF177E" w:rsidRPr="00DD1610" w:rsidRDefault="00CF177E" w:rsidP="00034687">
      <w:pPr>
        <w:pStyle w:val="Default"/>
        <w:spacing w:after="120" w:line="276" w:lineRule="auto"/>
        <w:jc w:val="both"/>
        <w:rPr>
          <w:color w:val="auto"/>
          <w:sz w:val="22"/>
          <w:szCs w:val="22"/>
        </w:rPr>
      </w:pPr>
    </w:p>
    <w:p w14:paraId="7179A2BF" w14:textId="755E3428"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XI.</w:t>
      </w:r>
    </w:p>
    <w:p w14:paraId="6265667B" w14:textId="77777777" w:rsidR="006D3511" w:rsidRDefault="006D3511" w:rsidP="006D3511">
      <w:pPr>
        <w:pStyle w:val="Default"/>
        <w:spacing w:line="276" w:lineRule="auto"/>
        <w:ind w:left="-360"/>
        <w:jc w:val="center"/>
      </w:pPr>
      <w:r w:rsidRPr="00CA7FBB">
        <w:rPr>
          <w:rFonts w:eastAsia="Arial"/>
          <w:b/>
          <w:bCs/>
          <w:color w:val="auto"/>
          <w:sz w:val="22"/>
          <w:szCs w:val="22"/>
        </w:rPr>
        <w:t>DÉLKA TRVÁNÍ ZÁVAZKU</w:t>
      </w:r>
    </w:p>
    <w:p w14:paraId="67196881"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Tato smlouva může být ukončena splnění</w:t>
      </w:r>
      <w:r>
        <w:rPr>
          <w:rFonts w:eastAsia="Arial"/>
          <w:color w:val="auto"/>
          <w:sz w:val="22"/>
          <w:szCs w:val="22"/>
        </w:rPr>
        <w:t>m</w:t>
      </w:r>
      <w:r w:rsidRPr="62464FF7">
        <w:rPr>
          <w:rFonts w:eastAsia="Arial"/>
          <w:color w:val="auto"/>
          <w:sz w:val="22"/>
          <w:szCs w:val="22"/>
        </w:rPr>
        <w:t>, dohodou smluvních stran nebo odstoupením.</w:t>
      </w:r>
    </w:p>
    <w:p w14:paraId="54CB0550"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Kupující může odstoupit od této smlouvy, jestliže: </w:t>
      </w:r>
    </w:p>
    <w:p w14:paraId="0B97AFD9" w14:textId="38281E28" w:rsidR="006D3511" w:rsidRDefault="006D3511" w:rsidP="006D3511">
      <w:pPr>
        <w:pStyle w:val="Default"/>
        <w:numPr>
          <w:ilvl w:val="0"/>
          <w:numId w:val="11"/>
        </w:numPr>
        <w:spacing w:after="120" w:line="276" w:lineRule="auto"/>
        <w:jc w:val="both"/>
        <w:rPr>
          <w:color w:val="auto"/>
          <w:sz w:val="22"/>
          <w:szCs w:val="22"/>
        </w:rPr>
      </w:pPr>
      <w:r w:rsidRPr="0053760C">
        <w:rPr>
          <w:rFonts w:eastAsia="Arial"/>
          <w:color w:val="auto"/>
          <w:sz w:val="22"/>
          <w:szCs w:val="22"/>
        </w:rPr>
        <w:t xml:space="preserve">do </w:t>
      </w:r>
      <w:r w:rsidR="00684EC5" w:rsidRPr="0053760C">
        <w:rPr>
          <w:rFonts w:eastAsia="Arial"/>
          <w:color w:val="auto"/>
          <w:sz w:val="22"/>
          <w:szCs w:val="22"/>
        </w:rPr>
        <w:t>3</w:t>
      </w:r>
      <w:r w:rsidRPr="0053760C">
        <w:rPr>
          <w:rFonts w:eastAsia="Arial"/>
          <w:color w:val="auto"/>
          <w:sz w:val="22"/>
          <w:szCs w:val="22"/>
        </w:rPr>
        <w:t xml:space="preserve"> (slovy: </w:t>
      </w:r>
      <w:r w:rsidR="00684EC5" w:rsidRPr="0053760C">
        <w:rPr>
          <w:rFonts w:eastAsia="Arial"/>
          <w:color w:val="auto"/>
          <w:sz w:val="22"/>
          <w:szCs w:val="22"/>
        </w:rPr>
        <w:t>tří</w:t>
      </w:r>
      <w:r w:rsidRPr="0053760C">
        <w:rPr>
          <w:rFonts w:eastAsia="Arial"/>
          <w:color w:val="auto"/>
          <w:sz w:val="22"/>
          <w:szCs w:val="22"/>
        </w:rPr>
        <w:t xml:space="preserve">) </w:t>
      </w:r>
      <w:r w:rsidR="00684EC5" w:rsidRPr="0053760C">
        <w:rPr>
          <w:rFonts w:eastAsia="Arial"/>
          <w:color w:val="auto"/>
          <w:sz w:val="22"/>
          <w:szCs w:val="22"/>
        </w:rPr>
        <w:t>týdnů</w:t>
      </w:r>
      <w:r w:rsidRPr="62464FF7">
        <w:rPr>
          <w:rFonts w:eastAsia="Arial"/>
          <w:color w:val="auto"/>
          <w:sz w:val="22"/>
          <w:szCs w:val="22"/>
        </w:rPr>
        <w:t xml:space="preserve"> po marném uplynutí lhůty k plnění nebylo zařízení dodáno, zprovozněno a předáno kupujícímu v důsledku okolností na straně prodávajícího; </w:t>
      </w:r>
    </w:p>
    <w:p w14:paraId="5541CCE1" w14:textId="77777777" w:rsidR="006D3511" w:rsidRDefault="006D3511" w:rsidP="006D3511">
      <w:pPr>
        <w:pStyle w:val="Default"/>
        <w:numPr>
          <w:ilvl w:val="0"/>
          <w:numId w:val="11"/>
        </w:numPr>
        <w:spacing w:after="120" w:line="276" w:lineRule="auto"/>
        <w:rPr>
          <w:color w:val="auto"/>
          <w:sz w:val="22"/>
          <w:szCs w:val="22"/>
        </w:rPr>
      </w:pPr>
      <w:r w:rsidRPr="62464FF7">
        <w:rPr>
          <w:rFonts w:eastAsia="Arial"/>
          <w:color w:val="auto"/>
          <w:sz w:val="22"/>
          <w:szCs w:val="22"/>
        </w:rPr>
        <w:t xml:space="preserve">nebyla dodržena technická specifikace zařízení obsažená v nabídce, resp. této smlouvě; </w:t>
      </w:r>
    </w:p>
    <w:p w14:paraId="585DC4A7" w14:textId="77777777" w:rsidR="006D3511" w:rsidRDefault="006D3511" w:rsidP="006D3511">
      <w:pPr>
        <w:pStyle w:val="Default"/>
        <w:numPr>
          <w:ilvl w:val="0"/>
          <w:numId w:val="11"/>
        </w:numPr>
        <w:spacing w:after="120" w:line="276" w:lineRule="auto"/>
        <w:jc w:val="both"/>
        <w:rPr>
          <w:color w:val="auto"/>
          <w:sz w:val="22"/>
          <w:szCs w:val="22"/>
        </w:rPr>
      </w:pPr>
      <w:r w:rsidRPr="62464FF7">
        <w:rPr>
          <w:rFonts w:eastAsia="Arial"/>
          <w:color w:val="auto"/>
          <w:sz w:val="22"/>
          <w:szCs w:val="22"/>
        </w:rPr>
        <w:t xml:space="preserve">zařízení bylo dodáno s vadami, které jsou neopravitelné nebo s jejichž opravou byly spojeny nepřiměřené náklady nebo by tato oprava trvala nepřiměřeně dlouho. </w:t>
      </w:r>
    </w:p>
    <w:p w14:paraId="204E309B"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Každá ze smluvních stran má právo od smlouvy odstoupit, porušuje-li druhá smluvní strana podstatným způsobem ujednání této smlouvy. </w:t>
      </w:r>
    </w:p>
    <w:p w14:paraId="2B470D54" w14:textId="54412BEA" w:rsidR="00CF177E" w:rsidRPr="0034524C" w:rsidRDefault="006D3511" w:rsidP="0034524C">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Účinky odstoupení od smlouvy nastávají dnem doručení písemného oznámení o odstoupení druhé smluvní straně. Právo na náhradu škody, případně nárok na smluvní pokutu či úrok z prodlení, strany odstupující tím není dotčeno. </w:t>
      </w:r>
    </w:p>
    <w:p w14:paraId="39287E72" w14:textId="77777777" w:rsidR="00DC2EA8" w:rsidRPr="00CF177E" w:rsidRDefault="00DC2EA8" w:rsidP="00742C82">
      <w:pPr>
        <w:pStyle w:val="Default"/>
        <w:spacing w:after="120" w:line="276" w:lineRule="auto"/>
        <w:jc w:val="both"/>
        <w:rPr>
          <w:color w:val="auto"/>
          <w:sz w:val="22"/>
          <w:szCs w:val="22"/>
        </w:rPr>
      </w:pPr>
    </w:p>
    <w:p w14:paraId="212ED635" w14:textId="69EB753F"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XII.</w:t>
      </w:r>
    </w:p>
    <w:p w14:paraId="1CDC6B46"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ZÁVĚREČNÁ USTANOVENÍ</w:t>
      </w:r>
    </w:p>
    <w:p w14:paraId="4F0C22DD"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Práva a povinnosti vyplývající z této smlouvy nelze bez souhlasu druhé smluvní strany převést na třetí stranu. </w:t>
      </w:r>
    </w:p>
    <w:p w14:paraId="1FA2483C"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lastRenderedPageBreak/>
        <w:t xml:space="preserve">Tato smlouva je za podmínek uvedených v odst. 1 tohoto článku závazná i pro případné právní nástupce smluvních stran. </w:t>
      </w:r>
    </w:p>
    <w:p w14:paraId="2FB9F85F"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Tuto smlouvu lze měnit a doplňovat, po dohodě obou smluvních stran, pouze písemnými dodatky takto označovanými, číslovanými vzestupnou řadou a podepsanými oprávněnými zástupci obou smluvních stran. Tyto dodatky se stanou nedílnou součástí smlouvy a jiná ujednání jsou neplatná. </w:t>
      </w:r>
    </w:p>
    <w:p w14:paraId="0C7A0E6F"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Prodávající bere na vědomí, že tato smlouva bude v souladu s úpravou zákona č. 340/2015 Sb., o zvláštních podmínkách účinnosti některých smluv, uveřejňování těchto smluv a o registru smluv (zákon o registru smluv) zveřejněna kupujícím v registru smluv. </w:t>
      </w:r>
    </w:p>
    <w:p w14:paraId="41887B76" w14:textId="4CF9D816"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je sepsána ve 2 výtiscích s platností originálu, z nichž každá smluvní strana obdrží po 1 výtisku. </w:t>
      </w:r>
      <w:r w:rsidR="00E978A6" w:rsidRPr="00FD24FE">
        <w:rPr>
          <w:rFonts w:eastAsia="Arial"/>
          <w:color w:val="auto"/>
          <w:sz w:val="22"/>
          <w:szCs w:val="22"/>
        </w:rPr>
        <w:t xml:space="preserve">Pokud je smlouva podepisována v elektronické podobě, je vyhotovena v jednom stejnopise podepsaném elektronicky oběma smluvními stranami. </w:t>
      </w:r>
    </w:p>
    <w:p w14:paraId="2BF52E1E" w14:textId="3A184FC2"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Na důkaz souhlasu s celým obsahem této smlouvy připojují oprávnění zástupci smluvních stran svoje podpisy. </w:t>
      </w:r>
    </w:p>
    <w:p w14:paraId="7D042850" w14:textId="394FFED3" w:rsidR="00DD1610" w:rsidRPr="00CF177E" w:rsidRDefault="006D3511" w:rsidP="00CF177E">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nabývá platnosti dnem jejího podpisu oprávněnými zástupci obou smluvních stran a účinnosti dnem uveřejnění smlouvy v registru smluv. </w:t>
      </w:r>
    </w:p>
    <w:p w14:paraId="5953F8FB"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Nedílnou součástí této smlouvy je: </w:t>
      </w:r>
    </w:p>
    <w:p w14:paraId="0583A043" w14:textId="0BA75960" w:rsidR="006D3511" w:rsidRDefault="006D3511" w:rsidP="006D3511">
      <w:pPr>
        <w:pStyle w:val="Default"/>
        <w:spacing w:after="120" w:line="276" w:lineRule="auto"/>
        <w:ind w:left="426"/>
        <w:rPr>
          <w:rFonts w:eastAsia="Arial"/>
          <w:i/>
          <w:color w:val="auto"/>
          <w:sz w:val="22"/>
          <w:szCs w:val="22"/>
        </w:rPr>
      </w:pPr>
      <w:r w:rsidRPr="00CD1BA2">
        <w:rPr>
          <w:rFonts w:eastAsia="Arial"/>
          <w:color w:val="auto"/>
          <w:sz w:val="22"/>
          <w:szCs w:val="22"/>
        </w:rPr>
        <w:t xml:space="preserve">Příloha č. 1 – Technická specifikace </w:t>
      </w:r>
      <w:r w:rsidRPr="00940B31">
        <w:rPr>
          <w:rFonts w:eastAsia="Arial"/>
          <w:i/>
          <w:color w:val="auto"/>
          <w:sz w:val="22"/>
          <w:szCs w:val="22"/>
          <w:highlight w:val="yellow"/>
        </w:rPr>
        <w:t>(dodavatel je povinen</w:t>
      </w:r>
      <w:r>
        <w:rPr>
          <w:rFonts w:eastAsia="Arial"/>
          <w:i/>
          <w:color w:val="auto"/>
          <w:sz w:val="22"/>
          <w:szCs w:val="22"/>
          <w:highlight w:val="yellow"/>
        </w:rPr>
        <w:t xml:space="preserve"> doplnit určené údaje</w:t>
      </w:r>
      <w:r w:rsidR="00DF069B">
        <w:rPr>
          <w:rFonts w:eastAsia="Arial"/>
          <w:i/>
          <w:color w:val="auto"/>
          <w:sz w:val="22"/>
          <w:szCs w:val="22"/>
          <w:highlight w:val="yellow"/>
        </w:rPr>
        <w:t xml:space="preserve"> v dokumentu</w:t>
      </w:r>
      <w:r>
        <w:rPr>
          <w:rFonts w:eastAsia="Arial"/>
          <w:i/>
          <w:color w:val="auto"/>
          <w:sz w:val="22"/>
          <w:szCs w:val="22"/>
          <w:highlight w:val="yellow"/>
        </w:rPr>
        <w:t>)</w:t>
      </w:r>
      <w:r w:rsidRPr="00940B31">
        <w:rPr>
          <w:rFonts w:eastAsia="Arial"/>
          <w:i/>
          <w:color w:val="auto"/>
          <w:sz w:val="22"/>
          <w:szCs w:val="22"/>
          <w:highlight w:val="yellow"/>
        </w:rPr>
        <w:t xml:space="preserve"> </w:t>
      </w:r>
    </w:p>
    <w:p w14:paraId="052192D2" w14:textId="77777777" w:rsidR="00B421CD" w:rsidRDefault="00B421CD" w:rsidP="006D3511">
      <w:pPr>
        <w:pStyle w:val="Default"/>
        <w:spacing w:after="120" w:line="276" w:lineRule="auto"/>
        <w:rPr>
          <w:rFonts w:eastAsia="Arial"/>
          <w:color w:val="auto"/>
          <w:sz w:val="22"/>
          <w:szCs w:val="22"/>
        </w:rPr>
      </w:pPr>
    </w:p>
    <w:p w14:paraId="2AD497BB" w14:textId="77777777" w:rsidR="00DC2EA8" w:rsidRDefault="00DC2EA8" w:rsidP="006D3511">
      <w:pPr>
        <w:pStyle w:val="Default"/>
        <w:spacing w:after="120" w:line="276" w:lineRule="auto"/>
        <w:rPr>
          <w:rFonts w:eastAsia="Arial"/>
          <w:color w:val="auto"/>
          <w:sz w:val="22"/>
          <w:szCs w:val="22"/>
        </w:rPr>
      </w:pPr>
    </w:p>
    <w:p w14:paraId="59FDC55A" w14:textId="61879E66" w:rsidR="006D3511" w:rsidRPr="00CA5F74" w:rsidRDefault="006D3511" w:rsidP="006D3511">
      <w:pPr>
        <w:pStyle w:val="Default"/>
        <w:spacing w:after="120" w:line="276" w:lineRule="auto"/>
        <w:rPr>
          <w:rFonts w:eastAsia="Arial"/>
          <w:color w:val="auto"/>
          <w:sz w:val="22"/>
          <w:szCs w:val="22"/>
        </w:rPr>
      </w:pPr>
      <w:r w:rsidRPr="62464FF7">
        <w:rPr>
          <w:rFonts w:eastAsia="Arial"/>
          <w:color w:val="auto"/>
          <w:sz w:val="22"/>
          <w:szCs w:val="22"/>
        </w:rPr>
        <w:t xml:space="preserve">V Praze </w:t>
      </w:r>
      <w:r w:rsidR="009F5064" w:rsidRPr="62464FF7">
        <w:rPr>
          <w:rFonts w:eastAsia="Arial"/>
          <w:color w:val="auto"/>
          <w:sz w:val="22"/>
          <w:szCs w:val="22"/>
        </w:rPr>
        <w:t>dne _</w:t>
      </w:r>
      <w:r w:rsidR="009F5064" w:rsidRPr="009F5064">
        <w:rPr>
          <w:rFonts w:eastAsia="Arial"/>
          <w:color w:val="auto"/>
          <w:sz w:val="22"/>
          <w:szCs w:val="22"/>
        </w:rPr>
        <w:t>_____________</w:t>
      </w:r>
      <w:r w:rsidRPr="62464FF7">
        <w:rPr>
          <w:rFonts w:eastAsia="Arial"/>
          <w:color w:val="auto"/>
          <w:sz w:val="22"/>
          <w:szCs w:val="22"/>
        </w:rPr>
        <w:t xml:space="preserve"> </w:t>
      </w:r>
      <w:r w:rsidRPr="00CA5F74">
        <w:rPr>
          <w:color w:val="auto"/>
          <w:sz w:val="22"/>
          <w:szCs w:val="22"/>
        </w:rPr>
        <w:tab/>
      </w:r>
      <w:r w:rsidRPr="00CA5F74">
        <w:rPr>
          <w:color w:val="auto"/>
          <w:sz w:val="22"/>
          <w:szCs w:val="22"/>
        </w:rPr>
        <w:tab/>
      </w:r>
      <w:r w:rsidRPr="00CA5F74">
        <w:rPr>
          <w:color w:val="auto"/>
          <w:sz w:val="22"/>
          <w:szCs w:val="22"/>
        </w:rPr>
        <w:tab/>
      </w:r>
      <w:r w:rsidRPr="62464FF7">
        <w:rPr>
          <w:rFonts w:eastAsia="Arial"/>
          <w:color w:val="auto"/>
          <w:sz w:val="22"/>
          <w:szCs w:val="22"/>
        </w:rPr>
        <w:t xml:space="preserve">V </w:t>
      </w:r>
      <w:r w:rsidRPr="62464FF7">
        <w:rPr>
          <w:rFonts w:eastAsia="Arial"/>
          <w:b/>
          <w:bCs/>
          <w:sz w:val="22"/>
          <w:szCs w:val="22"/>
          <w:highlight w:val="yellow"/>
        </w:rPr>
        <w:t>[•]</w:t>
      </w:r>
      <w:r w:rsidRPr="62464FF7">
        <w:rPr>
          <w:rFonts w:eastAsia="Arial"/>
          <w:b/>
          <w:bCs/>
          <w:sz w:val="22"/>
          <w:szCs w:val="22"/>
        </w:rPr>
        <w:t xml:space="preserve"> </w:t>
      </w:r>
      <w:r w:rsidRPr="62464FF7">
        <w:rPr>
          <w:rFonts w:eastAsia="Arial"/>
          <w:color w:val="auto"/>
          <w:sz w:val="22"/>
          <w:szCs w:val="22"/>
        </w:rPr>
        <w:t xml:space="preserve">dne </w:t>
      </w:r>
      <w:r w:rsidRPr="62464FF7">
        <w:rPr>
          <w:rFonts w:eastAsia="Arial"/>
          <w:b/>
          <w:bCs/>
          <w:sz w:val="22"/>
          <w:szCs w:val="22"/>
          <w:highlight w:val="yellow"/>
        </w:rPr>
        <w:t>[•]</w:t>
      </w:r>
      <w:r w:rsidR="00195F95">
        <w:rPr>
          <w:rFonts w:eastAsia="Arial"/>
          <w:color w:val="auto"/>
          <w:sz w:val="22"/>
          <w:szCs w:val="22"/>
          <w:highlight w:val="yellow"/>
        </w:rPr>
        <w:t xml:space="preserve"> </w:t>
      </w:r>
      <w:r w:rsidR="005D0DCA">
        <w:rPr>
          <w:rFonts w:eastAsia="Arial"/>
          <w:color w:val="auto"/>
          <w:sz w:val="22"/>
          <w:szCs w:val="22"/>
        </w:rPr>
        <w:t>202</w:t>
      </w:r>
      <w:r w:rsidR="00DC4087">
        <w:rPr>
          <w:rFonts w:eastAsia="Arial"/>
          <w:color w:val="auto"/>
          <w:sz w:val="22"/>
          <w:szCs w:val="22"/>
        </w:rPr>
        <w:t>4</w:t>
      </w:r>
    </w:p>
    <w:p w14:paraId="47670A3F" w14:textId="77777777" w:rsidR="00B421CD" w:rsidRDefault="00B421CD" w:rsidP="006D3511">
      <w:pPr>
        <w:pStyle w:val="Default"/>
        <w:spacing w:after="120" w:line="276" w:lineRule="auto"/>
        <w:rPr>
          <w:rFonts w:eastAsia="Arial"/>
          <w:color w:val="auto"/>
          <w:sz w:val="22"/>
          <w:szCs w:val="22"/>
        </w:rPr>
      </w:pPr>
    </w:p>
    <w:p w14:paraId="7760F1E9" w14:textId="77777777" w:rsidR="00034687" w:rsidRDefault="00034687" w:rsidP="006D3511">
      <w:pPr>
        <w:pStyle w:val="Default"/>
        <w:spacing w:after="120" w:line="276" w:lineRule="auto"/>
        <w:rPr>
          <w:rFonts w:eastAsia="Arial"/>
          <w:color w:val="auto"/>
          <w:sz w:val="22"/>
          <w:szCs w:val="22"/>
        </w:rPr>
      </w:pPr>
    </w:p>
    <w:p w14:paraId="44A3835B" w14:textId="740A3A2F" w:rsidR="006D3511" w:rsidRPr="00CA5F74" w:rsidRDefault="006D3511" w:rsidP="006D3511">
      <w:pPr>
        <w:pStyle w:val="Default"/>
        <w:spacing w:after="120" w:line="276" w:lineRule="auto"/>
        <w:rPr>
          <w:rFonts w:eastAsia="Arial"/>
          <w:color w:val="auto"/>
          <w:sz w:val="22"/>
          <w:szCs w:val="22"/>
        </w:rPr>
      </w:pPr>
      <w:bookmarkStart w:id="9" w:name="_Hlk57125360"/>
      <w:r w:rsidRPr="62464FF7">
        <w:rPr>
          <w:rFonts w:eastAsia="Arial"/>
          <w:color w:val="auto"/>
          <w:sz w:val="22"/>
          <w:szCs w:val="22"/>
        </w:rPr>
        <w:t>_________________________</w:t>
      </w:r>
      <w:bookmarkEnd w:id="9"/>
      <w:r w:rsidRPr="62464FF7">
        <w:rPr>
          <w:rFonts w:eastAsia="Arial"/>
          <w:color w:val="auto"/>
          <w:sz w:val="22"/>
          <w:szCs w:val="22"/>
        </w:rPr>
        <w:t xml:space="preserve"> </w:t>
      </w:r>
      <w:r w:rsidRPr="00CA5F74">
        <w:rPr>
          <w:color w:val="auto"/>
          <w:sz w:val="22"/>
          <w:szCs w:val="22"/>
        </w:rPr>
        <w:tab/>
      </w:r>
      <w:r w:rsidRPr="00CA5F74">
        <w:rPr>
          <w:color w:val="auto"/>
          <w:sz w:val="22"/>
          <w:szCs w:val="22"/>
        </w:rPr>
        <w:tab/>
      </w:r>
      <w:r w:rsidRPr="00CA5F74">
        <w:rPr>
          <w:color w:val="auto"/>
          <w:sz w:val="22"/>
          <w:szCs w:val="22"/>
        </w:rPr>
        <w:tab/>
      </w:r>
      <w:r w:rsidRPr="62464FF7">
        <w:rPr>
          <w:rFonts w:eastAsia="Arial"/>
          <w:color w:val="auto"/>
          <w:sz w:val="22"/>
          <w:szCs w:val="22"/>
        </w:rPr>
        <w:t xml:space="preserve">__________________________ </w:t>
      </w:r>
    </w:p>
    <w:p w14:paraId="4FF31F36" w14:textId="331EF12D" w:rsidR="006D3511" w:rsidRPr="00873569" w:rsidRDefault="00277D5D" w:rsidP="006D3511">
      <w:pPr>
        <w:pStyle w:val="Default"/>
        <w:spacing w:after="120" w:line="276" w:lineRule="auto"/>
        <w:rPr>
          <w:rFonts w:eastAsia="Arial"/>
          <w:color w:val="auto"/>
          <w:sz w:val="22"/>
          <w:szCs w:val="22"/>
        </w:rPr>
      </w:pPr>
      <w:r w:rsidRPr="00277D5D">
        <w:rPr>
          <w:b/>
          <w:color w:val="auto"/>
          <w:sz w:val="22"/>
          <w:szCs w:val="22"/>
        </w:rPr>
        <w:t>doc. Ing. Pav</w:t>
      </w:r>
      <w:r>
        <w:rPr>
          <w:b/>
          <w:color w:val="auto"/>
          <w:sz w:val="22"/>
          <w:szCs w:val="22"/>
        </w:rPr>
        <w:t>el</w:t>
      </w:r>
      <w:r w:rsidRPr="00277D5D">
        <w:rPr>
          <w:b/>
          <w:color w:val="auto"/>
          <w:sz w:val="22"/>
          <w:szCs w:val="22"/>
        </w:rPr>
        <w:t xml:space="preserve"> Peterk</w:t>
      </w:r>
      <w:r>
        <w:rPr>
          <w:b/>
          <w:color w:val="auto"/>
          <w:sz w:val="22"/>
          <w:szCs w:val="22"/>
        </w:rPr>
        <w:t>a</w:t>
      </w:r>
      <w:r w:rsidRPr="00277D5D">
        <w:rPr>
          <w:b/>
          <w:color w:val="auto"/>
          <w:sz w:val="22"/>
          <w:szCs w:val="22"/>
        </w:rPr>
        <w:t>, Ph.D.</w:t>
      </w:r>
      <w:r w:rsidR="006D3511" w:rsidRPr="00873569">
        <w:rPr>
          <w:b/>
          <w:color w:val="auto"/>
          <w:sz w:val="22"/>
          <w:szCs w:val="22"/>
        </w:rPr>
        <w:tab/>
      </w:r>
      <w:r w:rsidR="006D3511" w:rsidRPr="00873569">
        <w:rPr>
          <w:color w:val="auto"/>
          <w:sz w:val="22"/>
          <w:szCs w:val="22"/>
        </w:rPr>
        <w:tab/>
      </w:r>
      <w:r w:rsidR="006D3511" w:rsidRPr="00873569">
        <w:rPr>
          <w:color w:val="auto"/>
          <w:sz w:val="22"/>
          <w:szCs w:val="22"/>
        </w:rPr>
        <w:tab/>
      </w:r>
      <w:r w:rsidR="006D3511" w:rsidRPr="00873569">
        <w:rPr>
          <w:rFonts w:eastAsia="Arial"/>
          <w:b/>
          <w:bCs/>
          <w:sz w:val="22"/>
          <w:szCs w:val="22"/>
          <w:highlight w:val="yellow"/>
        </w:rPr>
        <w:t>[•]</w:t>
      </w:r>
    </w:p>
    <w:p w14:paraId="3D013CB3" w14:textId="77777777" w:rsidR="006D3511" w:rsidRPr="00873569" w:rsidRDefault="006D3511" w:rsidP="006D3511">
      <w:pPr>
        <w:pStyle w:val="Default"/>
        <w:spacing w:after="120" w:line="276" w:lineRule="auto"/>
        <w:rPr>
          <w:rFonts w:eastAsia="Arial"/>
          <w:color w:val="auto"/>
          <w:sz w:val="22"/>
          <w:szCs w:val="22"/>
        </w:rPr>
      </w:pPr>
      <w:r w:rsidRPr="00873569">
        <w:rPr>
          <w:rFonts w:eastAsia="Arial"/>
          <w:color w:val="auto"/>
          <w:sz w:val="22"/>
          <w:szCs w:val="22"/>
        </w:rPr>
        <w:t xml:space="preserve">ředitel </w:t>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rFonts w:eastAsia="Arial"/>
          <w:b/>
          <w:bCs/>
          <w:sz w:val="22"/>
          <w:szCs w:val="22"/>
          <w:highlight w:val="yellow"/>
        </w:rPr>
        <w:t>[•]</w:t>
      </w:r>
    </w:p>
    <w:p w14:paraId="04AA9FC2" w14:textId="79F96BD3" w:rsidR="00415E98" w:rsidRPr="0034524C" w:rsidRDefault="006D3511" w:rsidP="0034524C">
      <w:pPr>
        <w:spacing w:after="120"/>
        <w:rPr>
          <w:rFonts w:ascii="Arial" w:eastAsia="Arial" w:hAnsi="Arial" w:cs="Arial"/>
        </w:rPr>
      </w:pPr>
      <w:r w:rsidRPr="00873569">
        <w:rPr>
          <w:rFonts w:ascii="Arial" w:eastAsia="Arial" w:hAnsi="Arial" w:cs="Arial"/>
        </w:rPr>
        <w:t>Ústav</w:t>
      </w:r>
      <w:r w:rsidR="00456D35">
        <w:rPr>
          <w:rFonts w:ascii="Arial" w:eastAsia="Arial" w:hAnsi="Arial" w:cs="Arial"/>
        </w:rPr>
        <w:t>u</w:t>
      </w:r>
      <w:r w:rsidRPr="00873569">
        <w:rPr>
          <w:rFonts w:ascii="Arial" w:eastAsia="Arial" w:hAnsi="Arial" w:cs="Arial"/>
        </w:rPr>
        <w:t xml:space="preserve"> fotoniky a elektroniky AV ČR, v. v. i.</w:t>
      </w:r>
      <w:r w:rsidRPr="00873569">
        <w:rPr>
          <w:rFonts w:ascii="Arial" w:hAnsi="Arial" w:cs="Arial"/>
        </w:rPr>
        <w:tab/>
      </w:r>
      <w:r w:rsidRPr="00CA5F74">
        <w:rPr>
          <w:rFonts w:ascii="Arial" w:hAnsi="Arial" w:cs="Arial"/>
        </w:rPr>
        <w:tab/>
      </w:r>
      <w:r w:rsidRPr="62464FF7">
        <w:rPr>
          <w:rFonts w:ascii="Arial" w:eastAsia="Arial" w:hAnsi="Arial" w:cs="Arial"/>
          <w:b/>
          <w:bCs/>
          <w:highlight w:val="yellow"/>
        </w:rPr>
        <w:t>[•]</w:t>
      </w:r>
    </w:p>
    <w:sectPr w:rsidR="00415E98" w:rsidRPr="0034524C" w:rsidSect="0019652C">
      <w:headerReference w:type="default" r:id="rId11"/>
      <w:footerReference w:type="default" r:id="rId12"/>
      <w:pgSz w:w="11906" w:h="16838"/>
      <w:pgMar w:top="1953" w:right="1134" w:bottom="1985" w:left="1134" w:header="17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67F78" w14:textId="77777777" w:rsidR="00C254D8" w:rsidRDefault="00C254D8" w:rsidP="00CD1C16">
      <w:pPr>
        <w:spacing w:after="0" w:line="240" w:lineRule="auto"/>
      </w:pPr>
      <w:r>
        <w:separator/>
      </w:r>
    </w:p>
  </w:endnote>
  <w:endnote w:type="continuationSeparator" w:id="0">
    <w:p w14:paraId="62A17BA6" w14:textId="77777777" w:rsidR="00C254D8" w:rsidRDefault="00C254D8" w:rsidP="00CD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C6AFE" w14:textId="77777777" w:rsidR="00274E75" w:rsidRDefault="00C70697" w:rsidP="008F50BB">
    <w:pPr>
      <w:pStyle w:val="Zpat"/>
      <w:ind w:left="-1134"/>
      <w:rPr>
        <w:noProof/>
        <w:lang w:eastAsia="cs-CZ"/>
      </w:rPr>
    </w:pPr>
    <w:r>
      <w:rPr>
        <w:noProof/>
        <w:lang w:val="en-US"/>
      </w:rPr>
      <mc:AlternateContent>
        <mc:Choice Requires="wps">
          <w:drawing>
            <wp:anchor distT="0" distB="0" distL="114300" distR="114300" simplePos="0" relativeHeight="251660288" behindDoc="0" locked="0" layoutInCell="1" allowOverlap="1" wp14:anchorId="14F9020B" wp14:editId="2FD00D2E">
              <wp:simplePos x="0" y="0"/>
              <wp:positionH relativeFrom="margin">
                <wp:align>left</wp:align>
              </wp:positionH>
              <wp:positionV relativeFrom="paragraph">
                <wp:posOffset>-369570</wp:posOffset>
              </wp:positionV>
              <wp:extent cx="6086475" cy="0"/>
              <wp:effectExtent l="0" t="0" r="9525" b="19050"/>
              <wp:wrapNone/>
              <wp:docPr id="2" name="Přímá spojnice 2"/>
              <wp:cNvGraphicFramePr/>
              <a:graphic xmlns:a="http://schemas.openxmlformats.org/drawingml/2006/main">
                <a:graphicData uri="http://schemas.microsoft.com/office/word/2010/wordprocessingShape">
                  <wps:wsp>
                    <wps:cNvCnPr/>
                    <wps:spPr>
                      <a:xfrm flipH="1" flipV="1">
                        <a:off x="0" y="0"/>
                        <a:ext cx="6086475" cy="0"/>
                      </a:xfrm>
                      <a:prstGeom prst="line">
                        <a:avLst/>
                      </a:prstGeom>
                      <a:ln w="12700">
                        <a:solidFill>
                          <a:srgbClr val="FFB2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Přímá spojnice 2" style="position:absolute;flip:x 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ffb200" strokeweight="1pt" from="0,-29.1pt" to="479.25pt,-29.1pt" w14:anchorId="2AF4BE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">
              <v:stroke joinstyle="miter"/>
              <w10:wrap anchorx="margin"/>
            </v:line>
          </w:pict>
        </mc:Fallback>
      </mc:AlternateContent>
    </w:r>
    <w:r w:rsidR="00415E98">
      <w:rPr>
        <w:noProof/>
        <w:lang w:val="en-US"/>
      </w:rPr>
      <mc:AlternateContent>
        <mc:Choice Requires="wps">
          <w:drawing>
            <wp:anchor distT="45720" distB="45720" distL="114300" distR="114300" simplePos="0" relativeHeight="251659264" behindDoc="1" locked="0" layoutInCell="1" allowOverlap="1" wp14:anchorId="5B96657E" wp14:editId="33C06D10">
              <wp:simplePos x="0" y="0"/>
              <wp:positionH relativeFrom="margin">
                <wp:posOffset>-84150</wp:posOffset>
              </wp:positionH>
              <wp:positionV relativeFrom="paragraph">
                <wp:posOffset>-338405</wp:posOffset>
              </wp:positionV>
              <wp:extent cx="6115050" cy="29210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292100"/>
                      </a:xfrm>
                      <a:prstGeom prst="rect">
                        <a:avLst/>
                      </a:prstGeom>
                      <a:noFill/>
                      <a:ln w="9525">
                        <a:noFill/>
                        <a:miter lim="800000"/>
                        <a:headEnd/>
                        <a:tailEnd/>
                      </a:ln>
                    </wps:spPr>
                    <wps:txbx>
                      <w:txbxContent>
                        <w:p w14:paraId="0E0811F6" w14:textId="5D038640" w:rsidR="00415E98" w:rsidRPr="00415E98" w:rsidRDefault="00415E98" w:rsidP="00415E98">
                          <w:pPr>
                            <w:pStyle w:val="text"/>
                            <w:rPr>
                              <w:rFonts w:asciiTheme="minorHAnsi" w:hAnsiTheme="minorHAnsi" w:cstheme="minorHAnsi"/>
                              <w:sz w:val="15"/>
                              <w:szCs w:val="15"/>
                              <w:lang w:val="cs-CZ"/>
                            </w:rPr>
                          </w:pPr>
                          <w:r w:rsidRPr="00415E98">
                            <w:rPr>
                              <w:rFonts w:asciiTheme="minorHAnsi" w:hAnsiTheme="minorHAnsi" w:cstheme="minorHAnsi"/>
                              <w:sz w:val="15"/>
                              <w:szCs w:val="15"/>
                            </w:rPr>
                            <w:t xml:space="preserve">Ústav fotoniky </w:t>
                          </w:r>
                          <w:proofErr w:type="gramStart"/>
                          <w:r w:rsidRPr="00415E98">
                            <w:rPr>
                              <w:rFonts w:asciiTheme="minorHAnsi" w:hAnsiTheme="minorHAnsi" w:cstheme="minorHAnsi"/>
                              <w:sz w:val="15"/>
                              <w:szCs w:val="15"/>
                            </w:rPr>
                            <w:t>a</w:t>
                          </w:r>
                          <w:proofErr w:type="gram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elektroniky</w:t>
                          </w:r>
                          <w:proofErr w:type="spellEnd"/>
                          <w:r w:rsidRPr="00415E98">
                            <w:rPr>
                              <w:rFonts w:asciiTheme="minorHAnsi" w:hAnsiTheme="minorHAnsi" w:cstheme="minorHAnsi"/>
                              <w:sz w:val="15"/>
                              <w:szCs w:val="15"/>
                            </w:rPr>
                            <w:t xml:space="preserve"> AV ČR, v. v. i. | </w:t>
                          </w:r>
                          <w:proofErr w:type="spellStart"/>
                          <w:r>
                            <w:rPr>
                              <w:rFonts w:asciiTheme="minorHAnsi" w:hAnsiTheme="minorHAnsi" w:cstheme="minorHAnsi"/>
                              <w:sz w:val="15"/>
                              <w:szCs w:val="15"/>
                            </w:rPr>
                            <w:t>Chaberská</w:t>
                          </w:r>
                          <w:proofErr w:type="spellEnd"/>
                          <w:r>
                            <w:rPr>
                              <w:rFonts w:asciiTheme="minorHAnsi" w:hAnsiTheme="minorHAnsi" w:cstheme="minorHAnsi"/>
                              <w:sz w:val="15"/>
                              <w:szCs w:val="15"/>
                            </w:rPr>
                            <w:t xml:space="preserve"> 1014/57, 182 </w:t>
                          </w:r>
                          <w:r w:rsidR="001000FB">
                            <w:rPr>
                              <w:rFonts w:asciiTheme="minorHAnsi" w:hAnsiTheme="minorHAnsi" w:cstheme="minorHAnsi"/>
                              <w:sz w:val="15"/>
                              <w:szCs w:val="15"/>
                            </w:rPr>
                            <w:t>00</w:t>
                          </w:r>
                          <w:r>
                            <w:rPr>
                              <w:rFonts w:asciiTheme="minorHAnsi" w:hAnsiTheme="minorHAnsi" w:cstheme="minorHAnsi"/>
                              <w:sz w:val="15"/>
                              <w:szCs w:val="15"/>
                            </w:rPr>
                            <w:t xml:space="preserve"> </w:t>
                          </w:r>
                          <w:r w:rsidRPr="00415E98">
                            <w:rPr>
                              <w:rFonts w:asciiTheme="minorHAnsi" w:hAnsiTheme="minorHAnsi" w:cstheme="minorHAnsi"/>
                              <w:sz w:val="15"/>
                              <w:szCs w:val="15"/>
                            </w:rPr>
                            <w:t xml:space="preserve">Praha 8 – </w:t>
                          </w:r>
                          <w:proofErr w:type="spellStart"/>
                          <w:r w:rsidRPr="00415E98">
                            <w:rPr>
                              <w:rFonts w:asciiTheme="minorHAnsi" w:hAnsiTheme="minorHAnsi" w:cstheme="minorHAnsi"/>
                              <w:sz w:val="15"/>
                              <w:szCs w:val="15"/>
                            </w:rPr>
                            <w:t>Kobylisy</w:t>
                          </w:r>
                          <w:proofErr w:type="spellEnd"/>
                          <w:r w:rsidRPr="00415E98">
                            <w:rPr>
                              <w:rFonts w:asciiTheme="minorHAnsi" w:hAnsiTheme="minorHAnsi" w:cstheme="minorHAnsi"/>
                              <w:sz w:val="15"/>
                              <w:szCs w:val="15"/>
                            </w:rPr>
                            <w:t xml:space="preserve"> | tel.: +420 266 773 400 | www.ufe.cz</w:t>
                          </w:r>
                        </w:p>
                        <w:p w14:paraId="66A5C9AE" w14:textId="77777777" w:rsidR="00415E98" w:rsidRDefault="00415E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6657E" id="_x0000_t202" coordsize="21600,21600" o:spt="202" path="m,l,21600r21600,l21600,xe">
              <v:stroke joinstyle="miter"/>
              <v:path gradientshapeok="t" o:connecttype="rect"/>
            </v:shapetype>
            <v:shape id="Textové pole 2" o:spid="_x0000_s1027" type="#_x0000_t202" style="position:absolute;left:0;text-align:left;margin-left:-6.65pt;margin-top:-26.65pt;width:481.5pt;height:23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" filled="f" stroked="f">
              <v:textbox>
                <w:txbxContent>
                  <w:p w14:paraId="0E0811F6" w14:textId="5D038640" w:rsidR="00415E98" w:rsidRPr="00415E98" w:rsidRDefault="00415E98" w:rsidP="00415E98">
                    <w:pPr>
                      <w:pStyle w:val="text"/>
                      <w:rPr>
                        <w:rFonts w:asciiTheme="minorHAnsi" w:hAnsiTheme="minorHAnsi" w:cstheme="minorHAnsi"/>
                        <w:sz w:val="15"/>
                        <w:szCs w:val="15"/>
                        <w:lang w:val="cs-CZ"/>
                      </w:rPr>
                    </w:pPr>
                    <w:proofErr w:type="spellStart"/>
                    <w:r w:rsidRPr="00415E98">
                      <w:rPr>
                        <w:rFonts w:asciiTheme="minorHAnsi" w:hAnsiTheme="minorHAnsi" w:cstheme="minorHAnsi"/>
                        <w:sz w:val="15"/>
                        <w:szCs w:val="15"/>
                      </w:rPr>
                      <w:t>Ústav</w:t>
                    </w:r>
                    <w:proofErr w:type="spell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fotoniky</w:t>
                    </w:r>
                    <w:proofErr w:type="spellEnd"/>
                    <w:r w:rsidRPr="00415E98">
                      <w:rPr>
                        <w:rFonts w:asciiTheme="minorHAnsi" w:hAnsiTheme="minorHAnsi" w:cstheme="minorHAnsi"/>
                        <w:sz w:val="15"/>
                        <w:szCs w:val="15"/>
                      </w:rPr>
                      <w:t xml:space="preserve"> </w:t>
                    </w:r>
                    <w:proofErr w:type="gramStart"/>
                    <w:r w:rsidRPr="00415E98">
                      <w:rPr>
                        <w:rFonts w:asciiTheme="minorHAnsi" w:hAnsiTheme="minorHAnsi" w:cstheme="minorHAnsi"/>
                        <w:sz w:val="15"/>
                        <w:szCs w:val="15"/>
                      </w:rPr>
                      <w:t>a</w:t>
                    </w:r>
                    <w:proofErr w:type="gram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elektroniky</w:t>
                    </w:r>
                    <w:proofErr w:type="spellEnd"/>
                    <w:r w:rsidRPr="00415E98">
                      <w:rPr>
                        <w:rFonts w:asciiTheme="minorHAnsi" w:hAnsiTheme="minorHAnsi" w:cstheme="minorHAnsi"/>
                        <w:sz w:val="15"/>
                        <w:szCs w:val="15"/>
                      </w:rPr>
                      <w:t xml:space="preserve"> AV ČR, v. v. </w:t>
                    </w:r>
                    <w:proofErr w:type="spellStart"/>
                    <w:r w:rsidRPr="00415E98">
                      <w:rPr>
                        <w:rFonts w:asciiTheme="minorHAnsi" w:hAnsiTheme="minorHAnsi" w:cstheme="minorHAnsi"/>
                        <w:sz w:val="15"/>
                        <w:szCs w:val="15"/>
                      </w:rPr>
                      <w:t>i</w:t>
                    </w:r>
                    <w:proofErr w:type="spellEnd"/>
                    <w:r w:rsidRPr="00415E98">
                      <w:rPr>
                        <w:rFonts w:asciiTheme="minorHAnsi" w:hAnsiTheme="minorHAnsi" w:cstheme="minorHAnsi"/>
                        <w:sz w:val="15"/>
                        <w:szCs w:val="15"/>
                      </w:rPr>
                      <w:t xml:space="preserve">. | </w:t>
                    </w:r>
                    <w:proofErr w:type="spellStart"/>
                    <w:r>
                      <w:rPr>
                        <w:rFonts w:asciiTheme="minorHAnsi" w:hAnsiTheme="minorHAnsi" w:cstheme="minorHAnsi"/>
                        <w:sz w:val="15"/>
                        <w:szCs w:val="15"/>
                      </w:rPr>
                      <w:t>Chaberská</w:t>
                    </w:r>
                    <w:proofErr w:type="spellEnd"/>
                    <w:r>
                      <w:rPr>
                        <w:rFonts w:asciiTheme="minorHAnsi" w:hAnsiTheme="minorHAnsi" w:cstheme="minorHAnsi"/>
                        <w:sz w:val="15"/>
                        <w:szCs w:val="15"/>
                      </w:rPr>
                      <w:t xml:space="preserve"> 1014/57, 182 </w:t>
                    </w:r>
                    <w:r w:rsidR="001000FB">
                      <w:rPr>
                        <w:rFonts w:asciiTheme="minorHAnsi" w:hAnsiTheme="minorHAnsi" w:cstheme="minorHAnsi"/>
                        <w:sz w:val="15"/>
                        <w:szCs w:val="15"/>
                      </w:rPr>
                      <w:t>00</w:t>
                    </w:r>
                    <w:r>
                      <w:rPr>
                        <w:rFonts w:asciiTheme="minorHAnsi" w:hAnsiTheme="minorHAnsi" w:cstheme="minorHAnsi"/>
                        <w:sz w:val="15"/>
                        <w:szCs w:val="15"/>
                      </w:rPr>
                      <w:t xml:space="preserve"> </w:t>
                    </w:r>
                    <w:r w:rsidRPr="00415E98">
                      <w:rPr>
                        <w:rFonts w:asciiTheme="minorHAnsi" w:hAnsiTheme="minorHAnsi" w:cstheme="minorHAnsi"/>
                        <w:sz w:val="15"/>
                        <w:szCs w:val="15"/>
                      </w:rPr>
                      <w:t xml:space="preserve">Praha 8 – </w:t>
                    </w:r>
                    <w:proofErr w:type="spellStart"/>
                    <w:r w:rsidRPr="00415E98">
                      <w:rPr>
                        <w:rFonts w:asciiTheme="minorHAnsi" w:hAnsiTheme="minorHAnsi" w:cstheme="minorHAnsi"/>
                        <w:sz w:val="15"/>
                        <w:szCs w:val="15"/>
                      </w:rPr>
                      <w:t>Kobylisy</w:t>
                    </w:r>
                    <w:proofErr w:type="spellEnd"/>
                    <w:r w:rsidRPr="00415E98">
                      <w:rPr>
                        <w:rFonts w:asciiTheme="minorHAnsi" w:hAnsiTheme="minorHAnsi" w:cstheme="minorHAnsi"/>
                        <w:sz w:val="15"/>
                        <w:szCs w:val="15"/>
                      </w:rPr>
                      <w:t xml:space="preserve"> | tel.: +420 266 773 400 | www.ufe.cz</w:t>
                    </w:r>
                  </w:p>
                  <w:p w14:paraId="66A5C9AE" w14:textId="77777777" w:rsidR="00415E98" w:rsidRDefault="00415E98"/>
                </w:txbxContent>
              </v:textbox>
              <w10:wrap anchorx="margin"/>
            </v:shape>
          </w:pict>
        </mc:Fallback>
      </mc:AlternateContent>
    </w:r>
  </w:p>
  <w:p w14:paraId="30615569" w14:textId="0DBFDD60" w:rsidR="0019652C" w:rsidRPr="0019652C" w:rsidRDefault="0019652C" w:rsidP="0019652C">
    <w:pPr>
      <w:pStyle w:val="Zpat"/>
      <w:jc w:val="right"/>
      <w:rPr>
        <w:rFonts w:ascii="Arial" w:hAnsi="Arial" w:cs="Arial"/>
        <w:sz w:val="20"/>
        <w:szCs w:val="20"/>
      </w:rPr>
    </w:pPr>
    <w:r w:rsidRPr="0019652C">
      <w:rPr>
        <w:rFonts w:ascii="Arial" w:hAnsi="Arial" w:cs="Arial"/>
        <w:sz w:val="20"/>
        <w:szCs w:val="20"/>
      </w:rPr>
      <w:t xml:space="preserve">Stránka </w:t>
    </w:r>
    <w:r w:rsidRPr="0019652C">
      <w:rPr>
        <w:rFonts w:ascii="Arial" w:hAnsi="Arial" w:cs="Arial"/>
        <w:b/>
        <w:bCs/>
        <w:sz w:val="20"/>
        <w:szCs w:val="20"/>
      </w:rPr>
      <w:fldChar w:fldCharType="begin"/>
    </w:r>
    <w:r w:rsidRPr="0019652C">
      <w:rPr>
        <w:rFonts w:ascii="Arial" w:hAnsi="Arial" w:cs="Arial"/>
        <w:b/>
        <w:bCs/>
        <w:sz w:val="20"/>
        <w:szCs w:val="20"/>
      </w:rPr>
      <w:instrText>PAGE</w:instrText>
    </w:r>
    <w:r w:rsidRPr="0019652C">
      <w:rPr>
        <w:rFonts w:ascii="Arial" w:hAnsi="Arial" w:cs="Arial"/>
        <w:b/>
        <w:bCs/>
        <w:sz w:val="20"/>
        <w:szCs w:val="20"/>
      </w:rPr>
      <w:fldChar w:fldCharType="separate"/>
    </w:r>
    <w:r w:rsidR="00D12636">
      <w:rPr>
        <w:rFonts w:ascii="Arial" w:hAnsi="Arial" w:cs="Arial"/>
        <w:b/>
        <w:bCs/>
        <w:noProof/>
        <w:sz w:val="20"/>
        <w:szCs w:val="20"/>
      </w:rPr>
      <w:t>8</w:t>
    </w:r>
    <w:r w:rsidRPr="0019652C">
      <w:rPr>
        <w:rFonts w:ascii="Arial" w:hAnsi="Arial" w:cs="Arial"/>
        <w:b/>
        <w:bCs/>
        <w:sz w:val="20"/>
        <w:szCs w:val="20"/>
      </w:rPr>
      <w:fldChar w:fldCharType="end"/>
    </w:r>
    <w:r w:rsidRPr="0019652C">
      <w:rPr>
        <w:rFonts w:ascii="Arial" w:hAnsi="Arial" w:cs="Arial"/>
        <w:sz w:val="20"/>
        <w:szCs w:val="20"/>
      </w:rPr>
      <w:t xml:space="preserve"> z </w:t>
    </w:r>
    <w:r w:rsidRPr="0019652C">
      <w:rPr>
        <w:rFonts w:ascii="Arial" w:hAnsi="Arial" w:cs="Arial"/>
        <w:b/>
        <w:bCs/>
        <w:sz w:val="20"/>
        <w:szCs w:val="20"/>
      </w:rPr>
      <w:fldChar w:fldCharType="begin"/>
    </w:r>
    <w:r w:rsidRPr="0019652C">
      <w:rPr>
        <w:rFonts w:ascii="Arial" w:hAnsi="Arial" w:cs="Arial"/>
        <w:b/>
        <w:bCs/>
        <w:sz w:val="20"/>
        <w:szCs w:val="20"/>
      </w:rPr>
      <w:instrText>NUMPAGES</w:instrText>
    </w:r>
    <w:r w:rsidRPr="0019652C">
      <w:rPr>
        <w:rFonts w:ascii="Arial" w:hAnsi="Arial" w:cs="Arial"/>
        <w:b/>
        <w:bCs/>
        <w:sz w:val="20"/>
        <w:szCs w:val="20"/>
      </w:rPr>
      <w:fldChar w:fldCharType="separate"/>
    </w:r>
    <w:r w:rsidR="00D12636">
      <w:rPr>
        <w:rFonts w:ascii="Arial" w:hAnsi="Arial" w:cs="Arial"/>
        <w:b/>
        <w:bCs/>
        <w:noProof/>
        <w:sz w:val="20"/>
        <w:szCs w:val="20"/>
      </w:rPr>
      <w:t>8</w:t>
    </w:r>
    <w:r w:rsidRPr="0019652C">
      <w:rPr>
        <w:rFonts w:ascii="Arial" w:hAnsi="Arial" w:cs="Arial"/>
        <w:b/>
        <w:bCs/>
        <w:sz w:val="20"/>
        <w:szCs w:val="20"/>
      </w:rPr>
      <w:fldChar w:fldCharType="end"/>
    </w:r>
  </w:p>
  <w:p w14:paraId="21166D65" w14:textId="77777777" w:rsidR="00CD1C16" w:rsidRDefault="00CD1C16" w:rsidP="008F50BB">
    <w:pPr>
      <w:pStyle w:val="Zpat"/>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44B83" w14:textId="77777777" w:rsidR="00C254D8" w:rsidRDefault="00C254D8" w:rsidP="00CD1C16">
      <w:pPr>
        <w:spacing w:after="0" w:line="240" w:lineRule="auto"/>
      </w:pPr>
      <w:r>
        <w:separator/>
      </w:r>
    </w:p>
  </w:footnote>
  <w:footnote w:type="continuationSeparator" w:id="0">
    <w:p w14:paraId="586AA8A1" w14:textId="77777777" w:rsidR="00C254D8" w:rsidRDefault="00C254D8" w:rsidP="00CD1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6C176" w14:textId="77777777" w:rsidR="00CD1C16" w:rsidRDefault="5B84996F" w:rsidP="00CD1C16">
    <w:pPr>
      <w:pStyle w:val="Zhlav"/>
      <w:ind w:left="-1134"/>
    </w:pPr>
    <w:r>
      <w:rPr>
        <w:noProof/>
        <w:lang w:val="en-US"/>
      </w:rPr>
      <w:drawing>
        <wp:inline distT="0" distB="0" distL="0" distR="0" wp14:anchorId="441E54A5" wp14:editId="4009936C">
          <wp:extent cx="7559674" cy="1477737"/>
          <wp:effectExtent l="0" t="0" r="3175" b="8255"/>
          <wp:docPr id="175281360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
                    <a:extLst>
                      <a:ext uri="{28A0092B-C50C-407E-A947-70E740481C1C}">
                        <a14:useLocalDpi xmlns:a14="http://schemas.microsoft.com/office/drawing/2010/main" val="0"/>
                      </a:ext>
                    </a:extLst>
                  </a:blip>
                  <a:stretch>
                    <a:fillRect/>
                  </a:stretch>
                </pic:blipFill>
                <pic:spPr>
                  <a:xfrm>
                    <a:off x="0" y="0"/>
                    <a:ext cx="7559674" cy="14777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84131"/>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0" w:hanging="360"/>
      </w:pPr>
    </w:lvl>
    <w:lvl w:ilvl="2" w:tplc="0405001B" w:tentative="1">
      <w:start w:val="1"/>
      <w:numFmt w:val="lowerRoman"/>
      <w:lvlText w:val="%3."/>
      <w:lvlJc w:val="right"/>
      <w:pPr>
        <w:ind w:left="720" w:hanging="180"/>
      </w:pPr>
    </w:lvl>
    <w:lvl w:ilvl="3" w:tplc="0405000F" w:tentative="1">
      <w:start w:val="1"/>
      <w:numFmt w:val="decimal"/>
      <w:lvlText w:val="%4."/>
      <w:lvlJc w:val="left"/>
      <w:pPr>
        <w:ind w:left="1440" w:hanging="360"/>
      </w:pPr>
    </w:lvl>
    <w:lvl w:ilvl="4" w:tplc="04050019" w:tentative="1">
      <w:start w:val="1"/>
      <w:numFmt w:val="lowerLetter"/>
      <w:lvlText w:val="%5."/>
      <w:lvlJc w:val="left"/>
      <w:pPr>
        <w:ind w:left="2160" w:hanging="360"/>
      </w:pPr>
    </w:lvl>
    <w:lvl w:ilvl="5" w:tplc="0405001B" w:tentative="1">
      <w:start w:val="1"/>
      <w:numFmt w:val="lowerRoman"/>
      <w:lvlText w:val="%6."/>
      <w:lvlJc w:val="right"/>
      <w:pPr>
        <w:ind w:left="2880" w:hanging="180"/>
      </w:pPr>
    </w:lvl>
    <w:lvl w:ilvl="6" w:tplc="0405000F" w:tentative="1">
      <w:start w:val="1"/>
      <w:numFmt w:val="decimal"/>
      <w:lvlText w:val="%7."/>
      <w:lvlJc w:val="left"/>
      <w:pPr>
        <w:ind w:left="3600" w:hanging="360"/>
      </w:pPr>
    </w:lvl>
    <w:lvl w:ilvl="7" w:tplc="04050019" w:tentative="1">
      <w:start w:val="1"/>
      <w:numFmt w:val="lowerLetter"/>
      <w:lvlText w:val="%8."/>
      <w:lvlJc w:val="left"/>
      <w:pPr>
        <w:ind w:left="4320" w:hanging="360"/>
      </w:pPr>
    </w:lvl>
    <w:lvl w:ilvl="8" w:tplc="0405001B" w:tentative="1">
      <w:start w:val="1"/>
      <w:numFmt w:val="lowerRoman"/>
      <w:lvlText w:val="%9."/>
      <w:lvlJc w:val="right"/>
      <w:pPr>
        <w:ind w:left="5040" w:hanging="180"/>
      </w:pPr>
    </w:lvl>
  </w:abstractNum>
  <w:abstractNum w:abstractNumId="1" w15:restartNumberingAfterBreak="0">
    <w:nsid w:val="02A766F1"/>
    <w:multiLevelType w:val="hybridMultilevel"/>
    <w:tmpl w:val="95626B94"/>
    <w:lvl w:ilvl="0" w:tplc="CABC0988">
      <w:start w:val="1"/>
      <w:numFmt w:val="decimal"/>
      <w:lvlText w:val="%1."/>
      <w:lvlJc w:val="left"/>
      <w:pPr>
        <w:ind w:left="36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C1379A"/>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D268E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A444E6"/>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8B39BD"/>
    <w:multiLevelType w:val="hybridMultilevel"/>
    <w:tmpl w:val="95626B94"/>
    <w:lvl w:ilvl="0" w:tplc="FFFFFFFF">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257011"/>
    <w:multiLevelType w:val="hybridMultilevel"/>
    <w:tmpl w:val="95626B94"/>
    <w:lvl w:ilvl="0" w:tplc="FFFFFFFF">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4334E9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5A761A"/>
    <w:multiLevelType w:val="hybridMultilevel"/>
    <w:tmpl w:val="59706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A813B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B30927"/>
    <w:multiLevelType w:val="hybridMultilevel"/>
    <w:tmpl w:val="95626B94"/>
    <w:lvl w:ilvl="0" w:tplc="CABC0988">
      <w:start w:val="1"/>
      <w:numFmt w:val="decimal"/>
      <w:lvlText w:val="%1."/>
      <w:lvlJc w:val="left"/>
      <w:pPr>
        <w:ind w:left="501" w:hanging="360"/>
      </w:pPr>
      <w:rPr>
        <w:rFonts w:cs="Times New Roman" w:hint="default"/>
        <w:b w:val="0"/>
        <w:i w:val="0"/>
        <w:sz w:val="22"/>
        <w:szCs w:val="22"/>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11" w15:restartNumberingAfterBreak="0">
    <w:nsid w:val="54743B7E"/>
    <w:multiLevelType w:val="hybridMultilevel"/>
    <w:tmpl w:val="95626B94"/>
    <w:lvl w:ilvl="0" w:tplc="FFFFFFFF">
      <w:start w:val="1"/>
      <w:numFmt w:val="decimal"/>
      <w:lvlText w:val="%1."/>
      <w:lvlJc w:val="left"/>
      <w:pPr>
        <w:ind w:left="72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2C205D1"/>
    <w:multiLevelType w:val="hybridMultilevel"/>
    <w:tmpl w:val="B25ABEB0"/>
    <w:lvl w:ilvl="0" w:tplc="2BAE0A90">
      <w:start w:val="1"/>
      <w:numFmt w:val="decimal"/>
      <w:lvlText w:val="%1."/>
      <w:lvlJc w:val="left"/>
      <w:pPr>
        <w:ind w:left="360"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67865A71"/>
    <w:multiLevelType w:val="hybridMultilevel"/>
    <w:tmpl w:val="F490B7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372E72"/>
    <w:multiLevelType w:val="hybridMultilevel"/>
    <w:tmpl w:val="F226422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C9121FF"/>
    <w:multiLevelType w:val="hybridMultilevel"/>
    <w:tmpl w:val="A4386E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08721072">
    <w:abstractNumId w:val="5"/>
  </w:num>
  <w:num w:numId="2" w16cid:durableId="517622122">
    <w:abstractNumId w:val="4"/>
  </w:num>
  <w:num w:numId="3" w16cid:durableId="937979485">
    <w:abstractNumId w:val="1"/>
  </w:num>
  <w:num w:numId="4" w16cid:durableId="195431003">
    <w:abstractNumId w:val="9"/>
  </w:num>
  <w:num w:numId="5" w16cid:durableId="1316564602">
    <w:abstractNumId w:val="6"/>
  </w:num>
  <w:num w:numId="6" w16cid:durableId="1690645822">
    <w:abstractNumId w:val="2"/>
  </w:num>
  <w:num w:numId="7" w16cid:durableId="1865901230">
    <w:abstractNumId w:val="7"/>
  </w:num>
  <w:num w:numId="8" w16cid:durableId="982464765">
    <w:abstractNumId w:val="3"/>
  </w:num>
  <w:num w:numId="9" w16cid:durableId="1640188089">
    <w:abstractNumId w:val="0"/>
  </w:num>
  <w:num w:numId="10" w16cid:durableId="1679115032">
    <w:abstractNumId w:val="11"/>
  </w:num>
  <w:num w:numId="11" w16cid:durableId="2130121800">
    <w:abstractNumId w:val="13"/>
  </w:num>
  <w:num w:numId="12" w16cid:durableId="1175729624">
    <w:abstractNumId w:val="10"/>
  </w:num>
  <w:num w:numId="13" w16cid:durableId="653293597">
    <w:abstractNumId w:val="15"/>
  </w:num>
  <w:num w:numId="14" w16cid:durableId="1750882446">
    <w:abstractNumId w:val="12"/>
  </w:num>
  <w:num w:numId="15" w16cid:durableId="1703743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48196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1843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3Nbc0MjAzMLO0tDBX0lEKTi0uzszPAykwrAUAy3RhXiwAAAA="/>
  </w:docVars>
  <w:rsids>
    <w:rsidRoot w:val="0019652C"/>
    <w:rsid w:val="0000528F"/>
    <w:rsid w:val="000169CA"/>
    <w:rsid w:val="00023FC3"/>
    <w:rsid w:val="00032560"/>
    <w:rsid w:val="00033223"/>
    <w:rsid w:val="00034687"/>
    <w:rsid w:val="00036F93"/>
    <w:rsid w:val="00040C3D"/>
    <w:rsid w:val="00045991"/>
    <w:rsid w:val="000550DB"/>
    <w:rsid w:val="00056428"/>
    <w:rsid w:val="00061F46"/>
    <w:rsid w:val="000649F9"/>
    <w:rsid w:val="00067C42"/>
    <w:rsid w:val="000703C9"/>
    <w:rsid w:val="000723A5"/>
    <w:rsid w:val="00073602"/>
    <w:rsid w:val="000749BB"/>
    <w:rsid w:val="00080C20"/>
    <w:rsid w:val="00083A02"/>
    <w:rsid w:val="00085676"/>
    <w:rsid w:val="00087CBC"/>
    <w:rsid w:val="00093D70"/>
    <w:rsid w:val="00094AE0"/>
    <w:rsid w:val="0009627B"/>
    <w:rsid w:val="00097224"/>
    <w:rsid w:val="000A2665"/>
    <w:rsid w:val="000A4D44"/>
    <w:rsid w:val="000A5BA4"/>
    <w:rsid w:val="000B021D"/>
    <w:rsid w:val="000B5ABD"/>
    <w:rsid w:val="000C01F2"/>
    <w:rsid w:val="000D3C3B"/>
    <w:rsid w:val="000D4975"/>
    <w:rsid w:val="000E078E"/>
    <w:rsid w:val="000E32F4"/>
    <w:rsid w:val="000E4BB7"/>
    <w:rsid w:val="000F6669"/>
    <w:rsid w:val="001000FB"/>
    <w:rsid w:val="0010761B"/>
    <w:rsid w:val="001164E8"/>
    <w:rsid w:val="00117344"/>
    <w:rsid w:val="00117997"/>
    <w:rsid w:val="0012052F"/>
    <w:rsid w:val="001209E8"/>
    <w:rsid w:val="00121BFE"/>
    <w:rsid w:val="00133909"/>
    <w:rsid w:val="00134CF5"/>
    <w:rsid w:val="00134EF7"/>
    <w:rsid w:val="00144CE2"/>
    <w:rsid w:val="00153791"/>
    <w:rsid w:val="00153FD7"/>
    <w:rsid w:val="001550A2"/>
    <w:rsid w:val="0016071A"/>
    <w:rsid w:val="00163A3C"/>
    <w:rsid w:val="00164C5B"/>
    <w:rsid w:val="00174056"/>
    <w:rsid w:val="0017688F"/>
    <w:rsid w:val="00180566"/>
    <w:rsid w:val="0018296F"/>
    <w:rsid w:val="00184AA3"/>
    <w:rsid w:val="00184EE8"/>
    <w:rsid w:val="00190DF9"/>
    <w:rsid w:val="00194A54"/>
    <w:rsid w:val="001959C7"/>
    <w:rsid w:val="00195F95"/>
    <w:rsid w:val="0019652C"/>
    <w:rsid w:val="001A0CC8"/>
    <w:rsid w:val="001A4992"/>
    <w:rsid w:val="001A6B0E"/>
    <w:rsid w:val="001B0F73"/>
    <w:rsid w:val="001B1F76"/>
    <w:rsid w:val="001B3BC8"/>
    <w:rsid w:val="001B5872"/>
    <w:rsid w:val="001B5F35"/>
    <w:rsid w:val="001B718E"/>
    <w:rsid w:val="001B76FA"/>
    <w:rsid w:val="001C4CC4"/>
    <w:rsid w:val="001D2F44"/>
    <w:rsid w:val="001E2E88"/>
    <w:rsid w:val="001E3C2A"/>
    <w:rsid w:val="001E6492"/>
    <w:rsid w:val="001E7864"/>
    <w:rsid w:val="001F04E4"/>
    <w:rsid w:val="001F29C1"/>
    <w:rsid w:val="001F75A4"/>
    <w:rsid w:val="001F7F19"/>
    <w:rsid w:val="00200C17"/>
    <w:rsid w:val="0020160F"/>
    <w:rsid w:val="00201F87"/>
    <w:rsid w:val="00203410"/>
    <w:rsid w:val="002071A9"/>
    <w:rsid w:val="00220CF8"/>
    <w:rsid w:val="00223F0F"/>
    <w:rsid w:val="00225628"/>
    <w:rsid w:val="00225EFB"/>
    <w:rsid w:val="00227D98"/>
    <w:rsid w:val="002314D9"/>
    <w:rsid w:val="00232CE3"/>
    <w:rsid w:val="00236782"/>
    <w:rsid w:val="00237FEE"/>
    <w:rsid w:val="002413D8"/>
    <w:rsid w:val="00243B3F"/>
    <w:rsid w:val="00257982"/>
    <w:rsid w:val="002731FC"/>
    <w:rsid w:val="00274E75"/>
    <w:rsid w:val="002752D3"/>
    <w:rsid w:val="00275524"/>
    <w:rsid w:val="00277D5D"/>
    <w:rsid w:val="00280DA6"/>
    <w:rsid w:val="00282EB5"/>
    <w:rsid w:val="00286B40"/>
    <w:rsid w:val="002936AB"/>
    <w:rsid w:val="002A5732"/>
    <w:rsid w:val="002A7389"/>
    <w:rsid w:val="002B3C96"/>
    <w:rsid w:val="002B48E2"/>
    <w:rsid w:val="002B6FCE"/>
    <w:rsid w:val="002C4201"/>
    <w:rsid w:val="002D5BA4"/>
    <w:rsid w:val="002D5F0C"/>
    <w:rsid w:val="002E57B5"/>
    <w:rsid w:val="002E59D6"/>
    <w:rsid w:val="002E6C8C"/>
    <w:rsid w:val="002F060F"/>
    <w:rsid w:val="002F07D0"/>
    <w:rsid w:val="002F1D9A"/>
    <w:rsid w:val="002F1E74"/>
    <w:rsid w:val="002F26BD"/>
    <w:rsid w:val="002F4FCF"/>
    <w:rsid w:val="002F7C33"/>
    <w:rsid w:val="0030230A"/>
    <w:rsid w:val="00304F86"/>
    <w:rsid w:val="00305765"/>
    <w:rsid w:val="00306C1C"/>
    <w:rsid w:val="00310B95"/>
    <w:rsid w:val="00314CA3"/>
    <w:rsid w:val="0031770C"/>
    <w:rsid w:val="00317CFF"/>
    <w:rsid w:val="00321A40"/>
    <w:rsid w:val="00321E5A"/>
    <w:rsid w:val="00322A60"/>
    <w:rsid w:val="0032379A"/>
    <w:rsid w:val="00324A8F"/>
    <w:rsid w:val="00326106"/>
    <w:rsid w:val="003306C3"/>
    <w:rsid w:val="00331CE1"/>
    <w:rsid w:val="003346EF"/>
    <w:rsid w:val="003363EB"/>
    <w:rsid w:val="00337877"/>
    <w:rsid w:val="0034524C"/>
    <w:rsid w:val="00347109"/>
    <w:rsid w:val="00361592"/>
    <w:rsid w:val="003735A8"/>
    <w:rsid w:val="003757BF"/>
    <w:rsid w:val="003A14F0"/>
    <w:rsid w:val="003A3A2B"/>
    <w:rsid w:val="003A6ED7"/>
    <w:rsid w:val="003B52EB"/>
    <w:rsid w:val="003C17C6"/>
    <w:rsid w:val="003C1D21"/>
    <w:rsid w:val="003C2978"/>
    <w:rsid w:val="003C4B80"/>
    <w:rsid w:val="003C5A54"/>
    <w:rsid w:val="003C74FE"/>
    <w:rsid w:val="003C759B"/>
    <w:rsid w:val="003D0A6F"/>
    <w:rsid w:val="003D55C8"/>
    <w:rsid w:val="003E04AA"/>
    <w:rsid w:val="003E0F80"/>
    <w:rsid w:val="003E5501"/>
    <w:rsid w:val="003E79F1"/>
    <w:rsid w:val="003F0DA1"/>
    <w:rsid w:val="003F1C5D"/>
    <w:rsid w:val="003F2C39"/>
    <w:rsid w:val="003F643A"/>
    <w:rsid w:val="003F772C"/>
    <w:rsid w:val="0040052C"/>
    <w:rsid w:val="00401D73"/>
    <w:rsid w:val="00407E8C"/>
    <w:rsid w:val="0041402A"/>
    <w:rsid w:val="00415E98"/>
    <w:rsid w:val="00424721"/>
    <w:rsid w:val="00425782"/>
    <w:rsid w:val="004265E3"/>
    <w:rsid w:val="004270B4"/>
    <w:rsid w:val="00432210"/>
    <w:rsid w:val="004322A6"/>
    <w:rsid w:val="0043542B"/>
    <w:rsid w:val="00441894"/>
    <w:rsid w:val="00446508"/>
    <w:rsid w:val="00447A22"/>
    <w:rsid w:val="0045297E"/>
    <w:rsid w:val="00452E0F"/>
    <w:rsid w:val="00456D35"/>
    <w:rsid w:val="00461C67"/>
    <w:rsid w:val="00462B35"/>
    <w:rsid w:val="00465615"/>
    <w:rsid w:val="00470D5A"/>
    <w:rsid w:val="00473E73"/>
    <w:rsid w:val="0047426F"/>
    <w:rsid w:val="00474A94"/>
    <w:rsid w:val="00477110"/>
    <w:rsid w:val="00477A47"/>
    <w:rsid w:val="00495C6B"/>
    <w:rsid w:val="004961FA"/>
    <w:rsid w:val="004A0CED"/>
    <w:rsid w:val="004A322C"/>
    <w:rsid w:val="004A5525"/>
    <w:rsid w:val="004A6BE6"/>
    <w:rsid w:val="004B163F"/>
    <w:rsid w:val="004B6CE9"/>
    <w:rsid w:val="004B7708"/>
    <w:rsid w:val="004C1CB9"/>
    <w:rsid w:val="004C3290"/>
    <w:rsid w:val="004C60CF"/>
    <w:rsid w:val="004C7F52"/>
    <w:rsid w:val="004D17AF"/>
    <w:rsid w:val="004D27C5"/>
    <w:rsid w:val="004D2A37"/>
    <w:rsid w:val="004E12CC"/>
    <w:rsid w:val="004E52C3"/>
    <w:rsid w:val="004E5DBE"/>
    <w:rsid w:val="004F435B"/>
    <w:rsid w:val="004F5C93"/>
    <w:rsid w:val="004F6CBD"/>
    <w:rsid w:val="004F73D3"/>
    <w:rsid w:val="005021DE"/>
    <w:rsid w:val="005026F3"/>
    <w:rsid w:val="00505771"/>
    <w:rsid w:val="00507A4E"/>
    <w:rsid w:val="005145B4"/>
    <w:rsid w:val="00525CCC"/>
    <w:rsid w:val="005319C4"/>
    <w:rsid w:val="0053238C"/>
    <w:rsid w:val="00533406"/>
    <w:rsid w:val="0053760C"/>
    <w:rsid w:val="00537E01"/>
    <w:rsid w:val="00541900"/>
    <w:rsid w:val="00541B47"/>
    <w:rsid w:val="005456A7"/>
    <w:rsid w:val="00550145"/>
    <w:rsid w:val="0055170C"/>
    <w:rsid w:val="00556234"/>
    <w:rsid w:val="00563103"/>
    <w:rsid w:val="005672C1"/>
    <w:rsid w:val="005762CD"/>
    <w:rsid w:val="00577851"/>
    <w:rsid w:val="005809B9"/>
    <w:rsid w:val="005842E5"/>
    <w:rsid w:val="00585F9A"/>
    <w:rsid w:val="00587116"/>
    <w:rsid w:val="00590022"/>
    <w:rsid w:val="0059025F"/>
    <w:rsid w:val="00593019"/>
    <w:rsid w:val="00594DC9"/>
    <w:rsid w:val="00595BF2"/>
    <w:rsid w:val="005A078E"/>
    <w:rsid w:val="005A0EE4"/>
    <w:rsid w:val="005A2307"/>
    <w:rsid w:val="005B6FAC"/>
    <w:rsid w:val="005C1F4B"/>
    <w:rsid w:val="005C79FA"/>
    <w:rsid w:val="005D0DCA"/>
    <w:rsid w:val="005E108E"/>
    <w:rsid w:val="005E66FD"/>
    <w:rsid w:val="005F2CB9"/>
    <w:rsid w:val="00600573"/>
    <w:rsid w:val="006008B3"/>
    <w:rsid w:val="006027AB"/>
    <w:rsid w:val="00604FBB"/>
    <w:rsid w:val="006055D8"/>
    <w:rsid w:val="00613966"/>
    <w:rsid w:val="00614B52"/>
    <w:rsid w:val="00616E52"/>
    <w:rsid w:val="00617069"/>
    <w:rsid w:val="00621CF4"/>
    <w:rsid w:val="00624743"/>
    <w:rsid w:val="00643690"/>
    <w:rsid w:val="00652009"/>
    <w:rsid w:val="006638AA"/>
    <w:rsid w:val="00665B52"/>
    <w:rsid w:val="00667C1A"/>
    <w:rsid w:val="00670BEF"/>
    <w:rsid w:val="006742B6"/>
    <w:rsid w:val="006756D2"/>
    <w:rsid w:val="00677995"/>
    <w:rsid w:val="006823B1"/>
    <w:rsid w:val="006826F8"/>
    <w:rsid w:val="00683235"/>
    <w:rsid w:val="00684EC5"/>
    <w:rsid w:val="00686001"/>
    <w:rsid w:val="00686527"/>
    <w:rsid w:val="00687AD4"/>
    <w:rsid w:val="006919E9"/>
    <w:rsid w:val="0069388B"/>
    <w:rsid w:val="006959AD"/>
    <w:rsid w:val="006972F8"/>
    <w:rsid w:val="006A1A98"/>
    <w:rsid w:val="006A33F1"/>
    <w:rsid w:val="006A46EA"/>
    <w:rsid w:val="006A5501"/>
    <w:rsid w:val="006A7482"/>
    <w:rsid w:val="006A7F51"/>
    <w:rsid w:val="006B1472"/>
    <w:rsid w:val="006B1743"/>
    <w:rsid w:val="006B19D1"/>
    <w:rsid w:val="006B2B18"/>
    <w:rsid w:val="006B3150"/>
    <w:rsid w:val="006B3386"/>
    <w:rsid w:val="006B6912"/>
    <w:rsid w:val="006C41F2"/>
    <w:rsid w:val="006C51C5"/>
    <w:rsid w:val="006C657E"/>
    <w:rsid w:val="006D3511"/>
    <w:rsid w:val="006E479F"/>
    <w:rsid w:val="006F22BF"/>
    <w:rsid w:val="006F2980"/>
    <w:rsid w:val="006F66BE"/>
    <w:rsid w:val="006F67E7"/>
    <w:rsid w:val="007041C4"/>
    <w:rsid w:val="00704BF6"/>
    <w:rsid w:val="00705746"/>
    <w:rsid w:val="00705B29"/>
    <w:rsid w:val="00705D4D"/>
    <w:rsid w:val="00706B7C"/>
    <w:rsid w:val="00711A3B"/>
    <w:rsid w:val="00722CA6"/>
    <w:rsid w:val="00724577"/>
    <w:rsid w:val="007257C9"/>
    <w:rsid w:val="00736790"/>
    <w:rsid w:val="00742C82"/>
    <w:rsid w:val="007456C8"/>
    <w:rsid w:val="0074721F"/>
    <w:rsid w:val="0075349B"/>
    <w:rsid w:val="00755202"/>
    <w:rsid w:val="00757831"/>
    <w:rsid w:val="007636A3"/>
    <w:rsid w:val="00773FF9"/>
    <w:rsid w:val="0078458E"/>
    <w:rsid w:val="007847D9"/>
    <w:rsid w:val="007847FE"/>
    <w:rsid w:val="00791F41"/>
    <w:rsid w:val="0079331D"/>
    <w:rsid w:val="0079646C"/>
    <w:rsid w:val="007A0E01"/>
    <w:rsid w:val="007A206A"/>
    <w:rsid w:val="007A2942"/>
    <w:rsid w:val="007A32F7"/>
    <w:rsid w:val="007A455D"/>
    <w:rsid w:val="007A5620"/>
    <w:rsid w:val="007A6BA3"/>
    <w:rsid w:val="007B0EC8"/>
    <w:rsid w:val="007B589F"/>
    <w:rsid w:val="007B697E"/>
    <w:rsid w:val="007B7864"/>
    <w:rsid w:val="007B7C85"/>
    <w:rsid w:val="007C0781"/>
    <w:rsid w:val="007C0F00"/>
    <w:rsid w:val="007C73F7"/>
    <w:rsid w:val="007C76E4"/>
    <w:rsid w:val="007C7CAA"/>
    <w:rsid w:val="007E0524"/>
    <w:rsid w:val="007E0C53"/>
    <w:rsid w:val="007E5592"/>
    <w:rsid w:val="007E75D0"/>
    <w:rsid w:val="007F69F1"/>
    <w:rsid w:val="00801D16"/>
    <w:rsid w:val="00807FB4"/>
    <w:rsid w:val="0081294A"/>
    <w:rsid w:val="00814B19"/>
    <w:rsid w:val="008163F2"/>
    <w:rsid w:val="008218A3"/>
    <w:rsid w:val="00821D6D"/>
    <w:rsid w:val="00823A4E"/>
    <w:rsid w:val="00825980"/>
    <w:rsid w:val="008259CA"/>
    <w:rsid w:val="00826EFF"/>
    <w:rsid w:val="00827265"/>
    <w:rsid w:val="0083128D"/>
    <w:rsid w:val="00831675"/>
    <w:rsid w:val="0083321B"/>
    <w:rsid w:val="0083770E"/>
    <w:rsid w:val="00841AB9"/>
    <w:rsid w:val="00844CEC"/>
    <w:rsid w:val="00844FE0"/>
    <w:rsid w:val="0084761B"/>
    <w:rsid w:val="0085185A"/>
    <w:rsid w:val="00851C00"/>
    <w:rsid w:val="008520D1"/>
    <w:rsid w:val="00853509"/>
    <w:rsid w:val="0085461A"/>
    <w:rsid w:val="00855D97"/>
    <w:rsid w:val="00860DE8"/>
    <w:rsid w:val="00871021"/>
    <w:rsid w:val="00884289"/>
    <w:rsid w:val="0088574A"/>
    <w:rsid w:val="00886B57"/>
    <w:rsid w:val="00890E7F"/>
    <w:rsid w:val="00894A99"/>
    <w:rsid w:val="008A0ABA"/>
    <w:rsid w:val="008A53DF"/>
    <w:rsid w:val="008A6AA6"/>
    <w:rsid w:val="008B355A"/>
    <w:rsid w:val="008B50F9"/>
    <w:rsid w:val="008C32B1"/>
    <w:rsid w:val="008C650D"/>
    <w:rsid w:val="008D2717"/>
    <w:rsid w:val="008D58D2"/>
    <w:rsid w:val="008F50BB"/>
    <w:rsid w:val="008F7C9E"/>
    <w:rsid w:val="00900DFC"/>
    <w:rsid w:val="00902016"/>
    <w:rsid w:val="00902056"/>
    <w:rsid w:val="0090234F"/>
    <w:rsid w:val="009068BA"/>
    <w:rsid w:val="00911725"/>
    <w:rsid w:val="00913841"/>
    <w:rsid w:val="00916EB3"/>
    <w:rsid w:val="0092153C"/>
    <w:rsid w:val="00926EDA"/>
    <w:rsid w:val="00934399"/>
    <w:rsid w:val="00934FC9"/>
    <w:rsid w:val="00940E4D"/>
    <w:rsid w:val="0094178B"/>
    <w:rsid w:val="009435A6"/>
    <w:rsid w:val="00943A11"/>
    <w:rsid w:val="00954955"/>
    <w:rsid w:val="009557EA"/>
    <w:rsid w:val="00957CF2"/>
    <w:rsid w:val="00964122"/>
    <w:rsid w:val="00970927"/>
    <w:rsid w:val="0097418E"/>
    <w:rsid w:val="009753CC"/>
    <w:rsid w:val="00975D3D"/>
    <w:rsid w:val="0098186D"/>
    <w:rsid w:val="0098357E"/>
    <w:rsid w:val="00985F2E"/>
    <w:rsid w:val="009876CE"/>
    <w:rsid w:val="009921C8"/>
    <w:rsid w:val="009921F8"/>
    <w:rsid w:val="0099529E"/>
    <w:rsid w:val="00995F4A"/>
    <w:rsid w:val="009977D9"/>
    <w:rsid w:val="00997C2B"/>
    <w:rsid w:val="009A7810"/>
    <w:rsid w:val="009B762F"/>
    <w:rsid w:val="009D400D"/>
    <w:rsid w:val="009D4117"/>
    <w:rsid w:val="009E07A8"/>
    <w:rsid w:val="009E1822"/>
    <w:rsid w:val="009E2642"/>
    <w:rsid w:val="009E3D65"/>
    <w:rsid w:val="009E7D19"/>
    <w:rsid w:val="009F0ECC"/>
    <w:rsid w:val="009F5064"/>
    <w:rsid w:val="00A02142"/>
    <w:rsid w:val="00A05FE6"/>
    <w:rsid w:val="00A22D11"/>
    <w:rsid w:val="00A34044"/>
    <w:rsid w:val="00A36166"/>
    <w:rsid w:val="00A377E2"/>
    <w:rsid w:val="00A40644"/>
    <w:rsid w:val="00A41479"/>
    <w:rsid w:val="00A41763"/>
    <w:rsid w:val="00A437D0"/>
    <w:rsid w:val="00A4538A"/>
    <w:rsid w:val="00A45461"/>
    <w:rsid w:val="00A45C31"/>
    <w:rsid w:val="00A54B78"/>
    <w:rsid w:val="00A55E5D"/>
    <w:rsid w:val="00A65785"/>
    <w:rsid w:val="00A7301A"/>
    <w:rsid w:val="00A746D5"/>
    <w:rsid w:val="00A82E23"/>
    <w:rsid w:val="00A84001"/>
    <w:rsid w:val="00A840D3"/>
    <w:rsid w:val="00A8535F"/>
    <w:rsid w:val="00A90C99"/>
    <w:rsid w:val="00A9620E"/>
    <w:rsid w:val="00AA06E3"/>
    <w:rsid w:val="00AA0C49"/>
    <w:rsid w:val="00AA6E23"/>
    <w:rsid w:val="00AB0D68"/>
    <w:rsid w:val="00AB2355"/>
    <w:rsid w:val="00AB2EFC"/>
    <w:rsid w:val="00AB50E8"/>
    <w:rsid w:val="00AB598F"/>
    <w:rsid w:val="00AC119B"/>
    <w:rsid w:val="00AC17FF"/>
    <w:rsid w:val="00AC25C2"/>
    <w:rsid w:val="00AD12A8"/>
    <w:rsid w:val="00AD2BBF"/>
    <w:rsid w:val="00AD2D2F"/>
    <w:rsid w:val="00AD2FE3"/>
    <w:rsid w:val="00AD3375"/>
    <w:rsid w:val="00AD57BC"/>
    <w:rsid w:val="00AE02FA"/>
    <w:rsid w:val="00AE46DA"/>
    <w:rsid w:val="00AE7A0E"/>
    <w:rsid w:val="00AF50BC"/>
    <w:rsid w:val="00B005CB"/>
    <w:rsid w:val="00B01471"/>
    <w:rsid w:val="00B01763"/>
    <w:rsid w:val="00B0243E"/>
    <w:rsid w:val="00B0266C"/>
    <w:rsid w:val="00B028F6"/>
    <w:rsid w:val="00B03B73"/>
    <w:rsid w:val="00B13BB8"/>
    <w:rsid w:val="00B142B9"/>
    <w:rsid w:val="00B164A1"/>
    <w:rsid w:val="00B1654C"/>
    <w:rsid w:val="00B177B6"/>
    <w:rsid w:val="00B34052"/>
    <w:rsid w:val="00B35C4F"/>
    <w:rsid w:val="00B40747"/>
    <w:rsid w:val="00B40B55"/>
    <w:rsid w:val="00B421CD"/>
    <w:rsid w:val="00B4708E"/>
    <w:rsid w:val="00B5156B"/>
    <w:rsid w:val="00B569FD"/>
    <w:rsid w:val="00B57FC2"/>
    <w:rsid w:val="00B60B16"/>
    <w:rsid w:val="00B72262"/>
    <w:rsid w:val="00B739DF"/>
    <w:rsid w:val="00B7728D"/>
    <w:rsid w:val="00B77D2F"/>
    <w:rsid w:val="00B826B0"/>
    <w:rsid w:val="00B8682C"/>
    <w:rsid w:val="00B97D76"/>
    <w:rsid w:val="00BA0FED"/>
    <w:rsid w:val="00BA11DB"/>
    <w:rsid w:val="00BA20F9"/>
    <w:rsid w:val="00BA367A"/>
    <w:rsid w:val="00BB1236"/>
    <w:rsid w:val="00BB2777"/>
    <w:rsid w:val="00BB4587"/>
    <w:rsid w:val="00BB7BCA"/>
    <w:rsid w:val="00BC2DB9"/>
    <w:rsid w:val="00BC67A2"/>
    <w:rsid w:val="00BD4B1A"/>
    <w:rsid w:val="00BD4ECF"/>
    <w:rsid w:val="00BD51C4"/>
    <w:rsid w:val="00BE3B1F"/>
    <w:rsid w:val="00BE3E18"/>
    <w:rsid w:val="00BE6060"/>
    <w:rsid w:val="00BF6199"/>
    <w:rsid w:val="00C02253"/>
    <w:rsid w:val="00C03CAC"/>
    <w:rsid w:val="00C03FE5"/>
    <w:rsid w:val="00C077C7"/>
    <w:rsid w:val="00C10662"/>
    <w:rsid w:val="00C10C64"/>
    <w:rsid w:val="00C12CD0"/>
    <w:rsid w:val="00C12EE2"/>
    <w:rsid w:val="00C245AD"/>
    <w:rsid w:val="00C245FC"/>
    <w:rsid w:val="00C24777"/>
    <w:rsid w:val="00C250AC"/>
    <w:rsid w:val="00C254D8"/>
    <w:rsid w:val="00C26A8F"/>
    <w:rsid w:val="00C34EA0"/>
    <w:rsid w:val="00C37EBC"/>
    <w:rsid w:val="00C37EDF"/>
    <w:rsid w:val="00C405F3"/>
    <w:rsid w:val="00C42154"/>
    <w:rsid w:val="00C45482"/>
    <w:rsid w:val="00C46A88"/>
    <w:rsid w:val="00C47DDA"/>
    <w:rsid w:val="00C52733"/>
    <w:rsid w:val="00C6103E"/>
    <w:rsid w:val="00C621DC"/>
    <w:rsid w:val="00C624E3"/>
    <w:rsid w:val="00C70697"/>
    <w:rsid w:val="00C717ED"/>
    <w:rsid w:val="00C72118"/>
    <w:rsid w:val="00C75EF4"/>
    <w:rsid w:val="00C824FA"/>
    <w:rsid w:val="00C8354F"/>
    <w:rsid w:val="00C87AA2"/>
    <w:rsid w:val="00C932EA"/>
    <w:rsid w:val="00C9539C"/>
    <w:rsid w:val="00CA17CC"/>
    <w:rsid w:val="00CA5150"/>
    <w:rsid w:val="00CA61CE"/>
    <w:rsid w:val="00CA7064"/>
    <w:rsid w:val="00CA7FBB"/>
    <w:rsid w:val="00CB0F43"/>
    <w:rsid w:val="00CB265E"/>
    <w:rsid w:val="00CB6704"/>
    <w:rsid w:val="00CC0745"/>
    <w:rsid w:val="00CC12D7"/>
    <w:rsid w:val="00CC3823"/>
    <w:rsid w:val="00CC3E0F"/>
    <w:rsid w:val="00CC6297"/>
    <w:rsid w:val="00CC6AA4"/>
    <w:rsid w:val="00CD1C16"/>
    <w:rsid w:val="00CD3809"/>
    <w:rsid w:val="00CD47BA"/>
    <w:rsid w:val="00CE102B"/>
    <w:rsid w:val="00CE1B64"/>
    <w:rsid w:val="00CE258E"/>
    <w:rsid w:val="00CE353D"/>
    <w:rsid w:val="00CE7B07"/>
    <w:rsid w:val="00CF0A77"/>
    <w:rsid w:val="00CF177E"/>
    <w:rsid w:val="00CF3307"/>
    <w:rsid w:val="00CF7920"/>
    <w:rsid w:val="00D0137A"/>
    <w:rsid w:val="00D046A4"/>
    <w:rsid w:val="00D12636"/>
    <w:rsid w:val="00D1487C"/>
    <w:rsid w:val="00D1523F"/>
    <w:rsid w:val="00D22552"/>
    <w:rsid w:val="00D420F5"/>
    <w:rsid w:val="00D44B67"/>
    <w:rsid w:val="00D508F9"/>
    <w:rsid w:val="00D55888"/>
    <w:rsid w:val="00D72D18"/>
    <w:rsid w:val="00D73EEC"/>
    <w:rsid w:val="00D75356"/>
    <w:rsid w:val="00D7569A"/>
    <w:rsid w:val="00D951D3"/>
    <w:rsid w:val="00DA2B30"/>
    <w:rsid w:val="00DA549E"/>
    <w:rsid w:val="00DB1562"/>
    <w:rsid w:val="00DC0700"/>
    <w:rsid w:val="00DC1C0F"/>
    <w:rsid w:val="00DC2EA8"/>
    <w:rsid w:val="00DC4087"/>
    <w:rsid w:val="00DC4129"/>
    <w:rsid w:val="00DC78BD"/>
    <w:rsid w:val="00DD0C68"/>
    <w:rsid w:val="00DD1610"/>
    <w:rsid w:val="00DD2909"/>
    <w:rsid w:val="00DD3AE7"/>
    <w:rsid w:val="00DE3A67"/>
    <w:rsid w:val="00DE3C53"/>
    <w:rsid w:val="00DE4DE7"/>
    <w:rsid w:val="00DE7C75"/>
    <w:rsid w:val="00DF069B"/>
    <w:rsid w:val="00DF38B9"/>
    <w:rsid w:val="00DF6A9A"/>
    <w:rsid w:val="00E034E0"/>
    <w:rsid w:val="00E07893"/>
    <w:rsid w:val="00E11671"/>
    <w:rsid w:val="00E11905"/>
    <w:rsid w:val="00E22871"/>
    <w:rsid w:val="00E24E30"/>
    <w:rsid w:val="00E3490F"/>
    <w:rsid w:val="00E3539B"/>
    <w:rsid w:val="00E3634F"/>
    <w:rsid w:val="00E41ABC"/>
    <w:rsid w:val="00E429A8"/>
    <w:rsid w:val="00E429E0"/>
    <w:rsid w:val="00E43A0E"/>
    <w:rsid w:val="00E442DC"/>
    <w:rsid w:val="00E4503B"/>
    <w:rsid w:val="00E46D5D"/>
    <w:rsid w:val="00E47751"/>
    <w:rsid w:val="00E53613"/>
    <w:rsid w:val="00E54FC8"/>
    <w:rsid w:val="00E61536"/>
    <w:rsid w:val="00E72A8C"/>
    <w:rsid w:val="00E74181"/>
    <w:rsid w:val="00E74C5A"/>
    <w:rsid w:val="00E74CDD"/>
    <w:rsid w:val="00E74E32"/>
    <w:rsid w:val="00E77B50"/>
    <w:rsid w:val="00E84A7C"/>
    <w:rsid w:val="00E86C9D"/>
    <w:rsid w:val="00E86F4F"/>
    <w:rsid w:val="00E90443"/>
    <w:rsid w:val="00E9355E"/>
    <w:rsid w:val="00E93816"/>
    <w:rsid w:val="00E978A6"/>
    <w:rsid w:val="00EA11DC"/>
    <w:rsid w:val="00EB02EB"/>
    <w:rsid w:val="00EB1A1E"/>
    <w:rsid w:val="00EB2C9C"/>
    <w:rsid w:val="00EB6E7F"/>
    <w:rsid w:val="00EC4E0F"/>
    <w:rsid w:val="00ED194F"/>
    <w:rsid w:val="00ED7F7C"/>
    <w:rsid w:val="00EE0BB7"/>
    <w:rsid w:val="00EE1E8A"/>
    <w:rsid w:val="00EE7D79"/>
    <w:rsid w:val="00EF386E"/>
    <w:rsid w:val="00F02B7D"/>
    <w:rsid w:val="00F10E79"/>
    <w:rsid w:val="00F135E9"/>
    <w:rsid w:val="00F20DF7"/>
    <w:rsid w:val="00F2207C"/>
    <w:rsid w:val="00F22217"/>
    <w:rsid w:val="00F25D7D"/>
    <w:rsid w:val="00F31036"/>
    <w:rsid w:val="00F350F4"/>
    <w:rsid w:val="00F35890"/>
    <w:rsid w:val="00F40723"/>
    <w:rsid w:val="00F407C6"/>
    <w:rsid w:val="00F42A4D"/>
    <w:rsid w:val="00F4475F"/>
    <w:rsid w:val="00F51165"/>
    <w:rsid w:val="00F516BC"/>
    <w:rsid w:val="00F51821"/>
    <w:rsid w:val="00F530BF"/>
    <w:rsid w:val="00F54345"/>
    <w:rsid w:val="00F57F4B"/>
    <w:rsid w:val="00F613DC"/>
    <w:rsid w:val="00F670AB"/>
    <w:rsid w:val="00F70810"/>
    <w:rsid w:val="00F72C9F"/>
    <w:rsid w:val="00F7373C"/>
    <w:rsid w:val="00F74E8E"/>
    <w:rsid w:val="00F77AE4"/>
    <w:rsid w:val="00F85874"/>
    <w:rsid w:val="00F9129E"/>
    <w:rsid w:val="00F94070"/>
    <w:rsid w:val="00F95941"/>
    <w:rsid w:val="00FA5E97"/>
    <w:rsid w:val="00FA791E"/>
    <w:rsid w:val="00FA7DE7"/>
    <w:rsid w:val="00FB0BCA"/>
    <w:rsid w:val="00FB1C32"/>
    <w:rsid w:val="00FB238F"/>
    <w:rsid w:val="00FB7E44"/>
    <w:rsid w:val="00FC7D9C"/>
    <w:rsid w:val="00FD23D0"/>
    <w:rsid w:val="00FD2876"/>
    <w:rsid w:val="00FD2C6F"/>
    <w:rsid w:val="00FD5781"/>
    <w:rsid w:val="00FF5CB6"/>
    <w:rsid w:val="027C291A"/>
    <w:rsid w:val="0929D168"/>
    <w:rsid w:val="09EDCD7B"/>
    <w:rsid w:val="179E6B69"/>
    <w:rsid w:val="27F987D2"/>
    <w:rsid w:val="2AD7E169"/>
    <w:rsid w:val="4D47AE49"/>
    <w:rsid w:val="5469282F"/>
    <w:rsid w:val="57415674"/>
    <w:rsid w:val="5B8499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3E4C8"/>
  <w15:chartTrackingRefBased/>
  <w15:docId w15:val="{C64409D4-154E-4705-94A3-90F5D6C8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34399"/>
    <w:pPr>
      <w:spacing w:line="254" w:lineRule="auto"/>
    </w:pPr>
  </w:style>
  <w:style w:type="paragraph" w:styleId="Nadpis1">
    <w:name w:val="heading 1"/>
    <w:basedOn w:val="Normln"/>
    <w:next w:val="Normln"/>
    <w:link w:val="Nadpis1Char"/>
    <w:uiPriority w:val="9"/>
    <w:qFormat/>
    <w:rsid w:val="00C52733"/>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8A53DF"/>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D1C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1C16"/>
  </w:style>
  <w:style w:type="paragraph" w:styleId="Zpat">
    <w:name w:val="footer"/>
    <w:basedOn w:val="Normln"/>
    <w:link w:val="ZpatChar"/>
    <w:uiPriority w:val="99"/>
    <w:unhideWhenUsed/>
    <w:rsid w:val="00CD1C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1C16"/>
  </w:style>
  <w:style w:type="paragraph" w:customStyle="1" w:styleId="BasicParagraph">
    <w:name w:val="[Basic Paragraph]"/>
    <w:basedOn w:val="Normln"/>
    <w:link w:val="BasicParagraphChar"/>
    <w:uiPriority w:val="99"/>
    <w:rsid w:val="008F50BB"/>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text">
    <w:name w:val="text"/>
    <w:basedOn w:val="BasicParagraph"/>
    <w:link w:val="textChar"/>
    <w:qFormat/>
    <w:rsid w:val="00C52733"/>
    <w:pPr>
      <w:jc w:val="both"/>
    </w:pPr>
    <w:rPr>
      <w:rFonts w:ascii="Arial" w:hAnsi="Arial" w:cs="Arial"/>
    </w:rPr>
  </w:style>
  <w:style w:type="paragraph" w:customStyle="1" w:styleId="Nadpis">
    <w:name w:val="Nadpis"/>
    <w:basedOn w:val="BasicParagraph"/>
    <w:qFormat/>
    <w:rsid w:val="00C52733"/>
    <w:pPr>
      <w:suppressAutoHyphens/>
      <w:jc w:val="both"/>
    </w:pPr>
    <w:rPr>
      <w:rFonts w:ascii="Arial" w:hAnsi="Arial" w:cs="Arial"/>
      <w:b/>
      <w:bCs/>
    </w:rPr>
  </w:style>
  <w:style w:type="character" w:customStyle="1" w:styleId="BasicParagraphChar">
    <w:name w:val="[Basic Paragraph] Char"/>
    <w:basedOn w:val="Standardnpsmoodstavce"/>
    <w:link w:val="BasicParagraph"/>
    <w:uiPriority w:val="99"/>
    <w:rsid w:val="00C52733"/>
    <w:rPr>
      <w:rFonts w:ascii="Minion Pro" w:hAnsi="Minion Pro" w:cs="Minion Pro"/>
      <w:color w:val="000000"/>
      <w:sz w:val="24"/>
      <w:szCs w:val="24"/>
      <w:lang w:val="en-US"/>
    </w:rPr>
  </w:style>
  <w:style w:type="character" w:customStyle="1" w:styleId="textChar">
    <w:name w:val="text Char"/>
    <w:basedOn w:val="BasicParagraphChar"/>
    <w:link w:val="text"/>
    <w:rsid w:val="00C52733"/>
    <w:rPr>
      <w:rFonts w:ascii="Arial" w:hAnsi="Arial" w:cs="Arial"/>
      <w:color w:val="000000"/>
      <w:sz w:val="24"/>
      <w:szCs w:val="24"/>
      <w:lang w:val="en-US"/>
    </w:rPr>
  </w:style>
  <w:style w:type="character" w:customStyle="1" w:styleId="Nadpis1Char">
    <w:name w:val="Nadpis 1 Char"/>
    <w:basedOn w:val="Standardnpsmoodstavce"/>
    <w:link w:val="Nadpis1"/>
    <w:uiPriority w:val="9"/>
    <w:rsid w:val="00C52733"/>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8A53DF"/>
    <w:rPr>
      <w:rFonts w:ascii="Arial" w:eastAsiaTheme="majorEastAsia" w:hAnsi="Arial" w:cstheme="majorBidi"/>
      <w:color w:val="2E74B5" w:themeColor="accent1" w:themeShade="BF"/>
      <w:sz w:val="26"/>
      <w:szCs w:val="26"/>
    </w:rPr>
  </w:style>
  <w:style w:type="paragraph" w:styleId="Textbubliny">
    <w:name w:val="Balloon Text"/>
    <w:basedOn w:val="Normln"/>
    <w:link w:val="TextbublinyChar"/>
    <w:uiPriority w:val="99"/>
    <w:semiHidden/>
    <w:unhideWhenUsed/>
    <w:rsid w:val="0060057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0573"/>
    <w:rPr>
      <w:rFonts w:ascii="Segoe UI" w:hAnsi="Segoe UI" w:cs="Segoe UI"/>
      <w:sz w:val="18"/>
      <w:szCs w:val="18"/>
    </w:rPr>
  </w:style>
  <w:style w:type="paragraph" w:customStyle="1" w:styleId="Default">
    <w:name w:val="Default"/>
    <w:rsid w:val="006D3511"/>
    <w:pPr>
      <w:autoSpaceDE w:val="0"/>
      <w:autoSpaceDN w:val="0"/>
      <w:adjustRightInd w:val="0"/>
      <w:spacing w:after="0" w:line="240" w:lineRule="auto"/>
    </w:pPr>
    <w:rPr>
      <w:rFonts w:ascii="Arial" w:eastAsia="Calibri" w:hAnsi="Arial" w:cs="Arial"/>
      <w:color w:val="000000"/>
      <w:sz w:val="24"/>
      <w:szCs w:val="24"/>
    </w:rPr>
  </w:style>
  <w:style w:type="character" w:styleId="Odkaznakoment">
    <w:name w:val="annotation reference"/>
    <w:basedOn w:val="Standardnpsmoodstavce"/>
    <w:uiPriority w:val="99"/>
    <w:semiHidden/>
    <w:unhideWhenUsed/>
    <w:qFormat/>
    <w:rsid w:val="00BE3E18"/>
    <w:rPr>
      <w:sz w:val="16"/>
      <w:szCs w:val="16"/>
    </w:rPr>
  </w:style>
  <w:style w:type="paragraph" w:styleId="Textkomente">
    <w:name w:val="annotation text"/>
    <w:basedOn w:val="Normln"/>
    <w:link w:val="TextkomenteChar"/>
    <w:uiPriority w:val="99"/>
    <w:unhideWhenUsed/>
    <w:qFormat/>
    <w:rsid w:val="00BE3E18"/>
    <w:pPr>
      <w:spacing w:line="240" w:lineRule="auto"/>
    </w:pPr>
    <w:rPr>
      <w:sz w:val="20"/>
      <w:szCs w:val="20"/>
    </w:rPr>
  </w:style>
  <w:style w:type="character" w:customStyle="1" w:styleId="TextkomenteChar">
    <w:name w:val="Text komentáře Char"/>
    <w:basedOn w:val="Standardnpsmoodstavce"/>
    <w:link w:val="Textkomente"/>
    <w:uiPriority w:val="99"/>
    <w:qFormat/>
    <w:rsid w:val="00BE3E18"/>
    <w:rPr>
      <w:sz w:val="20"/>
      <w:szCs w:val="20"/>
    </w:rPr>
  </w:style>
  <w:style w:type="paragraph" w:styleId="Pedmtkomente">
    <w:name w:val="annotation subject"/>
    <w:basedOn w:val="Textkomente"/>
    <w:next w:val="Textkomente"/>
    <w:link w:val="PedmtkomenteChar"/>
    <w:uiPriority w:val="99"/>
    <w:semiHidden/>
    <w:unhideWhenUsed/>
    <w:rsid w:val="00BE3E18"/>
    <w:rPr>
      <w:b/>
      <w:bCs/>
    </w:rPr>
  </w:style>
  <w:style w:type="character" w:customStyle="1" w:styleId="PedmtkomenteChar">
    <w:name w:val="Předmět komentáře Char"/>
    <w:basedOn w:val="TextkomenteChar"/>
    <w:link w:val="Pedmtkomente"/>
    <w:uiPriority w:val="99"/>
    <w:semiHidden/>
    <w:rsid w:val="00BE3E18"/>
    <w:rPr>
      <w:b/>
      <w:bCs/>
      <w:sz w:val="20"/>
      <w:szCs w:val="20"/>
    </w:rPr>
  </w:style>
  <w:style w:type="paragraph" w:styleId="Odstavecseseznamem">
    <w:name w:val="List Paragraph"/>
    <w:basedOn w:val="Normln"/>
    <w:uiPriority w:val="34"/>
    <w:qFormat/>
    <w:rsid w:val="00280DA6"/>
    <w:pPr>
      <w:ind w:left="720"/>
      <w:contextualSpacing/>
    </w:pPr>
  </w:style>
  <w:style w:type="character" w:customStyle="1" w:styleId="normaltextrun">
    <w:name w:val="normaltextrun"/>
    <w:basedOn w:val="Standardnpsmoodstavce"/>
    <w:rsid w:val="00FD2C6F"/>
  </w:style>
  <w:style w:type="table" w:styleId="Mkatabulky">
    <w:name w:val="Table Grid"/>
    <w:basedOn w:val="Normlntabulka"/>
    <w:uiPriority w:val="39"/>
    <w:rsid w:val="00E53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07FB4"/>
    <w:pPr>
      <w:spacing w:after="0" w:line="240" w:lineRule="auto"/>
    </w:pPr>
  </w:style>
  <w:style w:type="paragraph" w:styleId="Textpoznpodarou">
    <w:name w:val="footnote text"/>
    <w:basedOn w:val="Normln"/>
    <w:link w:val="TextpoznpodarouChar"/>
    <w:uiPriority w:val="99"/>
    <w:semiHidden/>
    <w:unhideWhenUsed/>
    <w:rsid w:val="001A0CC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0CC8"/>
    <w:rPr>
      <w:sz w:val="20"/>
      <w:szCs w:val="20"/>
    </w:rPr>
  </w:style>
  <w:style w:type="character" w:styleId="Znakapoznpodarou">
    <w:name w:val="footnote reference"/>
    <w:basedOn w:val="Standardnpsmoodstavce"/>
    <w:uiPriority w:val="99"/>
    <w:semiHidden/>
    <w:unhideWhenUsed/>
    <w:rsid w:val="001A0CC8"/>
    <w:rPr>
      <w:vertAlign w:val="superscript"/>
    </w:rPr>
  </w:style>
  <w:style w:type="table" w:customStyle="1" w:styleId="TableGrid1">
    <w:name w:val="Table Grid1"/>
    <w:basedOn w:val="Normlntabulka"/>
    <w:next w:val="Mkatabulky"/>
    <w:uiPriority w:val="39"/>
    <w:rsid w:val="001F0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578059">
      <w:bodyDiv w:val="1"/>
      <w:marLeft w:val="0"/>
      <w:marRight w:val="0"/>
      <w:marTop w:val="0"/>
      <w:marBottom w:val="0"/>
      <w:divBdr>
        <w:top w:val="none" w:sz="0" w:space="0" w:color="auto"/>
        <w:left w:val="none" w:sz="0" w:space="0" w:color="auto"/>
        <w:bottom w:val="none" w:sz="0" w:space="0" w:color="auto"/>
        <w:right w:val="none" w:sz="0" w:space="0" w:color="auto"/>
      </w:divBdr>
    </w:div>
    <w:div w:id="388847334">
      <w:bodyDiv w:val="1"/>
      <w:marLeft w:val="0"/>
      <w:marRight w:val="0"/>
      <w:marTop w:val="0"/>
      <w:marBottom w:val="0"/>
      <w:divBdr>
        <w:top w:val="none" w:sz="0" w:space="0" w:color="auto"/>
        <w:left w:val="none" w:sz="0" w:space="0" w:color="auto"/>
        <w:bottom w:val="none" w:sz="0" w:space="0" w:color="auto"/>
        <w:right w:val="none" w:sz="0" w:space="0" w:color="auto"/>
      </w:divBdr>
    </w:div>
    <w:div w:id="1085568195">
      <w:bodyDiv w:val="1"/>
      <w:marLeft w:val="0"/>
      <w:marRight w:val="0"/>
      <w:marTop w:val="0"/>
      <w:marBottom w:val="0"/>
      <w:divBdr>
        <w:top w:val="none" w:sz="0" w:space="0" w:color="auto"/>
        <w:left w:val="none" w:sz="0" w:space="0" w:color="auto"/>
        <w:bottom w:val="none" w:sz="0" w:space="0" w:color="auto"/>
        <w:right w:val="none" w:sz="0" w:space="0" w:color="auto"/>
      </w:divBdr>
    </w:div>
    <w:div w:id="1252273413">
      <w:bodyDiv w:val="1"/>
      <w:marLeft w:val="0"/>
      <w:marRight w:val="0"/>
      <w:marTop w:val="0"/>
      <w:marBottom w:val="0"/>
      <w:divBdr>
        <w:top w:val="none" w:sz="0" w:space="0" w:color="auto"/>
        <w:left w:val="none" w:sz="0" w:space="0" w:color="auto"/>
        <w:bottom w:val="none" w:sz="0" w:space="0" w:color="auto"/>
        <w:right w:val="none" w:sz="0" w:space="0" w:color="auto"/>
      </w:divBdr>
    </w:div>
    <w:div w:id="1613512896">
      <w:bodyDiv w:val="1"/>
      <w:marLeft w:val="0"/>
      <w:marRight w:val="0"/>
      <w:marTop w:val="0"/>
      <w:marBottom w:val="0"/>
      <w:divBdr>
        <w:top w:val="none" w:sz="0" w:space="0" w:color="auto"/>
        <w:left w:val="none" w:sz="0" w:space="0" w:color="auto"/>
        <w:bottom w:val="none" w:sz="0" w:space="0" w:color="auto"/>
        <w:right w:val="none" w:sz="0" w:space="0" w:color="auto"/>
      </w:divBdr>
    </w:div>
    <w:div w:id="193096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ockettova\Desktop\Hlavickovy%20papir_cz.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E8E70-EBCB-4E1F-9EB3-ADCFF1CB0449}">
  <ds:schemaRefs>
    <ds:schemaRef ds:uri="http://schemas.microsoft.com/sharepoint/v3/contenttype/forms"/>
  </ds:schemaRefs>
</ds:datastoreItem>
</file>

<file path=customXml/itemProps2.xml><?xml version="1.0" encoding="utf-8"?>
<ds:datastoreItem xmlns:ds="http://schemas.openxmlformats.org/officeDocument/2006/customXml" ds:itemID="{393084F5-E9DC-49F0-A009-DD28107C90B9}">
  <ds:schemaRefs>
    <ds:schemaRef ds:uri="http://schemas.openxmlformats.org/officeDocument/2006/bibliography"/>
  </ds:schemaRefs>
</ds:datastoreItem>
</file>

<file path=customXml/itemProps3.xml><?xml version="1.0" encoding="utf-8"?>
<ds:datastoreItem xmlns:ds="http://schemas.openxmlformats.org/officeDocument/2006/customXml" ds:itemID="{BF460426-6947-41C0-A418-262967A19A14}">
  <ds:schemaRefs>
    <ds:schemaRef ds:uri="http://schemas.microsoft.com/office/2006/metadata/properties"/>
    <ds:schemaRef ds:uri="http://schemas.microsoft.com/office/infopath/2007/PartnerControls"/>
    <ds:schemaRef ds:uri="19640856-62da-4895-b3fe-7459e5292a28"/>
  </ds:schemaRefs>
</ds:datastoreItem>
</file>

<file path=customXml/itemProps4.xml><?xml version="1.0" encoding="utf-8"?>
<ds:datastoreItem xmlns:ds="http://schemas.openxmlformats.org/officeDocument/2006/customXml" ds:itemID="{2C17CE92-A987-4BDD-8D2A-2276DC1FD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C:\Users\stockettova\Desktop\Hlavickovy papir_cz.dotx</Template>
  <TotalTime>23</TotalTime>
  <Pages>8</Pages>
  <Words>2543</Words>
  <Characters>15005</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Stockettová Magda</dc:creator>
  <cp:keywords/>
  <dc:description/>
  <cp:lastModifiedBy>KK</cp:lastModifiedBy>
  <cp:revision>8</cp:revision>
  <cp:lastPrinted>2020-07-16T09:15:00Z</cp:lastPrinted>
  <dcterms:created xsi:type="dcterms:W3CDTF">2024-07-30T18:45:00Z</dcterms:created>
  <dcterms:modified xsi:type="dcterms:W3CDTF">2024-08-01T06:55:00Z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0x0101000F6F7B084F61204A82DD07865ADD424A</vt:lpwstr>
  </property>
  <property fmtid="{D5CDD505-2E9C-101B-9397-08002B2CF9AE}" pid="3" name="MediaServiceImageTags">
    <vt:lpwstr/>
  </property>
  <property fmtid="{D5CDD505-2E9C-101B-9397-08002B2CF9AE}" pid="4" name="GrammarlyDocumentId">
    <vt:lpwstr>a7b4a0a8f8266cf311e67463b3c80ceee2af421c6c7e000556e3c0c9a0212276</vt:lpwstr>
  </property>
</Properties>
</file>